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DBA" w:rsidRPr="006D1E27" w:rsidRDefault="001A5DBA">
      <w:pPr>
        <w:rPr>
          <w:rFonts w:ascii="Verdana" w:hAnsi="Verdana"/>
        </w:rPr>
      </w:pPr>
      <w:r>
        <w:rPr>
          <w:rFonts w:ascii="Verdana" w:hAnsi="Verdana"/>
        </w:rPr>
        <w:t>This Procurement Notice Document is no longer available.</w:t>
      </w:r>
    </w:p>
    <w:sectPr w:rsidR="001A5DBA" w:rsidRPr="006D1E27" w:rsidSect="001A5DB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1E27"/>
    <w:rsid w:val="0000137E"/>
    <w:rsid w:val="000017E9"/>
    <w:rsid w:val="000023A7"/>
    <w:rsid w:val="00002941"/>
    <w:rsid w:val="000053C5"/>
    <w:rsid w:val="00017A09"/>
    <w:rsid w:val="00017F8E"/>
    <w:rsid w:val="000237EB"/>
    <w:rsid w:val="00025B45"/>
    <w:rsid w:val="00025D89"/>
    <w:rsid w:val="00031ACD"/>
    <w:rsid w:val="00036447"/>
    <w:rsid w:val="000368D3"/>
    <w:rsid w:val="000373AB"/>
    <w:rsid w:val="000421BA"/>
    <w:rsid w:val="00043402"/>
    <w:rsid w:val="000440C5"/>
    <w:rsid w:val="0004600F"/>
    <w:rsid w:val="00046E90"/>
    <w:rsid w:val="000532D4"/>
    <w:rsid w:val="00053829"/>
    <w:rsid w:val="00054D4E"/>
    <w:rsid w:val="000550A4"/>
    <w:rsid w:val="0005538F"/>
    <w:rsid w:val="0005563B"/>
    <w:rsid w:val="000578DD"/>
    <w:rsid w:val="00060458"/>
    <w:rsid w:val="0006187B"/>
    <w:rsid w:val="00063C7C"/>
    <w:rsid w:val="000673B9"/>
    <w:rsid w:val="00070BBD"/>
    <w:rsid w:val="00071BA4"/>
    <w:rsid w:val="000723F1"/>
    <w:rsid w:val="000734D3"/>
    <w:rsid w:val="0007470D"/>
    <w:rsid w:val="00077DE8"/>
    <w:rsid w:val="000804A9"/>
    <w:rsid w:val="00081551"/>
    <w:rsid w:val="000824F9"/>
    <w:rsid w:val="00083961"/>
    <w:rsid w:val="00083A16"/>
    <w:rsid w:val="00086725"/>
    <w:rsid w:val="00086D41"/>
    <w:rsid w:val="000875AA"/>
    <w:rsid w:val="000948D3"/>
    <w:rsid w:val="0009734D"/>
    <w:rsid w:val="000A09B2"/>
    <w:rsid w:val="000A1A00"/>
    <w:rsid w:val="000A2AF5"/>
    <w:rsid w:val="000A2DC4"/>
    <w:rsid w:val="000A7747"/>
    <w:rsid w:val="000B02F6"/>
    <w:rsid w:val="000B0ACD"/>
    <w:rsid w:val="000B0EF5"/>
    <w:rsid w:val="000B21D1"/>
    <w:rsid w:val="000B2CD9"/>
    <w:rsid w:val="000B45AA"/>
    <w:rsid w:val="000C1DF3"/>
    <w:rsid w:val="000C1E07"/>
    <w:rsid w:val="000C1EC3"/>
    <w:rsid w:val="000C5057"/>
    <w:rsid w:val="000C69B3"/>
    <w:rsid w:val="000D1982"/>
    <w:rsid w:val="000D4235"/>
    <w:rsid w:val="000D567D"/>
    <w:rsid w:val="000D72FE"/>
    <w:rsid w:val="000E12CB"/>
    <w:rsid w:val="000E25F8"/>
    <w:rsid w:val="000E6D87"/>
    <w:rsid w:val="000E783C"/>
    <w:rsid w:val="000F0426"/>
    <w:rsid w:val="000F4460"/>
    <w:rsid w:val="000F7023"/>
    <w:rsid w:val="00104EF1"/>
    <w:rsid w:val="00105AAD"/>
    <w:rsid w:val="00110462"/>
    <w:rsid w:val="001143BA"/>
    <w:rsid w:val="001153DD"/>
    <w:rsid w:val="001210D2"/>
    <w:rsid w:val="0012474B"/>
    <w:rsid w:val="001340DB"/>
    <w:rsid w:val="0013554D"/>
    <w:rsid w:val="0014087D"/>
    <w:rsid w:val="00142F04"/>
    <w:rsid w:val="00144D26"/>
    <w:rsid w:val="001453C1"/>
    <w:rsid w:val="001469F4"/>
    <w:rsid w:val="0015259F"/>
    <w:rsid w:val="00154B5B"/>
    <w:rsid w:val="00155655"/>
    <w:rsid w:val="00155A57"/>
    <w:rsid w:val="001573C2"/>
    <w:rsid w:val="00160583"/>
    <w:rsid w:val="00163C34"/>
    <w:rsid w:val="00164B88"/>
    <w:rsid w:val="00167150"/>
    <w:rsid w:val="00172685"/>
    <w:rsid w:val="0017413B"/>
    <w:rsid w:val="00176BDC"/>
    <w:rsid w:val="001808F2"/>
    <w:rsid w:val="00180E32"/>
    <w:rsid w:val="00181055"/>
    <w:rsid w:val="00181B93"/>
    <w:rsid w:val="001820ED"/>
    <w:rsid w:val="001830EE"/>
    <w:rsid w:val="00190FDB"/>
    <w:rsid w:val="00196AA8"/>
    <w:rsid w:val="00196F0D"/>
    <w:rsid w:val="00196F47"/>
    <w:rsid w:val="001978CA"/>
    <w:rsid w:val="001A3D4A"/>
    <w:rsid w:val="001A3E3B"/>
    <w:rsid w:val="001A3ED4"/>
    <w:rsid w:val="001A5DBA"/>
    <w:rsid w:val="001B0784"/>
    <w:rsid w:val="001B0BE8"/>
    <w:rsid w:val="001B27C2"/>
    <w:rsid w:val="001C02D6"/>
    <w:rsid w:val="001C3B81"/>
    <w:rsid w:val="001C47EC"/>
    <w:rsid w:val="001C6FA1"/>
    <w:rsid w:val="001D3510"/>
    <w:rsid w:val="001D5CCD"/>
    <w:rsid w:val="001D6DBE"/>
    <w:rsid w:val="001D768B"/>
    <w:rsid w:val="001D7818"/>
    <w:rsid w:val="001E10A8"/>
    <w:rsid w:val="001E273B"/>
    <w:rsid w:val="001E3CA6"/>
    <w:rsid w:val="001E4FCC"/>
    <w:rsid w:val="001E54C2"/>
    <w:rsid w:val="001E61DC"/>
    <w:rsid w:val="001E6A91"/>
    <w:rsid w:val="001F0BCF"/>
    <w:rsid w:val="001F15BF"/>
    <w:rsid w:val="001F43CC"/>
    <w:rsid w:val="001F49CE"/>
    <w:rsid w:val="001F5C6F"/>
    <w:rsid w:val="00203696"/>
    <w:rsid w:val="002037BD"/>
    <w:rsid w:val="00212E56"/>
    <w:rsid w:val="00215ECD"/>
    <w:rsid w:val="00216104"/>
    <w:rsid w:val="002218CA"/>
    <w:rsid w:val="0022335A"/>
    <w:rsid w:val="00223EDD"/>
    <w:rsid w:val="00224FE7"/>
    <w:rsid w:val="00230815"/>
    <w:rsid w:val="0023308D"/>
    <w:rsid w:val="00246219"/>
    <w:rsid w:val="0024665C"/>
    <w:rsid w:val="002511B1"/>
    <w:rsid w:val="00252567"/>
    <w:rsid w:val="00261842"/>
    <w:rsid w:val="00261E1B"/>
    <w:rsid w:val="00262914"/>
    <w:rsid w:val="0027424B"/>
    <w:rsid w:val="00274E89"/>
    <w:rsid w:val="00280273"/>
    <w:rsid w:val="002853D7"/>
    <w:rsid w:val="00285760"/>
    <w:rsid w:val="00286078"/>
    <w:rsid w:val="00290CC4"/>
    <w:rsid w:val="00292A00"/>
    <w:rsid w:val="00296600"/>
    <w:rsid w:val="00296614"/>
    <w:rsid w:val="00296DD3"/>
    <w:rsid w:val="00297CF8"/>
    <w:rsid w:val="002A124D"/>
    <w:rsid w:val="002A4B51"/>
    <w:rsid w:val="002A6846"/>
    <w:rsid w:val="002A747A"/>
    <w:rsid w:val="002B08FC"/>
    <w:rsid w:val="002B0BC7"/>
    <w:rsid w:val="002B3132"/>
    <w:rsid w:val="002C479A"/>
    <w:rsid w:val="002D039A"/>
    <w:rsid w:val="002D40F3"/>
    <w:rsid w:val="002D4EB7"/>
    <w:rsid w:val="002D5469"/>
    <w:rsid w:val="002E1671"/>
    <w:rsid w:val="002E20F5"/>
    <w:rsid w:val="002E68DB"/>
    <w:rsid w:val="002E6986"/>
    <w:rsid w:val="002E7006"/>
    <w:rsid w:val="002F1930"/>
    <w:rsid w:val="002F1F83"/>
    <w:rsid w:val="002F5A53"/>
    <w:rsid w:val="002F7F08"/>
    <w:rsid w:val="003007A1"/>
    <w:rsid w:val="00300C51"/>
    <w:rsid w:val="003014FB"/>
    <w:rsid w:val="003036D4"/>
    <w:rsid w:val="00307D3A"/>
    <w:rsid w:val="00310692"/>
    <w:rsid w:val="00314730"/>
    <w:rsid w:val="00315D12"/>
    <w:rsid w:val="00315E1D"/>
    <w:rsid w:val="00316109"/>
    <w:rsid w:val="00321C1F"/>
    <w:rsid w:val="00322FAE"/>
    <w:rsid w:val="00323503"/>
    <w:rsid w:val="0032416D"/>
    <w:rsid w:val="0032442F"/>
    <w:rsid w:val="003248D0"/>
    <w:rsid w:val="00325009"/>
    <w:rsid w:val="003267A1"/>
    <w:rsid w:val="00326D61"/>
    <w:rsid w:val="003319CB"/>
    <w:rsid w:val="00331A3E"/>
    <w:rsid w:val="00332B76"/>
    <w:rsid w:val="00333063"/>
    <w:rsid w:val="00336230"/>
    <w:rsid w:val="003446CA"/>
    <w:rsid w:val="00346A0B"/>
    <w:rsid w:val="00347105"/>
    <w:rsid w:val="00350A53"/>
    <w:rsid w:val="00352C32"/>
    <w:rsid w:val="00352F14"/>
    <w:rsid w:val="003565E5"/>
    <w:rsid w:val="00362135"/>
    <w:rsid w:val="00363367"/>
    <w:rsid w:val="00365C86"/>
    <w:rsid w:val="0036630F"/>
    <w:rsid w:val="00367334"/>
    <w:rsid w:val="003702A7"/>
    <w:rsid w:val="003709C3"/>
    <w:rsid w:val="003717C6"/>
    <w:rsid w:val="00371959"/>
    <w:rsid w:val="00373598"/>
    <w:rsid w:val="00375860"/>
    <w:rsid w:val="003762CB"/>
    <w:rsid w:val="00376B66"/>
    <w:rsid w:val="00376BA8"/>
    <w:rsid w:val="00385C3D"/>
    <w:rsid w:val="00392B79"/>
    <w:rsid w:val="003A0E0A"/>
    <w:rsid w:val="003A1435"/>
    <w:rsid w:val="003A21ED"/>
    <w:rsid w:val="003A6873"/>
    <w:rsid w:val="003A701C"/>
    <w:rsid w:val="003A7054"/>
    <w:rsid w:val="003B005D"/>
    <w:rsid w:val="003C1322"/>
    <w:rsid w:val="003C18E4"/>
    <w:rsid w:val="003C1F2E"/>
    <w:rsid w:val="003C59E5"/>
    <w:rsid w:val="003C65C6"/>
    <w:rsid w:val="003C6868"/>
    <w:rsid w:val="003C7F21"/>
    <w:rsid w:val="003D0962"/>
    <w:rsid w:val="003D4D57"/>
    <w:rsid w:val="003D749A"/>
    <w:rsid w:val="003D7BC9"/>
    <w:rsid w:val="003E10BE"/>
    <w:rsid w:val="003E30F9"/>
    <w:rsid w:val="003E3C2E"/>
    <w:rsid w:val="003E4547"/>
    <w:rsid w:val="003E53D6"/>
    <w:rsid w:val="003E5A30"/>
    <w:rsid w:val="003E5DB3"/>
    <w:rsid w:val="003E5DFA"/>
    <w:rsid w:val="003E6F8B"/>
    <w:rsid w:val="003E7720"/>
    <w:rsid w:val="003F4CBD"/>
    <w:rsid w:val="003F5B0C"/>
    <w:rsid w:val="00400B70"/>
    <w:rsid w:val="00405A9D"/>
    <w:rsid w:val="00406B4A"/>
    <w:rsid w:val="00407DD8"/>
    <w:rsid w:val="00411952"/>
    <w:rsid w:val="00411997"/>
    <w:rsid w:val="00414460"/>
    <w:rsid w:val="004149EC"/>
    <w:rsid w:val="00415127"/>
    <w:rsid w:val="00415338"/>
    <w:rsid w:val="00415489"/>
    <w:rsid w:val="0042088C"/>
    <w:rsid w:val="00421560"/>
    <w:rsid w:val="0042173E"/>
    <w:rsid w:val="004263EA"/>
    <w:rsid w:val="004264A2"/>
    <w:rsid w:val="00426CD4"/>
    <w:rsid w:val="00426F8E"/>
    <w:rsid w:val="00430986"/>
    <w:rsid w:val="00432585"/>
    <w:rsid w:val="00435088"/>
    <w:rsid w:val="00436317"/>
    <w:rsid w:val="00437008"/>
    <w:rsid w:val="0044030E"/>
    <w:rsid w:val="0044154B"/>
    <w:rsid w:val="00443380"/>
    <w:rsid w:val="00446283"/>
    <w:rsid w:val="00446C0E"/>
    <w:rsid w:val="00452308"/>
    <w:rsid w:val="004548E2"/>
    <w:rsid w:val="004548F8"/>
    <w:rsid w:val="004566E6"/>
    <w:rsid w:val="004567A3"/>
    <w:rsid w:val="00466062"/>
    <w:rsid w:val="00466828"/>
    <w:rsid w:val="00466927"/>
    <w:rsid w:val="0046765C"/>
    <w:rsid w:val="0047053A"/>
    <w:rsid w:val="00484700"/>
    <w:rsid w:val="004849AF"/>
    <w:rsid w:val="00484FBE"/>
    <w:rsid w:val="0048582B"/>
    <w:rsid w:val="0048690A"/>
    <w:rsid w:val="0048718C"/>
    <w:rsid w:val="00487D2B"/>
    <w:rsid w:val="00490413"/>
    <w:rsid w:val="00490679"/>
    <w:rsid w:val="00491E2E"/>
    <w:rsid w:val="00492369"/>
    <w:rsid w:val="00495EA2"/>
    <w:rsid w:val="0049680F"/>
    <w:rsid w:val="004A08AE"/>
    <w:rsid w:val="004A32B4"/>
    <w:rsid w:val="004A3C67"/>
    <w:rsid w:val="004A5AF8"/>
    <w:rsid w:val="004A78AB"/>
    <w:rsid w:val="004B0B39"/>
    <w:rsid w:val="004B0F0D"/>
    <w:rsid w:val="004B1A79"/>
    <w:rsid w:val="004B32D5"/>
    <w:rsid w:val="004B6026"/>
    <w:rsid w:val="004B6F48"/>
    <w:rsid w:val="004B7687"/>
    <w:rsid w:val="004C347C"/>
    <w:rsid w:val="004C7B08"/>
    <w:rsid w:val="004D08F7"/>
    <w:rsid w:val="004D0C3D"/>
    <w:rsid w:val="004D3A92"/>
    <w:rsid w:val="004D5EED"/>
    <w:rsid w:val="004D671A"/>
    <w:rsid w:val="004D7FE7"/>
    <w:rsid w:val="004E259D"/>
    <w:rsid w:val="004E5E84"/>
    <w:rsid w:val="004E6F15"/>
    <w:rsid w:val="004E7979"/>
    <w:rsid w:val="004E7E1F"/>
    <w:rsid w:val="004F07F6"/>
    <w:rsid w:val="004F0B34"/>
    <w:rsid w:val="004F1348"/>
    <w:rsid w:val="004F1755"/>
    <w:rsid w:val="004F1B61"/>
    <w:rsid w:val="004F322B"/>
    <w:rsid w:val="004F5FF2"/>
    <w:rsid w:val="004F639D"/>
    <w:rsid w:val="004F78AC"/>
    <w:rsid w:val="0050132D"/>
    <w:rsid w:val="00501832"/>
    <w:rsid w:val="00501B96"/>
    <w:rsid w:val="00503E42"/>
    <w:rsid w:val="00505558"/>
    <w:rsid w:val="00507E4B"/>
    <w:rsid w:val="00511F64"/>
    <w:rsid w:val="00512C15"/>
    <w:rsid w:val="005140A7"/>
    <w:rsid w:val="0051428C"/>
    <w:rsid w:val="00514674"/>
    <w:rsid w:val="0051581D"/>
    <w:rsid w:val="00520D85"/>
    <w:rsid w:val="0052151D"/>
    <w:rsid w:val="00523804"/>
    <w:rsid w:val="00527112"/>
    <w:rsid w:val="00532010"/>
    <w:rsid w:val="00532344"/>
    <w:rsid w:val="00533E41"/>
    <w:rsid w:val="00534673"/>
    <w:rsid w:val="00534F4B"/>
    <w:rsid w:val="00535EF1"/>
    <w:rsid w:val="005364B8"/>
    <w:rsid w:val="00536906"/>
    <w:rsid w:val="00536C32"/>
    <w:rsid w:val="0054683F"/>
    <w:rsid w:val="00554409"/>
    <w:rsid w:val="00555D92"/>
    <w:rsid w:val="00560DDA"/>
    <w:rsid w:val="00562912"/>
    <w:rsid w:val="0056356C"/>
    <w:rsid w:val="0057108F"/>
    <w:rsid w:val="005820E4"/>
    <w:rsid w:val="00582EBD"/>
    <w:rsid w:val="005868C6"/>
    <w:rsid w:val="005902F9"/>
    <w:rsid w:val="005915A7"/>
    <w:rsid w:val="00592B90"/>
    <w:rsid w:val="005941EF"/>
    <w:rsid w:val="005946BB"/>
    <w:rsid w:val="00595E7D"/>
    <w:rsid w:val="005961B7"/>
    <w:rsid w:val="0059739A"/>
    <w:rsid w:val="00597610"/>
    <w:rsid w:val="00597EE9"/>
    <w:rsid w:val="005A1173"/>
    <w:rsid w:val="005A2C5E"/>
    <w:rsid w:val="005A2F2B"/>
    <w:rsid w:val="005A4C46"/>
    <w:rsid w:val="005B649A"/>
    <w:rsid w:val="005B74C6"/>
    <w:rsid w:val="005C0096"/>
    <w:rsid w:val="005C5BD0"/>
    <w:rsid w:val="005C6CA9"/>
    <w:rsid w:val="005C6FD1"/>
    <w:rsid w:val="005C7359"/>
    <w:rsid w:val="005D02B7"/>
    <w:rsid w:val="005D09A8"/>
    <w:rsid w:val="005D1839"/>
    <w:rsid w:val="005D1E13"/>
    <w:rsid w:val="005D223B"/>
    <w:rsid w:val="005D2483"/>
    <w:rsid w:val="005D4C7C"/>
    <w:rsid w:val="005E132B"/>
    <w:rsid w:val="005E1DFB"/>
    <w:rsid w:val="005E206C"/>
    <w:rsid w:val="005E2755"/>
    <w:rsid w:val="005E2D20"/>
    <w:rsid w:val="005E30CF"/>
    <w:rsid w:val="005E5F95"/>
    <w:rsid w:val="005E6719"/>
    <w:rsid w:val="005E6CA9"/>
    <w:rsid w:val="005E74F7"/>
    <w:rsid w:val="005F0D9E"/>
    <w:rsid w:val="005F2EE4"/>
    <w:rsid w:val="005F3461"/>
    <w:rsid w:val="005F487D"/>
    <w:rsid w:val="005F4B6F"/>
    <w:rsid w:val="005F4B83"/>
    <w:rsid w:val="005F51FD"/>
    <w:rsid w:val="005F6829"/>
    <w:rsid w:val="00600CC6"/>
    <w:rsid w:val="00606169"/>
    <w:rsid w:val="006104C5"/>
    <w:rsid w:val="00613795"/>
    <w:rsid w:val="00615F1C"/>
    <w:rsid w:val="006161E5"/>
    <w:rsid w:val="00616610"/>
    <w:rsid w:val="00617A85"/>
    <w:rsid w:val="006226B2"/>
    <w:rsid w:val="00625378"/>
    <w:rsid w:val="00625783"/>
    <w:rsid w:val="006269A3"/>
    <w:rsid w:val="00627E59"/>
    <w:rsid w:val="006341C9"/>
    <w:rsid w:val="00634E9D"/>
    <w:rsid w:val="006355A2"/>
    <w:rsid w:val="00636FA4"/>
    <w:rsid w:val="0063702D"/>
    <w:rsid w:val="00641A11"/>
    <w:rsid w:val="00641B7E"/>
    <w:rsid w:val="006435BB"/>
    <w:rsid w:val="0064659F"/>
    <w:rsid w:val="00651537"/>
    <w:rsid w:val="00651C13"/>
    <w:rsid w:val="00655711"/>
    <w:rsid w:val="00656730"/>
    <w:rsid w:val="00661B81"/>
    <w:rsid w:val="006701F4"/>
    <w:rsid w:val="00670C5A"/>
    <w:rsid w:val="0067558C"/>
    <w:rsid w:val="00675910"/>
    <w:rsid w:val="006768C7"/>
    <w:rsid w:val="00677D23"/>
    <w:rsid w:val="00680715"/>
    <w:rsid w:val="00681714"/>
    <w:rsid w:val="00684667"/>
    <w:rsid w:val="006873C3"/>
    <w:rsid w:val="00687A63"/>
    <w:rsid w:val="00687F53"/>
    <w:rsid w:val="00693133"/>
    <w:rsid w:val="006932DF"/>
    <w:rsid w:val="00693798"/>
    <w:rsid w:val="00696DDC"/>
    <w:rsid w:val="00697D89"/>
    <w:rsid w:val="006A398B"/>
    <w:rsid w:val="006B0544"/>
    <w:rsid w:val="006B1550"/>
    <w:rsid w:val="006B175D"/>
    <w:rsid w:val="006B1DFB"/>
    <w:rsid w:val="006B55BA"/>
    <w:rsid w:val="006B61E7"/>
    <w:rsid w:val="006B7744"/>
    <w:rsid w:val="006C1E90"/>
    <w:rsid w:val="006C3423"/>
    <w:rsid w:val="006C430D"/>
    <w:rsid w:val="006C563E"/>
    <w:rsid w:val="006C650C"/>
    <w:rsid w:val="006D1DD0"/>
    <w:rsid w:val="006D1E27"/>
    <w:rsid w:val="006D6335"/>
    <w:rsid w:val="006D71E3"/>
    <w:rsid w:val="006D73EA"/>
    <w:rsid w:val="006D7825"/>
    <w:rsid w:val="006D7B52"/>
    <w:rsid w:val="006E23A4"/>
    <w:rsid w:val="006E2F64"/>
    <w:rsid w:val="006E4A58"/>
    <w:rsid w:val="006E5E0A"/>
    <w:rsid w:val="006E67AA"/>
    <w:rsid w:val="006F0250"/>
    <w:rsid w:val="006F0FDB"/>
    <w:rsid w:val="006F1495"/>
    <w:rsid w:val="006F639B"/>
    <w:rsid w:val="006F6591"/>
    <w:rsid w:val="006F71AC"/>
    <w:rsid w:val="0070046C"/>
    <w:rsid w:val="007013DB"/>
    <w:rsid w:val="00702645"/>
    <w:rsid w:val="007029E8"/>
    <w:rsid w:val="00703891"/>
    <w:rsid w:val="00704551"/>
    <w:rsid w:val="007055E1"/>
    <w:rsid w:val="00706EEC"/>
    <w:rsid w:val="00707060"/>
    <w:rsid w:val="00716C7B"/>
    <w:rsid w:val="00721F2F"/>
    <w:rsid w:val="0072277E"/>
    <w:rsid w:val="0072420B"/>
    <w:rsid w:val="00724307"/>
    <w:rsid w:val="00724A50"/>
    <w:rsid w:val="00724AE6"/>
    <w:rsid w:val="00726412"/>
    <w:rsid w:val="00727C36"/>
    <w:rsid w:val="00727F52"/>
    <w:rsid w:val="00731B91"/>
    <w:rsid w:val="007329F7"/>
    <w:rsid w:val="00735724"/>
    <w:rsid w:val="007413F2"/>
    <w:rsid w:val="007415F4"/>
    <w:rsid w:val="00743565"/>
    <w:rsid w:val="00746514"/>
    <w:rsid w:val="007503AC"/>
    <w:rsid w:val="0075143E"/>
    <w:rsid w:val="007557D5"/>
    <w:rsid w:val="007569E9"/>
    <w:rsid w:val="007604D5"/>
    <w:rsid w:val="00763CC3"/>
    <w:rsid w:val="00764D6A"/>
    <w:rsid w:val="0076508E"/>
    <w:rsid w:val="007668C7"/>
    <w:rsid w:val="0076712B"/>
    <w:rsid w:val="007678DB"/>
    <w:rsid w:val="007719FD"/>
    <w:rsid w:val="007749C5"/>
    <w:rsid w:val="00776DBF"/>
    <w:rsid w:val="00780FCB"/>
    <w:rsid w:val="007810EF"/>
    <w:rsid w:val="007830A1"/>
    <w:rsid w:val="00783BE3"/>
    <w:rsid w:val="00787F36"/>
    <w:rsid w:val="00792379"/>
    <w:rsid w:val="00792D03"/>
    <w:rsid w:val="007938E8"/>
    <w:rsid w:val="00795029"/>
    <w:rsid w:val="007961CF"/>
    <w:rsid w:val="00797140"/>
    <w:rsid w:val="00797A2F"/>
    <w:rsid w:val="007A1E1A"/>
    <w:rsid w:val="007A379B"/>
    <w:rsid w:val="007A7CEB"/>
    <w:rsid w:val="007B0F93"/>
    <w:rsid w:val="007B1303"/>
    <w:rsid w:val="007B3605"/>
    <w:rsid w:val="007B533A"/>
    <w:rsid w:val="007B5985"/>
    <w:rsid w:val="007B59C3"/>
    <w:rsid w:val="007C1F3F"/>
    <w:rsid w:val="007C258A"/>
    <w:rsid w:val="007D0A2D"/>
    <w:rsid w:val="007D1B4E"/>
    <w:rsid w:val="007D478F"/>
    <w:rsid w:val="007D593A"/>
    <w:rsid w:val="007E049C"/>
    <w:rsid w:val="007E570B"/>
    <w:rsid w:val="007E590A"/>
    <w:rsid w:val="007E72C0"/>
    <w:rsid w:val="007F0BE6"/>
    <w:rsid w:val="007F12C3"/>
    <w:rsid w:val="007F69E2"/>
    <w:rsid w:val="007F73AD"/>
    <w:rsid w:val="007F743C"/>
    <w:rsid w:val="007F79E9"/>
    <w:rsid w:val="008012FC"/>
    <w:rsid w:val="008046A0"/>
    <w:rsid w:val="00804915"/>
    <w:rsid w:val="008078D3"/>
    <w:rsid w:val="00807CFA"/>
    <w:rsid w:val="00810114"/>
    <w:rsid w:val="00811190"/>
    <w:rsid w:val="00812BED"/>
    <w:rsid w:val="0081349A"/>
    <w:rsid w:val="00813AAC"/>
    <w:rsid w:val="00815FC7"/>
    <w:rsid w:val="00817BE9"/>
    <w:rsid w:val="00821FF4"/>
    <w:rsid w:val="008228A9"/>
    <w:rsid w:val="008232BE"/>
    <w:rsid w:val="0082338C"/>
    <w:rsid w:val="00824BF9"/>
    <w:rsid w:val="008272E0"/>
    <w:rsid w:val="008305EE"/>
    <w:rsid w:val="008318ED"/>
    <w:rsid w:val="00832242"/>
    <w:rsid w:val="0083611B"/>
    <w:rsid w:val="008375BA"/>
    <w:rsid w:val="00847F4E"/>
    <w:rsid w:val="0085112D"/>
    <w:rsid w:val="0085328A"/>
    <w:rsid w:val="00857E85"/>
    <w:rsid w:val="00861008"/>
    <w:rsid w:val="00866DD9"/>
    <w:rsid w:val="00866E91"/>
    <w:rsid w:val="00872165"/>
    <w:rsid w:val="00874D8A"/>
    <w:rsid w:val="00876CB6"/>
    <w:rsid w:val="008802A6"/>
    <w:rsid w:val="0088508B"/>
    <w:rsid w:val="00890B62"/>
    <w:rsid w:val="00891C33"/>
    <w:rsid w:val="008927FB"/>
    <w:rsid w:val="008951E3"/>
    <w:rsid w:val="008960FE"/>
    <w:rsid w:val="008A1407"/>
    <w:rsid w:val="008A3460"/>
    <w:rsid w:val="008A65B0"/>
    <w:rsid w:val="008A7272"/>
    <w:rsid w:val="008A7ADA"/>
    <w:rsid w:val="008B14E8"/>
    <w:rsid w:val="008B2B4B"/>
    <w:rsid w:val="008B4535"/>
    <w:rsid w:val="008C115A"/>
    <w:rsid w:val="008C3EC7"/>
    <w:rsid w:val="008C4A19"/>
    <w:rsid w:val="008C50BF"/>
    <w:rsid w:val="008C78A7"/>
    <w:rsid w:val="008D0421"/>
    <w:rsid w:val="008D3B34"/>
    <w:rsid w:val="008D5766"/>
    <w:rsid w:val="008D78E8"/>
    <w:rsid w:val="008E0437"/>
    <w:rsid w:val="008E0B98"/>
    <w:rsid w:val="008E229F"/>
    <w:rsid w:val="008E2618"/>
    <w:rsid w:val="008E3718"/>
    <w:rsid w:val="008E3922"/>
    <w:rsid w:val="008E6A57"/>
    <w:rsid w:val="008F177A"/>
    <w:rsid w:val="008F2ACE"/>
    <w:rsid w:val="009035FB"/>
    <w:rsid w:val="00903963"/>
    <w:rsid w:val="009059EC"/>
    <w:rsid w:val="009065CD"/>
    <w:rsid w:val="00910A84"/>
    <w:rsid w:val="00910FA2"/>
    <w:rsid w:val="00911985"/>
    <w:rsid w:val="009225E3"/>
    <w:rsid w:val="009256E0"/>
    <w:rsid w:val="009261C9"/>
    <w:rsid w:val="00927737"/>
    <w:rsid w:val="00927D0D"/>
    <w:rsid w:val="00930C4C"/>
    <w:rsid w:val="00933487"/>
    <w:rsid w:val="00937EB8"/>
    <w:rsid w:val="00940522"/>
    <w:rsid w:val="00942D49"/>
    <w:rsid w:val="00943D87"/>
    <w:rsid w:val="0094405D"/>
    <w:rsid w:val="009458D2"/>
    <w:rsid w:val="00946289"/>
    <w:rsid w:val="00946B95"/>
    <w:rsid w:val="00950908"/>
    <w:rsid w:val="009514DA"/>
    <w:rsid w:val="00951586"/>
    <w:rsid w:val="009520D9"/>
    <w:rsid w:val="00952D2B"/>
    <w:rsid w:val="0095454B"/>
    <w:rsid w:val="00954D52"/>
    <w:rsid w:val="009551D6"/>
    <w:rsid w:val="009575EF"/>
    <w:rsid w:val="009609F0"/>
    <w:rsid w:val="00960EC6"/>
    <w:rsid w:val="009617C2"/>
    <w:rsid w:val="00961E08"/>
    <w:rsid w:val="00962ED6"/>
    <w:rsid w:val="00965A45"/>
    <w:rsid w:val="00971FB1"/>
    <w:rsid w:val="00972724"/>
    <w:rsid w:val="00972B85"/>
    <w:rsid w:val="009744AE"/>
    <w:rsid w:val="00975C2A"/>
    <w:rsid w:val="00975E78"/>
    <w:rsid w:val="00976374"/>
    <w:rsid w:val="0098291C"/>
    <w:rsid w:val="00984436"/>
    <w:rsid w:val="00986B0B"/>
    <w:rsid w:val="009874A2"/>
    <w:rsid w:val="00990A5E"/>
    <w:rsid w:val="00992D93"/>
    <w:rsid w:val="0099394E"/>
    <w:rsid w:val="00995A36"/>
    <w:rsid w:val="00996B6F"/>
    <w:rsid w:val="00996DCD"/>
    <w:rsid w:val="009A537D"/>
    <w:rsid w:val="009A58AF"/>
    <w:rsid w:val="009A6685"/>
    <w:rsid w:val="009B34B0"/>
    <w:rsid w:val="009B39CF"/>
    <w:rsid w:val="009B3F07"/>
    <w:rsid w:val="009B416E"/>
    <w:rsid w:val="009B4EAD"/>
    <w:rsid w:val="009B751A"/>
    <w:rsid w:val="009C63CD"/>
    <w:rsid w:val="009C74B3"/>
    <w:rsid w:val="009C79C4"/>
    <w:rsid w:val="009C7FA4"/>
    <w:rsid w:val="009D145D"/>
    <w:rsid w:val="009D1731"/>
    <w:rsid w:val="009D18F1"/>
    <w:rsid w:val="009D2959"/>
    <w:rsid w:val="009E2DC3"/>
    <w:rsid w:val="009E3FBF"/>
    <w:rsid w:val="009F01C4"/>
    <w:rsid w:val="009F07FD"/>
    <w:rsid w:val="009F2B28"/>
    <w:rsid w:val="009F6117"/>
    <w:rsid w:val="009F6DE0"/>
    <w:rsid w:val="00A0272C"/>
    <w:rsid w:val="00A044AF"/>
    <w:rsid w:val="00A065A5"/>
    <w:rsid w:val="00A07A6F"/>
    <w:rsid w:val="00A1096A"/>
    <w:rsid w:val="00A13662"/>
    <w:rsid w:val="00A15232"/>
    <w:rsid w:val="00A161C5"/>
    <w:rsid w:val="00A166C5"/>
    <w:rsid w:val="00A17B1C"/>
    <w:rsid w:val="00A21CB5"/>
    <w:rsid w:val="00A22DE3"/>
    <w:rsid w:val="00A23131"/>
    <w:rsid w:val="00A2387C"/>
    <w:rsid w:val="00A25538"/>
    <w:rsid w:val="00A270DC"/>
    <w:rsid w:val="00A2776C"/>
    <w:rsid w:val="00A33D56"/>
    <w:rsid w:val="00A34908"/>
    <w:rsid w:val="00A35E68"/>
    <w:rsid w:val="00A3679E"/>
    <w:rsid w:val="00A41364"/>
    <w:rsid w:val="00A43589"/>
    <w:rsid w:val="00A4451D"/>
    <w:rsid w:val="00A46412"/>
    <w:rsid w:val="00A479EF"/>
    <w:rsid w:val="00A47B37"/>
    <w:rsid w:val="00A500D4"/>
    <w:rsid w:val="00A53A24"/>
    <w:rsid w:val="00A53DE6"/>
    <w:rsid w:val="00A54DD7"/>
    <w:rsid w:val="00A5787D"/>
    <w:rsid w:val="00A57F43"/>
    <w:rsid w:val="00A602E9"/>
    <w:rsid w:val="00A610A1"/>
    <w:rsid w:val="00A615EE"/>
    <w:rsid w:val="00A6301D"/>
    <w:rsid w:val="00A637F8"/>
    <w:rsid w:val="00A644B8"/>
    <w:rsid w:val="00A66AC2"/>
    <w:rsid w:val="00A66B3D"/>
    <w:rsid w:val="00A67DC3"/>
    <w:rsid w:val="00A70410"/>
    <w:rsid w:val="00A75C70"/>
    <w:rsid w:val="00A76215"/>
    <w:rsid w:val="00A80F6E"/>
    <w:rsid w:val="00A83E5D"/>
    <w:rsid w:val="00A842B6"/>
    <w:rsid w:val="00A8786D"/>
    <w:rsid w:val="00A9007B"/>
    <w:rsid w:val="00A91AEA"/>
    <w:rsid w:val="00A931DA"/>
    <w:rsid w:val="00A939B0"/>
    <w:rsid w:val="00A950E7"/>
    <w:rsid w:val="00A96812"/>
    <w:rsid w:val="00A97547"/>
    <w:rsid w:val="00AA341C"/>
    <w:rsid w:val="00AA4B09"/>
    <w:rsid w:val="00AA5FB6"/>
    <w:rsid w:val="00AA70B5"/>
    <w:rsid w:val="00AB14CF"/>
    <w:rsid w:val="00AB1B90"/>
    <w:rsid w:val="00AB2231"/>
    <w:rsid w:val="00AB2FC9"/>
    <w:rsid w:val="00AB3127"/>
    <w:rsid w:val="00AC050B"/>
    <w:rsid w:val="00AC5264"/>
    <w:rsid w:val="00AC57E7"/>
    <w:rsid w:val="00AC5F55"/>
    <w:rsid w:val="00AC6202"/>
    <w:rsid w:val="00AC79F8"/>
    <w:rsid w:val="00AD00BF"/>
    <w:rsid w:val="00AD0609"/>
    <w:rsid w:val="00AD5906"/>
    <w:rsid w:val="00AD6DCB"/>
    <w:rsid w:val="00AD7DB2"/>
    <w:rsid w:val="00AE30EF"/>
    <w:rsid w:val="00AE7307"/>
    <w:rsid w:val="00AE7376"/>
    <w:rsid w:val="00AF2031"/>
    <w:rsid w:val="00AF4497"/>
    <w:rsid w:val="00AF4BAF"/>
    <w:rsid w:val="00AF62B8"/>
    <w:rsid w:val="00AF7F95"/>
    <w:rsid w:val="00B02004"/>
    <w:rsid w:val="00B02123"/>
    <w:rsid w:val="00B02CA1"/>
    <w:rsid w:val="00B1000C"/>
    <w:rsid w:val="00B10392"/>
    <w:rsid w:val="00B12CB3"/>
    <w:rsid w:val="00B14940"/>
    <w:rsid w:val="00B150A2"/>
    <w:rsid w:val="00B1531C"/>
    <w:rsid w:val="00B23770"/>
    <w:rsid w:val="00B337DE"/>
    <w:rsid w:val="00B34196"/>
    <w:rsid w:val="00B350AC"/>
    <w:rsid w:val="00B3528A"/>
    <w:rsid w:val="00B3773B"/>
    <w:rsid w:val="00B43EEC"/>
    <w:rsid w:val="00B45B2D"/>
    <w:rsid w:val="00B502CF"/>
    <w:rsid w:val="00B54E04"/>
    <w:rsid w:val="00B60E95"/>
    <w:rsid w:val="00B61F9F"/>
    <w:rsid w:val="00B64511"/>
    <w:rsid w:val="00B65B01"/>
    <w:rsid w:val="00B669A0"/>
    <w:rsid w:val="00B739A4"/>
    <w:rsid w:val="00B73E92"/>
    <w:rsid w:val="00B758D2"/>
    <w:rsid w:val="00B75F72"/>
    <w:rsid w:val="00B766FA"/>
    <w:rsid w:val="00B777C9"/>
    <w:rsid w:val="00B813F7"/>
    <w:rsid w:val="00B83FF3"/>
    <w:rsid w:val="00B84A0B"/>
    <w:rsid w:val="00B8716B"/>
    <w:rsid w:val="00B873E3"/>
    <w:rsid w:val="00B9337E"/>
    <w:rsid w:val="00B95345"/>
    <w:rsid w:val="00B97BF8"/>
    <w:rsid w:val="00BA068F"/>
    <w:rsid w:val="00BA077B"/>
    <w:rsid w:val="00BA1198"/>
    <w:rsid w:val="00BA12AA"/>
    <w:rsid w:val="00BA24D4"/>
    <w:rsid w:val="00BA617D"/>
    <w:rsid w:val="00BA6E06"/>
    <w:rsid w:val="00BA7A1D"/>
    <w:rsid w:val="00BB1997"/>
    <w:rsid w:val="00BB5D5C"/>
    <w:rsid w:val="00BB6439"/>
    <w:rsid w:val="00BC194F"/>
    <w:rsid w:val="00BC2891"/>
    <w:rsid w:val="00BC3EA2"/>
    <w:rsid w:val="00BC60A1"/>
    <w:rsid w:val="00BC6804"/>
    <w:rsid w:val="00BC6D09"/>
    <w:rsid w:val="00BD30B3"/>
    <w:rsid w:val="00BD313B"/>
    <w:rsid w:val="00BD4B0F"/>
    <w:rsid w:val="00BD53DD"/>
    <w:rsid w:val="00BD7E5E"/>
    <w:rsid w:val="00BE21A6"/>
    <w:rsid w:val="00BE23DD"/>
    <w:rsid w:val="00BE2EC8"/>
    <w:rsid w:val="00BE4402"/>
    <w:rsid w:val="00BE63F3"/>
    <w:rsid w:val="00BF1041"/>
    <w:rsid w:val="00BF3675"/>
    <w:rsid w:val="00BF6073"/>
    <w:rsid w:val="00C0013F"/>
    <w:rsid w:val="00C00695"/>
    <w:rsid w:val="00C008BE"/>
    <w:rsid w:val="00C00966"/>
    <w:rsid w:val="00C01792"/>
    <w:rsid w:val="00C017D9"/>
    <w:rsid w:val="00C02228"/>
    <w:rsid w:val="00C05899"/>
    <w:rsid w:val="00C11667"/>
    <w:rsid w:val="00C14AA0"/>
    <w:rsid w:val="00C1721D"/>
    <w:rsid w:val="00C17A45"/>
    <w:rsid w:val="00C20207"/>
    <w:rsid w:val="00C212FE"/>
    <w:rsid w:val="00C228D8"/>
    <w:rsid w:val="00C23969"/>
    <w:rsid w:val="00C23F81"/>
    <w:rsid w:val="00C32ED9"/>
    <w:rsid w:val="00C34C85"/>
    <w:rsid w:val="00C45CE7"/>
    <w:rsid w:val="00C47A38"/>
    <w:rsid w:val="00C47F10"/>
    <w:rsid w:val="00C503E9"/>
    <w:rsid w:val="00C504FC"/>
    <w:rsid w:val="00C53BC3"/>
    <w:rsid w:val="00C54B5A"/>
    <w:rsid w:val="00C60988"/>
    <w:rsid w:val="00C63A52"/>
    <w:rsid w:val="00C64B2D"/>
    <w:rsid w:val="00C666A0"/>
    <w:rsid w:val="00C66AF2"/>
    <w:rsid w:val="00C72F1C"/>
    <w:rsid w:val="00C730C9"/>
    <w:rsid w:val="00C778C2"/>
    <w:rsid w:val="00C80463"/>
    <w:rsid w:val="00C83168"/>
    <w:rsid w:val="00C84EA1"/>
    <w:rsid w:val="00C945DB"/>
    <w:rsid w:val="00C95BCB"/>
    <w:rsid w:val="00C962BF"/>
    <w:rsid w:val="00C96939"/>
    <w:rsid w:val="00C9778A"/>
    <w:rsid w:val="00C97CF3"/>
    <w:rsid w:val="00CA020E"/>
    <w:rsid w:val="00CA2D65"/>
    <w:rsid w:val="00CA3ECB"/>
    <w:rsid w:val="00CA4B68"/>
    <w:rsid w:val="00CA56B2"/>
    <w:rsid w:val="00CA638D"/>
    <w:rsid w:val="00CA716A"/>
    <w:rsid w:val="00CA79CF"/>
    <w:rsid w:val="00CB2426"/>
    <w:rsid w:val="00CB36D6"/>
    <w:rsid w:val="00CB6A33"/>
    <w:rsid w:val="00CC3768"/>
    <w:rsid w:val="00CC39F2"/>
    <w:rsid w:val="00CC52AB"/>
    <w:rsid w:val="00CD0E09"/>
    <w:rsid w:val="00CD4782"/>
    <w:rsid w:val="00CD77E4"/>
    <w:rsid w:val="00CD7AB3"/>
    <w:rsid w:val="00CE1BB2"/>
    <w:rsid w:val="00CE3DD0"/>
    <w:rsid w:val="00CE3F8A"/>
    <w:rsid w:val="00CE75D8"/>
    <w:rsid w:val="00CF1D2E"/>
    <w:rsid w:val="00CF7137"/>
    <w:rsid w:val="00D00EC4"/>
    <w:rsid w:val="00D015AB"/>
    <w:rsid w:val="00D04878"/>
    <w:rsid w:val="00D063EF"/>
    <w:rsid w:val="00D1251D"/>
    <w:rsid w:val="00D144B7"/>
    <w:rsid w:val="00D16672"/>
    <w:rsid w:val="00D17818"/>
    <w:rsid w:val="00D2272C"/>
    <w:rsid w:val="00D23B7F"/>
    <w:rsid w:val="00D25E13"/>
    <w:rsid w:val="00D27C5A"/>
    <w:rsid w:val="00D30744"/>
    <w:rsid w:val="00D3103F"/>
    <w:rsid w:val="00D31E6D"/>
    <w:rsid w:val="00D359B0"/>
    <w:rsid w:val="00D37FC0"/>
    <w:rsid w:val="00D41A7D"/>
    <w:rsid w:val="00D47413"/>
    <w:rsid w:val="00D50338"/>
    <w:rsid w:val="00D5215A"/>
    <w:rsid w:val="00D532A6"/>
    <w:rsid w:val="00D56A99"/>
    <w:rsid w:val="00D56D1E"/>
    <w:rsid w:val="00D6273B"/>
    <w:rsid w:val="00D62CB6"/>
    <w:rsid w:val="00D62F55"/>
    <w:rsid w:val="00D639DA"/>
    <w:rsid w:val="00D66885"/>
    <w:rsid w:val="00D7068F"/>
    <w:rsid w:val="00D7335D"/>
    <w:rsid w:val="00D73E25"/>
    <w:rsid w:val="00D73E52"/>
    <w:rsid w:val="00D77014"/>
    <w:rsid w:val="00D809BB"/>
    <w:rsid w:val="00D80A58"/>
    <w:rsid w:val="00D87A05"/>
    <w:rsid w:val="00D92694"/>
    <w:rsid w:val="00D9448D"/>
    <w:rsid w:val="00DA3D0A"/>
    <w:rsid w:val="00DA4875"/>
    <w:rsid w:val="00DA4EBB"/>
    <w:rsid w:val="00DA79B8"/>
    <w:rsid w:val="00DB1089"/>
    <w:rsid w:val="00DB379A"/>
    <w:rsid w:val="00DB5339"/>
    <w:rsid w:val="00DB77DC"/>
    <w:rsid w:val="00DC0019"/>
    <w:rsid w:val="00DC15E9"/>
    <w:rsid w:val="00DC1C72"/>
    <w:rsid w:val="00DC25CA"/>
    <w:rsid w:val="00DC38CB"/>
    <w:rsid w:val="00DC539B"/>
    <w:rsid w:val="00DC59AB"/>
    <w:rsid w:val="00DC7695"/>
    <w:rsid w:val="00DD1E6F"/>
    <w:rsid w:val="00DD208A"/>
    <w:rsid w:val="00DD22F2"/>
    <w:rsid w:val="00DD23FB"/>
    <w:rsid w:val="00DD266F"/>
    <w:rsid w:val="00DD30E8"/>
    <w:rsid w:val="00DD58CE"/>
    <w:rsid w:val="00DD59BB"/>
    <w:rsid w:val="00DE0396"/>
    <w:rsid w:val="00DE1BF0"/>
    <w:rsid w:val="00DE43E1"/>
    <w:rsid w:val="00DE6DD9"/>
    <w:rsid w:val="00DF2078"/>
    <w:rsid w:val="00DF3A1A"/>
    <w:rsid w:val="00E01AB2"/>
    <w:rsid w:val="00E02560"/>
    <w:rsid w:val="00E03D16"/>
    <w:rsid w:val="00E12B54"/>
    <w:rsid w:val="00E17286"/>
    <w:rsid w:val="00E1789B"/>
    <w:rsid w:val="00E17FBC"/>
    <w:rsid w:val="00E20E96"/>
    <w:rsid w:val="00E21B71"/>
    <w:rsid w:val="00E24ABC"/>
    <w:rsid w:val="00E27CCC"/>
    <w:rsid w:val="00E3170B"/>
    <w:rsid w:val="00E31FA1"/>
    <w:rsid w:val="00E33350"/>
    <w:rsid w:val="00E33A10"/>
    <w:rsid w:val="00E34760"/>
    <w:rsid w:val="00E41ECD"/>
    <w:rsid w:val="00E42FBF"/>
    <w:rsid w:val="00E44CF7"/>
    <w:rsid w:val="00E4683C"/>
    <w:rsid w:val="00E473BE"/>
    <w:rsid w:val="00E50F5B"/>
    <w:rsid w:val="00E517CC"/>
    <w:rsid w:val="00E518A7"/>
    <w:rsid w:val="00E52429"/>
    <w:rsid w:val="00E53A62"/>
    <w:rsid w:val="00E55007"/>
    <w:rsid w:val="00E55479"/>
    <w:rsid w:val="00E613A8"/>
    <w:rsid w:val="00E61FA6"/>
    <w:rsid w:val="00E62559"/>
    <w:rsid w:val="00E62B37"/>
    <w:rsid w:val="00E71DE6"/>
    <w:rsid w:val="00E72052"/>
    <w:rsid w:val="00E72B01"/>
    <w:rsid w:val="00E74DD2"/>
    <w:rsid w:val="00E764ED"/>
    <w:rsid w:val="00E765AF"/>
    <w:rsid w:val="00E76C28"/>
    <w:rsid w:val="00E83816"/>
    <w:rsid w:val="00E85244"/>
    <w:rsid w:val="00E87778"/>
    <w:rsid w:val="00E87788"/>
    <w:rsid w:val="00E9075E"/>
    <w:rsid w:val="00E95E46"/>
    <w:rsid w:val="00EA09B7"/>
    <w:rsid w:val="00EA1816"/>
    <w:rsid w:val="00EA1C57"/>
    <w:rsid w:val="00EA24AA"/>
    <w:rsid w:val="00EA56C6"/>
    <w:rsid w:val="00EA5901"/>
    <w:rsid w:val="00EA5BB5"/>
    <w:rsid w:val="00EB1982"/>
    <w:rsid w:val="00EB249B"/>
    <w:rsid w:val="00EB25DA"/>
    <w:rsid w:val="00EB54B4"/>
    <w:rsid w:val="00EC7EA4"/>
    <w:rsid w:val="00ED0EEA"/>
    <w:rsid w:val="00ED0F63"/>
    <w:rsid w:val="00ED120C"/>
    <w:rsid w:val="00ED1E17"/>
    <w:rsid w:val="00ED66F0"/>
    <w:rsid w:val="00ED7928"/>
    <w:rsid w:val="00EE0E05"/>
    <w:rsid w:val="00EE2401"/>
    <w:rsid w:val="00EE2B97"/>
    <w:rsid w:val="00EE3252"/>
    <w:rsid w:val="00EE3F73"/>
    <w:rsid w:val="00EE43D0"/>
    <w:rsid w:val="00EE597B"/>
    <w:rsid w:val="00EF2C79"/>
    <w:rsid w:val="00EF40C6"/>
    <w:rsid w:val="00EF41FD"/>
    <w:rsid w:val="00EF5BD5"/>
    <w:rsid w:val="00F0149C"/>
    <w:rsid w:val="00F026AB"/>
    <w:rsid w:val="00F02AB9"/>
    <w:rsid w:val="00F02F8A"/>
    <w:rsid w:val="00F04175"/>
    <w:rsid w:val="00F05D52"/>
    <w:rsid w:val="00F065F9"/>
    <w:rsid w:val="00F10054"/>
    <w:rsid w:val="00F101B2"/>
    <w:rsid w:val="00F11969"/>
    <w:rsid w:val="00F13228"/>
    <w:rsid w:val="00F174EC"/>
    <w:rsid w:val="00F200A4"/>
    <w:rsid w:val="00F20A59"/>
    <w:rsid w:val="00F21945"/>
    <w:rsid w:val="00F22A3F"/>
    <w:rsid w:val="00F2710F"/>
    <w:rsid w:val="00F27996"/>
    <w:rsid w:val="00F27ACE"/>
    <w:rsid w:val="00F308B2"/>
    <w:rsid w:val="00F322F4"/>
    <w:rsid w:val="00F32771"/>
    <w:rsid w:val="00F32A30"/>
    <w:rsid w:val="00F33FC7"/>
    <w:rsid w:val="00F35764"/>
    <w:rsid w:val="00F363B2"/>
    <w:rsid w:val="00F36B76"/>
    <w:rsid w:val="00F3722A"/>
    <w:rsid w:val="00F3753D"/>
    <w:rsid w:val="00F44152"/>
    <w:rsid w:val="00F44966"/>
    <w:rsid w:val="00F45078"/>
    <w:rsid w:val="00F50EC8"/>
    <w:rsid w:val="00F51856"/>
    <w:rsid w:val="00F51FF2"/>
    <w:rsid w:val="00F53AA6"/>
    <w:rsid w:val="00F540BA"/>
    <w:rsid w:val="00F57031"/>
    <w:rsid w:val="00F602FC"/>
    <w:rsid w:val="00F6036B"/>
    <w:rsid w:val="00F60684"/>
    <w:rsid w:val="00F60CCD"/>
    <w:rsid w:val="00F616B4"/>
    <w:rsid w:val="00F639FE"/>
    <w:rsid w:val="00F65BC2"/>
    <w:rsid w:val="00F66A20"/>
    <w:rsid w:val="00F6789A"/>
    <w:rsid w:val="00F707C4"/>
    <w:rsid w:val="00F713F1"/>
    <w:rsid w:val="00F72EE9"/>
    <w:rsid w:val="00F731FB"/>
    <w:rsid w:val="00F80AAA"/>
    <w:rsid w:val="00F82909"/>
    <w:rsid w:val="00F82A8C"/>
    <w:rsid w:val="00F83C15"/>
    <w:rsid w:val="00F86867"/>
    <w:rsid w:val="00F875F8"/>
    <w:rsid w:val="00F8797B"/>
    <w:rsid w:val="00F916D0"/>
    <w:rsid w:val="00F91A36"/>
    <w:rsid w:val="00F92438"/>
    <w:rsid w:val="00F94CE3"/>
    <w:rsid w:val="00F96023"/>
    <w:rsid w:val="00FA276D"/>
    <w:rsid w:val="00FA4E4F"/>
    <w:rsid w:val="00FA6C1C"/>
    <w:rsid w:val="00FA6EA8"/>
    <w:rsid w:val="00FB2588"/>
    <w:rsid w:val="00FB359E"/>
    <w:rsid w:val="00FB589E"/>
    <w:rsid w:val="00FB6FF5"/>
    <w:rsid w:val="00FC094B"/>
    <w:rsid w:val="00FC0FAE"/>
    <w:rsid w:val="00FC34EA"/>
    <w:rsid w:val="00FC47F9"/>
    <w:rsid w:val="00FC5403"/>
    <w:rsid w:val="00FC6A1D"/>
    <w:rsid w:val="00FD274A"/>
    <w:rsid w:val="00FD51F8"/>
    <w:rsid w:val="00FD5B9E"/>
    <w:rsid w:val="00FD7244"/>
    <w:rsid w:val="00FD7631"/>
    <w:rsid w:val="00FE3F1D"/>
    <w:rsid w:val="00FE5285"/>
    <w:rsid w:val="00FE5E26"/>
    <w:rsid w:val="00FE6DC1"/>
    <w:rsid w:val="00FE7C60"/>
    <w:rsid w:val="00FF06E7"/>
    <w:rsid w:val="00FF0B2F"/>
    <w:rsid w:val="00FF5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7.xml"/><Relationship Id="rId5" Type="http://schemas.openxmlformats.org/officeDocument/2006/relationships/theme" Target="theme/theme1.xml"/><Relationship Id="rId10" Type="http://schemas.openxmlformats.org/officeDocument/2006/relationships/customXml" Target="../customXml/item5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D2CA7B5FB71A264D869715292D8DF0BE" ma:contentTypeVersion="4" ma:contentTypeDescription="The base project type from which other project content types inherit their information." ma:contentTypeScope="" ma:versionID="9845818517549d35dc04666edeb11fe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28d8e073edeecece253e3fcd726c0a2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72895214-276b-4a49-b330-4591213fdcf7}" ma:internalName="TaxCatchAll" ma:showField="CatchAllData" ma:web="422b0ecb-bb1b-4d97-9307-5fe40f7865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72895214-276b-4a49-b330-4591213fdcf7}" ma:internalName="TaxCatchAllLabel" ma:readOnly="true" ma:showField="CatchAllDataLabel" ma:web="422b0ecb-bb1b-4d97-9307-5fe40f7865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 xsi:nil="true"/>
    <Key_x0020_Document xmlns="cdc7663a-08f0-4737-9e8c-148ce897a09c">false</Key_x0020_Document>
    <Division_x0020_or_x0020_Unit xmlns="cdc7663a-08f0-4737-9e8c-148ce897a09c">VPC/PDP</Division_x0020_or_x0020_Unit>
    <Other_x0020_Author xmlns="cdc7663a-08f0-4737-9e8c-148ce897a09c" xsi:nil="true"/>
    <IDBDocs_x0020_Number xmlns="cdc7663a-08f0-4737-9e8c-148ce897a09c">35234155</IDBDocs_x0020_Number>
    <Document_x0020_Author xmlns="cdc7663a-08f0-4737-9e8c-148ce897a09c">DOROTHYP</Document_x0020_Author>
    <Operation_x0020_Type xmlns="cdc7663a-08f0-4737-9e8c-148ce897a09c" xsi:nil="true"/>
    <TaxCatchAll xmlns="cdc7663a-08f0-4737-9e8c-148ce897a09c">
      <Value>20</Value>
      <Value>21</Value>
    </TaxCatchAll>
    <Fiscal_x0020_Year_x0020_IDB xmlns="cdc7663a-08f0-4737-9e8c-148ce897a09c">2001</Fiscal_x0020_Year_x0020_IDB>
    <Project_x0020_Number xmlns="cdc7663a-08f0-4737-9e8c-148ce897a09c">TC0008006</Project_x0020_Number>
    <Package_x0020_Code xmlns="cdc7663a-08f0-4737-9e8c-148ce897a09c" xsi:nil="true"/>
    <Migration_x0020_Info xmlns="cdc7663a-08f0-4737-9e8c-148ce897a09c">&lt;div class="ExternalClassE06A2D054DB24589B7CC1B23E58AA030"&gt;MS WORDGPNGeneral Procurement Notices0&lt;/div&gt;</Migration_x0020_Info>
    <Approval_x0020_Number xmlns="cdc7663a-08f0-4737-9e8c-148ce897a09c" xsi:nil="true"/>
    <Business_x0020_Area xmlns="cdc7663a-08f0-4737-9e8c-148ce897a09c" xsi:nil="true"/>
    <SISCOR_x0020_Number xmlns="cdc7663a-08f0-4737-9e8c-148ce897a09c" xsi:nil="true"/>
    <Identifier xmlns="cdc7663a-08f0-4737-9e8c-148ce897a09c"> BIDDING</Identifier>
    <Document_x0020_Language_x0020_IDB xmlns="cdc7663a-08f0-4737-9e8c-148ce897a09c">English</Document_x0020_Language_x0020_IDB>
    <Phase xmlns="cdc7663a-08f0-4737-9e8c-148ce897a09c" xsi:nil="true"/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EZSHARE-1079845749-1430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https://idbg.sharepoint.com/teams/ez-ExitedInactiveOperations/_layouts/15/DocIdRedir.aspx?ID=EZSHARE-1079845749-1430</Url>
      <Description>EZSHARE-1079845749-1430</Description>
    </_dlc_DocIdUrl>
  </documentManagement>
</p:properties>
</file>

<file path=customXml/item6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23FFE93C-C25F-4F93-8F41-DA4200B9EEEB}"/>
</file>

<file path=customXml/itemProps2.xml><?xml version="1.0" encoding="utf-8"?>
<ds:datastoreItem xmlns:ds="http://schemas.openxmlformats.org/officeDocument/2006/customXml" ds:itemID="{1A5BD17F-738B-45F4-B8C6-B61C5D7A2B13}"/>
</file>

<file path=customXml/itemProps3.xml><?xml version="1.0" encoding="utf-8"?>
<ds:datastoreItem xmlns:ds="http://schemas.openxmlformats.org/officeDocument/2006/customXml" ds:itemID="{6A3B078B-7DB6-4B5C-8169-FDB9A09B89AB}"/>
</file>

<file path=customXml/itemProps4.xml><?xml version="1.0" encoding="utf-8"?>
<ds:datastoreItem xmlns:ds="http://schemas.openxmlformats.org/officeDocument/2006/customXml" ds:itemID="{A36F9B3A-DB74-4164-8F47-423BED46A50D}"/>
</file>

<file path=customXml/itemProps5.xml><?xml version="1.0" encoding="utf-8"?>
<ds:datastoreItem xmlns:ds="http://schemas.openxmlformats.org/officeDocument/2006/customXml" ds:itemID="{D47359DD-1509-45EC-AF8E-C6D908AED29F}"/>
</file>

<file path=customXml/itemProps6.xml><?xml version="1.0" encoding="utf-8"?>
<ds:datastoreItem xmlns:ds="http://schemas.openxmlformats.org/officeDocument/2006/customXml" ds:itemID="{AEAB3F96-4A92-4E8A-B218-57050181608E}"/>
</file>

<file path=customXml/itemProps7.xml><?xml version="1.0" encoding="utf-8"?>
<ds:datastoreItem xmlns:ds="http://schemas.openxmlformats.org/officeDocument/2006/customXml" ds:itemID="{163DCDEB-161A-4A86-9905-7A88CC9C5D24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8</Words>
  <Characters>49</Characters>
  <Application>Microsoft Office Outlook</Application>
  <DocSecurity>0</DocSecurity>
  <Lines>0</Lines>
  <Paragraphs>0</Paragraphs>
  <ScaleCrop>false</ScaleCrop>
  <Company>Inter-American Development Bank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 Procurement Notice</dc:title>
  <dc:subject/>
  <dc:creator>Juan Leon-Cruz</dc:creator>
  <cp:keywords/>
  <dc:description/>
  <cp:lastModifiedBy>Inter-American Development Bank</cp:lastModifiedBy>
  <cp:revision>3</cp:revision>
  <dcterms:created xsi:type="dcterms:W3CDTF">2009-04-13T15:47:00Z</dcterms:created>
  <dcterms:modified xsi:type="dcterms:W3CDTF">2009-04-17T15:48:00Z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0x010100ACF722E9F6B0B149B0CD8BE2560A667200D2CA7B5FB71A264D869715292D8DF0BE</vt:lpwstr>
  </property>
  <property fmtid="{D5CDD505-2E9C-101B-9397-08002B2CF9AE}" pid="5" name="TaxKeywordTaxHTField">
    <vt:lpwstr/>
  </property>
  <property fmtid="{D5CDD505-2E9C-101B-9397-08002B2CF9AE}" pid="6" name="Series Operations IDB">
    <vt:lpwstr>20;#Unclassified|a6dff32e-d477-44cd-a56b-85efe9e0a56c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To:">
    <vt:lpwstr/>
  </property>
  <property fmtid="{D5CDD505-2E9C-101B-9397-08002B2CF9AE}" pid="11" name="From:">
    <vt:lpwstr/>
  </property>
  <property fmtid="{D5CDD505-2E9C-101B-9397-08002B2CF9AE}" pid="12" name="Sector IDB">
    <vt:lpwstr/>
  </property>
  <property fmtid="{D5CDD505-2E9C-101B-9397-08002B2CF9AE}" pid="13" name="Function Operations IDB">
    <vt:lpwstr>21;#IDBDocs|cca77002-e150-4b2d-ab1f-1d7a7cdcae16</vt:lpwstr>
  </property>
  <property fmtid="{D5CDD505-2E9C-101B-9397-08002B2CF9AE}" pid="15" name="Disclosure Activity">
    <vt:lpwstr>General Procurement Notices</vt:lpwstr>
  </property>
  <property fmtid="{D5CDD505-2E9C-101B-9397-08002B2CF9AE}" pid="19" name="Webtopic">
    <vt:lpwstr>Government and Public Institutions</vt:lpwstr>
  </property>
  <property fmtid="{D5CDD505-2E9C-101B-9397-08002B2CF9AE}" pid="21" name="Disclosed">
    <vt:bool>false</vt:bool>
  </property>
  <property fmtid="{D5CDD505-2E9C-101B-9397-08002B2CF9AE}" pid="23" name="URL">
    <vt:lpwstr/>
  </property>
  <property fmtid="{D5CDD505-2E9C-101B-9397-08002B2CF9AE}" pid="26" name="_dlc_DocIdItemGuid">
    <vt:lpwstr>1af45aba-9113-4e4f-a0ba-f48fde5bde49</vt:lpwstr>
  </property>
  <property fmtid="{D5CDD505-2E9C-101B-9397-08002B2CF9AE}" pid="27" name="Abstract">
    <vt:lpwstr/>
  </property>
  <property fmtid="{D5CDD505-2E9C-101B-9397-08002B2CF9AE}" pid="28" name="Region">
    <vt:lpwstr/>
  </property>
  <property fmtid="{D5CDD505-2E9C-101B-9397-08002B2CF9AE}" pid="29" name="Publishing House">
    <vt:lpwstr/>
  </property>
  <property fmtid="{D5CDD505-2E9C-101B-9397-08002B2CF9AE}" pid="30" name="KP Topics">
    <vt:lpwstr/>
  </property>
  <property fmtid="{D5CDD505-2E9C-101B-9397-08002B2CF9AE}" pid="31" name="Editor1">
    <vt:lpwstr/>
  </property>
  <property fmtid="{D5CDD505-2E9C-101B-9397-08002B2CF9AE}" pid="32" name="Publication Type">
    <vt:lpwstr/>
  </property>
</Properties>
</file>