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014" w:rsidRPr="00130D38" w:rsidRDefault="00DC2014" w:rsidP="003103FC">
      <w:pPr>
        <w:tabs>
          <w:tab w:val="left" w:pos="10980"/>
        </w:tabs>
        <w:ind w:left="-900" w:right="-1774"/>
        <w:jc w:val="center"/>
        <w:outlineLvl w:val="0"/>
        <w:rPr>
          <w:b/>
          <w:sz w:val="20"/>
          <w:szCs w:val="20"/>
        </w:rPr>
      </w:pPr>
      <w:r w:rsidRPr="00130D38">
        <w:rPr>
          <w:b/>
          <w:sz w:val="20"/>
          <w:szCs w:val="20"/>
        </w:rPr>
        <w:t>CONSULTANCY SERVICE</w:t>
      </w:r>
      <w:r w:rsidRPr="00E804A5">
        <w:rPr>
          <w:b/>
          <w:sz w:val="20"/>
          <w:szCs w:val="20"/>
        </w:rPr>
        <w:t xml:space="preserve"> </w:t>
      </w:r>
      <w:r w:rsidRPr="00130D38">
        <w:rPr>
          <w:b/>
          <w:sz w:val="20"/>
          <w:szCs w:val="20"/>
        </w:rPr>
        <w:t>Natural Hazard Management in Urban Coastal Area (JA-T1019)</w:t>
      </w:r>
    </w:p>
    <w:p w:rsidR="00DC2014" w:rsidRPr="00130D38" w:rsidRDefault="00DC2014" w:rsidP="003103FC">
      <w:pPr>
        <w:jc w:val="center"/>
        <w:outlineLvl w:val="0"/>
        <w:rPr>
          <w:b/>
          <w:sz w:val="20"/>
          <w:szCs w:val="20"/>
        </w:rPr>
      </w:pPr>
      <w:r w:rsidRPr="00130D38">
        <w:rPr>
          <w:b/>
          <w:sz w:val="20"/>
          <w:szCs w:val="20"/>
        </w:rPr>
        <w:t>Procurement Plan</w:t>
      </w:r>
    </w:p>
    <w:p w:rsidR="00DC2014" w:rsidRPr="00130D38" w:rsidRDefault="00DC2014" w:rsidP="003103FC">
      <w:pPr>
        <w:jc w:val="center"/>
        <w:outlineLvl w:val="0"/>
        <w:rPr>
          <w:b/>
          <w:sz w:val="20"/>
          <w:szCs w:val="20"/>
        </w:rPr>
      </w:pPr>
      <w:r w:rsidRPr="00130D38">
        <w:rPr>
          <w:b/>
          <w:sz w:val="20"/>
          <w:szCs w:val="20"/>
        </w:rPr>
        <w:t>Period included in this procurement plan: from: 01/2009  - 0</w:t>
      </w:r>
      <w:r>
        <w:rPr>
          <w:b/>
          <w:sz w:val="20"/>
          <w:szCs w:val="20"/>
        </w:rPr>
        <w:t>3</w:t>
      </w:r>
      <w:r w:rsidRPr="00130D38">
        <w:rPr>
          <w:b/>
          <w:sz w:val="20"/>
          <w:szCs w:val="20"/>
        </w:rPr>
        <w:t>/2011</w:t>
      </w:r>
    </w:p>
    <w:p w:rsidR="00DC2014" w:rsidRDefault="00DC2014"/>
    <w:tbl>
      <w:tblPr>
        <w:tblW w:w="16794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4014"/>
        <w:gridCol w:w="1080"/>
        <w:gridCol w:w="900"/>
        <w:gridCol w:w="1260"/>
        <w:gridCol w:w="900"/>
        <w:gridCol w:w="1080"/>
        <w:gridCol w:w="1080"/>
        <w:gridCol w:w="1440"/>
        <w:gridCol w:w="1800"/>
        <w:gridCol w:w="1603"/>
        <w:gridCol w:w="17"/>
        <w:gridCol w:w="1603"/>
        <w:gridCol w:w="17"/>
      </w:tblGrid>
      <w:tr w:rsidR="00DC2014" w:rsidRPr="00AA5C81" w:rsidTr="001F62C2">
        <w:tblPrEx>
          <w:tblCellMar>
            <w:top w:w="0" w:type="dxa"/>
            <w:bottom w:w="0" w:type="dxa"/>
          </w:tblCellMar>
        </w:tblPrEx>
        <w:trPr>
          <w:gridAfter w:val="1"/>
          <w:wAfter w:w="17" w:type="dxa"/>
          <w:cantSplit/>
          <w:trHeight w:val="675"/>
        </w:trPr>
        <w:tc>
          <w:tcPr>
            <w:tcW w:w="4014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DC2014" w:rsidRPr="00AA5C81" w:rsidRDefault="00DC2014" w:rsidP="003103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A5C81">
              <w:rPr>
                <w:b/>
                <w:bCs/>
                <w:sz w:val="22"/>
                <w:szCs w:val="22"/>
              </w:rPr>
              <w:t>Description and Type of Procurement Contract</w:t>
            </w:r>
          </w:p>
          <w:p w:rsidR="00DC2014" w:rsidRPr="00AA5C81" w:rsidRDefault="00DC2014" w:rsidP="003103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DC2014" w:rsidRPr="00AA5C81" w:rsidRDefault="00DC2014" w:rsidP="003103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DC2014" w:rsidRPr="00AA5C81" w:rsidRDefault="00DC2014" w:rsidP="003103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DC2014" w:rsidRPr="00AA5C81" w:rsidRDefault="00DC2014" w:rsidP="003103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DC2014" w:rsidRPr="00AA5C81" w:rsidRDefault="00DC2014" w:rsidP="003103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DC2014" w:rsidRPr="00AA5C81" w:rsidRDefault="00DC2014" w:rsidP="00BB6F8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AA5C81">
              <w:rPr>
                <w:b/>
                <w:bCs/>
                <w:sz w:val="22"/>
                <w:szCs w:val="22"/>
              </w:rPr>
              <w:t>1. CONSULTANCIES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DC2014" w:rsidRPr="00AA5C81" w:rsidRDefault="00DC2014" w:rsidP="003103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A5C81">
              <w:rPr>
                <w:b/>
                <w:bCs/>
                <w:sz w:val="22"/>
                <w:szCs w:val="22"/>
              </w:rPr>
              <w:t>Estimated Contract (US$)</w:t>
            </w:r>
          </w:p>
        </w:tc>
        <w:tc>
          <w:tcPr>
            <w:tcW w:w="900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DC2014" w:rsidRPr="00AA5C81" w:rsidRDefault="00DC2014" w:rsidP="003103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A5C81">
              <w:rPr>
                <w:b/>
                <w:bCs/>
                <w:sz w:val="22"/>
                <w:szCs w:val="22"/>
              </w:rPr>
              <w:t>Procurement Method *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DC2014" w:rsidRPr="00AA5C81" w:rsidRDefault="00DC2014" w:rsidP="003103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A5C81">
              <w:rPr>
                <w:b/>
                <w:bCs/>
                <w:sz w:val="22"/>
                <w:szCs w:val="22"/>
              </w:rPr>
              <w:t>Review                   (ex ante or ex post)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2014" w:rsidRPr="00AA5C81" w:rsidRDefault="00DC2014" w:rsidP="003103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A5C81">
              <w:rPr>
                <w:b/>
                <w:bCs/>
                <w:sz w:val="22"/>
                <w:szCs w:val="22"/>
              </w:rPr>
              <w:t>Source of Financing and Percentage</w:t>
            </w:r>
          </w:p>
          <w:p w:rsidR="00DC2014" w:rsidRPr="00AA5C81" w:rsidRDefault="00DC2014" w:rsidP="0098611B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</w:tcPr>
          <w:p w:rsidR="00DC2014" w:rsidRPr="00AA5C81" w:rsidRDefault="00DC2014" w:rsidP="003103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A5C81">
              <w:rPr>
                <w:b/>
                <w:bCs/>
                <w:sz w:val="22"/>
                <w:szCs w:val="22"/>
              </w:rPr>
              <w:t>Prequalification Yes/No</w:t>
            </w:r>
          </w:p>
        </w:tc>
        <w:tc>
          <w:tcPr>
            <w:tcW w:w="324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2014" w:rsidRPr="00AA5C81" w:rsidRDefault="00DC2014" w:rsidP="003103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A5C81">
              <w:rPr>
                <w:b/>
                <w:bCs/>
                <w:sz w:val="22"/>
                <w:szCs w:val="22"/>
              </w:rPr>
              <w:t>Estimated Dates</w:t>
            </w:r>
          </w:p>
          <w:p w:rsidR="00DC2014" w:rsidRPr="00AA5C81" w:rsidRDefault="00DC2014" w:rsidP="003103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A5C81">
              <w:rPr>
                <w:b/>
                <w:bCs/>
                <w:sz w:val="22"/>
                <w:szCs w:val="22"/>
              </w:rPr>
              <w:t>MM/YY</w:t>
            </w:r>
          </w:p>
        </w:tc>
        <w:tc>
          <w:tcPr>
            <w:tcW w:w="160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DC2014" w:rsidRPr="00AA5C81" w:rsidRDefault="00DC2014" w:rsidP="003103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A5C81">
              <w:rPr>
                <w:b/>
                <w:bCs/>
                <w:sz w:val="22"/>
                <w:szCs w:val="22"/>
              </w:rPr>
              <w:t>Status (Pending, In Process, Awarded, Cancelled)</w:t>
            </w:r>
          </w:p>
        </w:tc>
        <w:tc>
          <w:tcPr>
            <w:tcW w:w="1620" w:type="dxa"/>
            <w:gridSpan w:val="2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DC2014" w:rsidRPr="00AA5C81" w:rsidRDefault="00DC2014" w:rsidP="003103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A5C81">
              <w:rPr>
                <w:b/>
                <w:bCs/>
                <w:sz w:val="22"/>
                <w:szCs w:val="22"/>
              </w:rPr>
              <w:t xml:space="preserve">Comments </w:t>
            </w:r>
          </w:p>
        </w:tc>
      </w:tr>
      <w:tr w:rsidR="00DC2014" w:rsidRPr="00AA5C81" w:rsidTr="001F62C2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401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AA5C81" w:rsidRDefault="00DC2014" w:rsidP="003103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AA5C81" w:rsidRDefault="00DC2014" w:rsidP="003103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AA5C81" w:rsidRDefault="00DC2014" w:rsidP="003103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AA5C81" w:rsidRDefault="00DC2014" w:rsidP="003103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2014" w:rsidRPr="00957A01" w:rsidRDefault="00DC2014" w:rsidP="003103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57A01">
              <w:rPr>
                <w:b/>
                <w:bCs/>
                <w:sz w:val="22"/>
                <w:szCs w:val="22"/>
              </w:rPr>
              <w:t>IDB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2014" w:rsidRPr="00957A01" w:rsidRDefault="00DC2014" w:rsidP="003103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57A01">
              <w:rPr>
                <w:b/>
                <w:sz w:val="22"/>
                <w:szCs w:val="22"/>
              </w:rPr>
              <w:t xml:space="preserve">Local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2014" w:rsidRPr="00AA5C81" w:rsidRDefault="00DC2014" w:rsidP="003103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2014" w:rsidRPr="00AA5C81" w:rsidRDefault="00DC2014" w:rsidP="003103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A5C81">
              <w:rPr>
                <w:b/>
                <w:bCs/>
                <w:sz w:val="22"/>
                <w:szCs w:val="22"/>
              </w:rPr>
              <w:t>Publication of Specific Procurement  Notice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2014" w:rsidRPr="00AA5C81" w:rsidRDefault="00DC2014" w:rsidP="003103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A5C81">
              <w:rPr>
                <w:b/>
                <w:bCs/>
                <w:sz w:val="22"/>
                <w:szCs w:val="22"/>
              </w:rPr>
              <w:t>Completion of Contract</w:t>
            </w:r>
          </w:p>
        </w:tc>
        <w:tc>
          <w:tcPr>
            <w:tcW w:w="162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AA5C81" w:rsidRDefault="00DC2014" w:rsidP="003103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AA5C81" w:rsidRDefault="00DC2014" w:rsidP="003103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C2014" w:rsidRPr="00AA5C81" w:rsidTr="001F62C2">
        <w:tblPrEx>
          <w:tblCellMar>
            <w:top w:w="0" w:type="dxa"/>
            <w:bottom w:w="0" w:type="dxa"/>
          </w:tblCellMar>
        </w:tblPrEx>
        <w:trPr>
          <w:trHeight w:val="1038"/>
        </w:trPr>
        <w:tc>
          <w:tcPr>
            <w:tcW w:w="4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1D54C1">
            <w:pPr>
              <w:jc w:val="both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1. Perform Risk Assessment for Three Major Coastal Areas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1D54C1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80,000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1D54C1">
            <w:pPr>
              <w:jc w:val="center"/>
              <w:rPr>
                <w:sz w:val="22"/>
                <w:szCs w:val="22"/>
              </w:rPr>
            </w:pPr>
          </w:p>
          <w:p w:rsidR="00DC2014" w:rsidRPr="00957A01" w:rsidRDefault="00DC2014" w:rsidP="001D54C1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QCSB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203A7C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Ex-ante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203A7C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203A7C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203A7C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 xml:space="preserve">No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203A7C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 xml:space="preserve">May 2009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Default="00DC2014" w:rsidP="00203A7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DC2014" w:rsidRPr="00957A01" w:rsidRDefault="00DC2014" w:rsidP="00203A7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57A01">
              <w:rPr>
                <w:bCs/>
                <w:sz w:val="22"/>
                <w:szCs w:val="22"/>
              </w:rPr>
              <w:t xml:space="preserve">Mar 2009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203A7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57A01">
              <w:rPr>
                <w:bCs/>
                <w:sz w:val="22"/>
                <w:szCs w:val="22"/>
              </w:rPr>
              <w:t>Cancelled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203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Eliminated (merged in  consultancy  No. 3)</w:t>
            </w:r>
          </w:p>
        </w:tc>
      </w:tr>
      <w:tr w:rsidR="00DC2014" w:rsidRPr="00AA5C81" w:rsidTr="001F62C2">
        <w:tblPrEx>
          <w:tblCellMar>
            <w:top w:w="0" w:type="dxa"/>
            <w:bottom w:w="0" w:type="dxa"/>
          </w:tblCellMar>
        </w:tblPrEx>
        <w:trPr>
          <w:trHeight w:val="498"/>
        </w:trPr>
        <w:tc>
          <w:tcPr>
            <w:tcW w:w="4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1D54C1">
            <w:pPr>
              <w:jc w:val="both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2. Formulation of Ten Parish Risk</w:t>
            </w:r>
          </w:p>
          <w:p w:rsidR="00DC2014" w:rsidRPr="00957A01" w:rsidRDefault="00DC2014" w:rsidP="001D54C1">
            <w:pPr>
              <w:jc w:val="both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Management Plans (includes hosting of workshops and a participatory Methodology)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1D54C1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155,000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1D54C1">
            <w:pPr>
              <w:jc w:val="center"/>
              <w:rPr>
                <w:sz w:val="22"/>
                <w:szCs w:val="22"/>
              </w:rPr>
            </w:pPr>
          </w:p>
          <w:p w:rsidR="00DC2014" w:rsidRPr="00957A01" w:rsidRDefault="00DC2014" w:rsidP="001D54C1">
            <w:pPr>
              <w:jc w:val="center"/>
              <w:rPr>
                <w:sz w:val="22"/>
                <w:szCs w:val="22"/>
              </w:rPr>
            </w:pPr>
          </w:p>
          <w:p w:rsidR="00DC2014" w:rsidRPr="00957A01" w:rsidRDefault="00DC2014" w:rsidP="001D54C1">
            <w:pPr>
              <w:jc w:val="center"/>
              <w:rPr>
                <w:sz w:val="22"/>
                <w:szCs w:val="22"/>
              </w:rPr>
            </w:pPr>
          </w:p>
          <w:p w:rsidR="00DC2014" w:rsidRPr="00957A01" w:rsidRDefault="00DC2014" w:rsidP="001D54C1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QCBS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1D54C1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 xml:space="preserve">Ex-ante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1D54C1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1D54C1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 xml:space="preserve">0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1D54C1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 xml:space="preserve">No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1D54C1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 xml:space="preserve">May 2009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Default="00DC2014" w:rsidP="001D54C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DC2014" w:rsidRPr="00957A01" w:rsidRDefault="00DC2014" w:rsidP="001D54C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57A01">
              <w:rPr>
                <w:bCs/>
                <w:sz w:val="22"/>
                <w:szCs w:val="22"/>
              </w:rPr>
              <w:t xml:space="preserve">Mar 2009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1D54C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57A01">
              <w:rPr>
                <w:bCs/>
                <w:sz w:val="22"/>
                <w:szCs w:val="22"/>
              </w:rPr>
              <w:t>Cancelled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1D54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Eliminated (merged in consultancy  No.3)</w:t>
            </w:r>
          </w:p>
        </w:tc>
      </w:tr>
      <w:tr w:rsidR="00DC2014" w:rsidRPr="00AA5C81" w:rsidTr="001F62C2">
        <w:tblPrEx>
          <w:tblCellMar>
            <w:top w:w="0" w:type="dxa"/>
            <w:bottom w:w="0" w:type="dxa"/>
          </w:tblCellMar>
        </w:tblPrEx>
        <w:trPr>
          <w:trHeight w:val="327"/>
        </w:trPr>
        <w:tc>
          <w:tcPr>
            <w:tcW w:w="4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1D54C1">
            <w:pPr>
              <w:jc w:val="both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3. Risk assessment for three major coastal areas; formulation of associated  risk management plans (includes hosting of workshops and a participatory methodology); and development of Toolkit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1D54C1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300,000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1D54C1">
            <w:pPr>
              <w:jc w:val="center"/>
              <w:rPr>
                <w:sz w:val="22"/>
                <w:szCs w:val="22"/>
              </w:rPr>
            </w:pPr>
          </w:p>
          <w:p w:rsidR="00DC2014" w:rsidRPr="00957A01" w:rsidRDefault="00DC2014" w:rsidP="001D54C1">
            <w:pPr>
              <w:jc w:val="center"/>
              <w:rPr>
                <w:sz w:val="22"/>
                <w:szCs w:val="22"/>
              </w:rPr>
            </w:pPr>
          </w:p>
          <w:p w:rsidR="00DC2014" w:rsidRPr="00957A01" w:rsidRDefault="00DC2014" w:rsidP="001D54C1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QCSB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1D54C1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 xml:space="preserve">Ex-ante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1D54C1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1D54C1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1D54C1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No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3103FC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Jan 2010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3103FC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Sep 2010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1D54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C2014" w:rsidRPr="00957A01" w:rsidRDefault="00DC2014" w:rsidP="001D54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C2014" w:rsidRPr="00957A01" w:rsidRDefault="00DC2014" w:rsidP="001D54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C2014" w:rsidRPr="00957A01" w:rsidRDefault="00DC2014" w:rsidP="001D54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Pending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1D54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C2014" w:rsidRPr="00957A01" w:rsidRDefault="00DC2014" w:rsidP="001D54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C2014" w:rsidRPr="00957A01" w:rsidRDefault="00DC2014" w:rsidP="001D54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C2014" w:rsidRPr="00957A01" w:rsidRDefault="00DC2014" w:rsidP="001D54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C2014" w:rsidRPr="00AA5C81" w:rsidTr="003103FC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4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1F62C2">
            <w:pPr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4. Support to Telecommunication Plan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1F62C2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18,000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1F62C2">
            <w:pPr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NICQ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1F62C2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 xml:space="preserve">Ex-ante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1F62C2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83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1F62C2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17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1F62C2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No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3103FC">
            <w:pPr>
              <w:jc w:val="center"/>
              <w:rPr>
                <w:sz w:val="22"/>
                <w:szCs w:val="22"/>
              </w:rPr>
            </w:pPr>
          </w:p>
          <w:p w:rsidR="00DC2014" w:rsidRPr="00957A01" w:rsidRDefault="00DC2014" w:rsidP="003103FC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Jun 2009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3103FC">
            <w:pPr>
              <w:jc w:val="center"/>
              <w:rPr>
                <w:sz w:val="22"/>
                <w:szCs w:val="22"/>
              </w:rPr>
            </w:pPr>
          </w:p>
          <w:p w:rsidR="00DC2014" w:rsidRPr="00957A01" w:rsidRDefault="00DC2014" w:rsidP="003103FC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Feb 2010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1F62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 xml:space="preserve">Awarded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1F62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7A01">
              <w:rPr>
                <w:rFonts w:ascii="Arial" w:hAnsi="Arial" w:cs="Arial"/>
                <w:sz w:val="22"/>
                <w:szCs w:val="22"/>
              </w:rPr>
              <w:t>National consultant</w:t>
            </w:r>
          </w:p>
        </w:tc>
      </w:tr>
      <w:tr w:rsidR="00DC2014" w:rsidRPr="00AA5C81" w:rsidTr="003103FC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4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A65FA1">
            <w:pPr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5. Development of a model for coastal community risk plan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A65FA1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8,500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A65FA1">
            <w:pPr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NICQ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A65FA1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 xml:space="preserve">Ex-ante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A65FA1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A65FA1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A65FA1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No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3103FC">
            <w:pPr>
              <w:jc w:val="center"/>
              <w:rPr>
                <w:sz w:val="22"/>
                <w:szCs w:val="22"/>
              </w:rPr>
            </w:pPr>
          </w:p>
          <w:p w:rsidR="00DC2014" w:rsidRPr="00957A01" w:rsidRDefault="00DC2014" w:rsidP="003103FC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Sep 2009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3103FC">
            <w:pPr>
              <w:jc w:val="center"/>
              <w:rPr>
                <w:sz w:val="22"/>
                <w:szCs w:val="22"/>
              </w:rPr>
            </w:pPr>
          </w:p>
          <w:p w:rsidR="00DC2014" w:rsidRPr="00957A01" w:rsidRDefault="00DC2014" w:rsidP="003103FC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Dec 2009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A65F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 xml:space="preserve">Awarded.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A65F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National consultant</w:t>
            </w:r>
          </w:p>
        </w:tc>
      </w:tr>
      <w:tr w:rsidR="00DC2014" w:rsidRPr="00AA5C81" w:rsidTr="003103FC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4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A65FA1">
            <w:pPr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6. Detailed design and implementation of mitigation projects identified in community risk management plans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A65FA1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90,000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A65FA1">
            <w:pPr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QCBS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A65FA1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 xml:space="preserve">Ex-ante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A65FA1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A65FA1">
            <w:pPr>
              <w:jc w:val="center"/>
              <w:rPr>
                <w:sz w:val="22"/>
                <w:szCs w:val="22"/>
              </w:rPr>
            </w:pPr>
          </w:p>
          <w:p w:rsidR="00DC2014" w:rsidRPr="00957A01" w:rsidRDefault="00DC2014" w:rsidP="00A65FA1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0</w:t>
            </w:r>
          </w:p>
          <w:p w:rsidR="00DC2014" w:rsidRPr="00957A01" w:rsidRDefault="00DC2014" w:rsidP="00A65F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A65FA1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No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A65FA1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Jan 2010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Default="00DC2014" w:rsidP="00A65F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C2014" w:rsidRPr="00957A01" w:rsidRDefault="00DC2014" w:rsidP="00A65F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 xml:space="preserve">Oct 2010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A65F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Pending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A65F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C2014" w:rsidRPr="00AA5C81" w:rsidTr="003103FC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4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A65FA1">
            <w:pPr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7. Review of National Disaster Risk Management Programme and ODPEM’s organizational structure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A65FA1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50,000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A65FA1">
            <w:pPr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IICQ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A65FA1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 xml:space="preserve">Ex-ante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A65FA1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 xml:space="preserve">83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A65FA1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 xml:space="preserve">17 </w:t>
            </w:r>
          </w:p>
          <w:p w:rsidR="00DC2014" w:rsidRPr="00957A01" w:rsidRDefault="00DC2014" w:rsidP="00A65FA1">
            <w:pPr>
              <w:jc w:val="center"/>
              <w:rPr>
                <w:sz w:val="22"/>
                <w:szCs w:val="22"/>
              </w:rPr>
            </w:pPr>
          </w:p>
          <w:p w:rsidR="00DC2014" w:rsidRPr="00957A01" w:rsidRDefault="00DC2014" w:rsidP="00A65F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A65FA1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 xml:space="preserve">No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A65FA1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 xml:space="preserve">Oct 2009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A65F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April 2010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A65F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In process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A65F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C2014" w:rsidRPr="00AA5C81" w:rsidTr="003103F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4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7B1FD3">
            <w:pPr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8. Review and analysis of institutional and legal framework – development of subsidiary legislation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7B1FD3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15,000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7B1FD3">
            <w:pPr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NICQ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7B1FD3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 xml:space="preserve">Ex-ante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7B1FD3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7B1FD3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 xml:space="preserve">0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7B1FD3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 xml:space="preserve">No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7B1FD3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June 2009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7B1F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Dec  2009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7B1F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7A01">
              <w:rPr>
                <w:rFonts w:ascii="Arial" w:hAnsi="Arial" w:cs="Arial"/>
                <w:sz w:val="22"/>
                <w:szCs w:val="22"/>
              </w:rPr>
              <w:t>Awarded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7B1F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7A01">
              <w:rPr>
                <w:rFonts w:ascii="Arial" w:hAnsi="Arial" w:cs="Arial"/>
                <w:sz w:val="22"/>
                <w:szCs w:val="22"/>
              </w:rPr>
              <w:t>National consultant</w:t>
            </w:r>
          </w:p>
        </w:tc>
      </w:tr>
      <w:tr w:rsidR="00DC2014" w:rsidRPr="00AA5C81" w:rsidTr="003103FC">
        <w:tblPrEx>
          <w:tblCellMar>
            <w:top w:w="0" w:type="dxa"/>
            <w:bottom w:w="0" w:type="dxa"/>
          </w:tblCellMar>
        </w:tblPrEx>
        <w:trPr>
          <w:trHeight w:val="507"/>
        </w:trPr>
        <w:tc>
          <w:tcPr>
            <w:tcW w:w="40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2014" w:rsidRPr="00957A01" w:rsidRDefault="00DC2014" w:rsidP="007B1FD3">
            <w:pPr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9.1. Mid term evaluation</w:t>
            </w:r>
          </w:p>
          <w:p w:rsidR="00DC2014" w:rsidRPr="00957A01" w:rsidRDefault="00DC2014" w:rsidP="007B1FD3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7B1FD3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10,000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2014" w:rsidRPr="00957A01" w:rsidRDefault="00DC2014" w:rsidP="007B1FD3">
            <w:pPr>
              <w:rPr>
                <w:sz w:val="22"/>
                <w:szCs w:val="22"/>
              </w:rPr>
            </w:pPr>
          </w:p>
          <w:p w:rsidR="00DC2014" w:rsidRPr="00957A01" w:rsidRDefault="00DC2014" w:rsidP="007B1FD3">
            <w:pPr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NICQ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7B1FD3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 xml:space="preserve">Ex-ante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7B1FD3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7B1FD3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0</w:t>
            </w:r>
          </w:p>
          <w:p w:rsidR="00DC2014" w:rsidRPr="00957A01" w:rsidRDefault="00DC2014" w:rsidP="007B1F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7B1FD3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No</w:t>
            </w:r>
          </w:p>
          <w:p w:rsidR="00DC2014" w:rsidRPr="00957A01" w:rsidRDefault="00DC2014" w:rsidP="007B1F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7B1FD3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Oct 2009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2014" w:rsidRPr="00957A01" w:rsidRDefault="00DC2014" w:rsidP="007B1FD3">
            <w:pPr>
              <w:rPr>
                <w:sz w:val="22"/>
                <w:szCs w:val="22"/>
              </w:rPr>
            </w:pPr>
          </w:p>
          <w:p w:rsidR="00DC2014" w:rsidRPr="00957A01" w:rsidRDefault="00DC2014" w:rsidP="00957A01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Dec 2010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7B1FD3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Pending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2014" w:rsidRPr="00957A01" w:rsidRDefault="00DC2014" w:rsidP="007B1FD3">
            <w:pPr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.</w:t>
            </w:r>
          </w:p>
        </w:tc>
      </w:tr>
      <w:tr w:rsidR="00DC2014" w:rsidRPr="00AA5C81" w:rsidTr="00396C50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40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7B1FD3">
            <w:pPr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 xml:space="preserve">9.2. Final Evaluation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7B1FD3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15,000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7B1FD3">
            <w:pPr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NICQ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7B1FD3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Ex-ante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7B1FD3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7B1FD3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7B1FD3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No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7B1FD3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Dec 2010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957A01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Mar 2011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7B1FD3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Pending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7B1FD3">
            <w:pPr>
              <w:rPr>
                <w:sz w:val="22"/>
                <w:szCs w:val="22"/>
              </w:rPr>
            </w:pPr>
          </w:p>
        </w:tc>
      </w:tr>
      <w:tr w:rsidR="00DC2014" w:rsidRPr="00AA5C81" w:rsidTr="00396C50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40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7B1F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 Technical Consultant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7B1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7B1F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NICQ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7B1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Ex-ante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7B1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7B1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7B1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7B1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Nov 2009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957A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Dec 2010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7B1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Pending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7B1FD3">
            <w:pPr>
              <w:rPr>
                <w:sz w:val="22"/>
                <w:szCs w:val="22"/>
              </w:rPr>
            </w:pPr>
          </w:p>
        </w:tc>
      </w:tr>
      <w:tr w:rsidR="00DC2014" w:rsidRPr="00AA5C81" w:rsidTr="003103F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4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7B1FD3">
            <w:pPr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957A01">
              <w:rPr>
                <w:sz w:val="22"/>
                <w:szCs w:val="22"/>
              </w:rPr>
              <w:t xml:space="preserve">. Audit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7B1FD3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15,000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7B1F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QCBS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7B1FD3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 xml:space="preserve">Ex-ante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7B1FD3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7B1FD3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7B1FD3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No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7B1FD3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Feb 20</w:t>
            </w:r>
            <w:r>
              <w:rPr>
                <w:sz w:val="22"/>
                <w:szCs w:val="22"/>
              </w:rPr>
              <w:t>11</w:t>
            </w:r>
            <w:r w:rsidRPr="00957A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957A01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Mar 20</w:t>
            </w:r>
            <w:r>
              <w:rPr>
                <w:sz w:val="22"/>
                <w:szCs w:val="22"/>
              </w:rPr>
              <w:t>11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7B1FD3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Pending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7B1FD3">
            <w:pPr>
              <w:rPr>
                <w:sz w:val="22"/>
                <w:szCs w:val="22"/>
              </w:rPr>
            </w:pPr>
          </w:p>
        </w:tc>
      </w:tr>
      <w:tr w:rsidR="00DC2014" w:rsidRPr="00AA5C81" w:rsidTr="00BB6F88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4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7B1F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57A01">
              <w:rPr>
                <w:rFonts w:ascii="Arial" w:hAnsi="Arial" w:cs="Arial"/>
                <w:color w:val="000000"/>
                <w:sz w:val="22"/>
                <w:szCs w:val="22"/>
              </w:rPr>
              <w:t>2. GOODS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7B1F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7B1F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7B1F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7B1F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7B1F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7B1F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7B1F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957A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7B1F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7B1F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C2014" w:rsidRPr="00AA5C81" w:rsidTr="00DE4027">
        <w:tblPrEx>
          <w:tblCellMar>
            <w:top w:w="0" w:type="dxa"/>
            <w:bottom w:w="0" w:type="dxa"/>
          </w:tblCellMar>
        </w:tblPrEx>
        <w:trPr>
          <w:trHeight w:val="957"/>
        </w:trPr>
        <w:tc>
          <w:tcPr>
            <w:tcW w:w="4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BB6F88">
            <w:pPr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957A01">
              <w:rPr>
                <w:sz w:val="22"/>
                <w:szCs w:val="22"/>
              </w:rPr>
              <w:t>. Procurement of telecommunication equipment (company must provide training)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BB6F88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45,000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Default="00DC2014" w:rsidP="00BB6F88">
            <w:pPr>
              <w:rPr>
                <w:sz w:val="22"/>
                <w:szCs w:val="22"/>
              </w:rPr>
            </w:pPr>
          </w:p>
          <w:p w:rsidR="00DC2014" w:rsidRDefault="00DC2014" w:rsidP="00BB6F88">
            <w:pPr>
              <w:rPr>
                <w:sz w:val="22"/>
                <w:szCs w:val="22"/>
              </w:rPr>
            </w:pPr>
          </w:p>
          <w:p w:rsidR="00DC2014" w:rsidRPr="00957A01" w:rsidRDefault="00DC2014" w:rsidP="00BB6F88">
            <w:pPr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DC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BB6F88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 xml:space="preserve">Ex-ante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BB6F88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BB6F88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 xml:space="preserve">0 </w:t>
            </w:r>
          </w:p>
          <w:p w:rsidR="00DC2014" w:rsidRPr="00957A01" w:rsidRDefault="00DC2014" w:rsidP="00BB6F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BB6F88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 xml:space="preserve">No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BB6F88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Nov 2009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Default="00DC2014" w:rsidP="00957A01">
            <w:pPr>
              <w:jc w:val="center"/>
              <w:rPr>
                <w:sz w:val="22"/>
                <w:szCs w:val="22"/>
              </w:rPr>
            </w:pPr>
          </w:p>
          <w:p w:rsidR="00DC2014" w:rsidRDefault="00DC2014" w:rsidP="00957A01">
            <w:pPr>
              <w:jc w:val="center"/>
              <w:rPr>
                <w:sz w:val="22"/>
                <w:szCs w:val="22"/>
              </w:rPr>
            </w:pPr>
          </w:p>
          <w:p w:rsidR="00DC2014" w:rsidRPr="00957A01" w:rsidRDefault="00DC2014" w:rsidP="00957A01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Dec 2009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BB6F88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Pending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3103FC">
            <w:pPr>
              <w:jc w:val="both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Due to standardization of equipment DC method will be applied.</w:t>
            </w:r>
          </w:p>
        </w:tc>
      </w:tr>
      <w:tr w:rsidR="00DC2014" w:rsidRPr="00AA5C81" w:rsidTr="003103F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4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BB6F88">
            <w:pPr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957A01">
              <w:rPr>
                <w:sz w:val="22"/>
                <w:szCs w:val="22"/>
              </w:rPr>
              <w:t>. Procure  IT equipment ( hardware and software ) staff training for ODPEM to conduct disaster simulations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BB6F88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957A01">
              <w:rPr>
                <w:sz w:val="22"/>
                <w:szCs w:val="22"/>
              </w:rPr>
              <w:t>,000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BB6F88">
            <w:pPr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 xml:space="preserve">PC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BB6F88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 xml:space="preserve">Ex-ante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BB6F88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BB6F88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BB6F88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No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3103FC">
            <w:pPr>
              <w:jc w:val="center"/>
              <w:rPr>
                <w:sz w:val="22"/>
                <w:szCs w:val="22"/>
              </w:rPr>
            </w:pPr>
          </w:p>
          <w:p w:rsidR="00DC2014" w:rsidRPr="00957A01" w:rsidRDefault="00DC2014" w:rsidP="003103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Dec</w:t>
            </w:r>
            <w:r w:rsidRPr="00957A01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09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957A01">
            <w:pPr>
              <w:jc w:val="center"/>
              <w:rPr>
                <w:sz w:val="22"/>
                <w:szCs w:val="22"/>
              </w:rPr>
            </w:pPr>
          </w:p>
          <w:p w:rsidR="00DC2014" w:rsidRPr="00957A01" w:rsidRDefault="00DC2014" w:rsidP="00957A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Feb</w:t>
            </w:r>
            <w:r w:rsidRPr="00957A01">
              <w:rPr>
                <w:sz w:val="22"/>
                <w:szCs w:val="22"/>
              </w:rPr>
              <w:t xml:space="preserve"> 2010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BB6F88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Pending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BB6F88">
            <w:pPr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 xml:space="preserve"> </w:t>
            </w:r>
          </w:p>
        </w:tc>
      </w:tr>
      <w:tr w:rsidR="00DC2014" w:rsidRPr="00AA5C81" w:rsidTr="003103F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4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BB6F88">
            <w:pPr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957A01">
              <w:rPr>
                <w:sz w:val="22"/>
                <w:szCs w:val="22"/>
              </w:rPr>
              <w:t>. Office supplies and consumables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BB6F88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10,000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BB6F88">
            <w:pPr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PC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BB6F88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 xml:space="preserve">Ex-post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BB6F88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BB6F88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BB6F88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No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396C50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Nov 2009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396C50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Mar 2011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014" w:rsidRPr="00957A01" w:rsidRDefault="00DC2014" w:rsidP="00396C50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In process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014" w:rsidRPr="00957A01" w:rsidRDefault="00DC2014" w:rsidP="00396C50">
            <w:pPr>
              <w:jc w:val="center"/>
              <w:rPr>
                <w:sz w:val="22"/>
                <w:szCs w:val="22"/>
              </w:rPr>
            </w:pPr>
            <w:r w:rsidRPr="00957A01">
              <w:rPr>
                <w:sz w:val="22"/>
                <w:szCs w:val="22"/>
              </w:rPr>
              <w:t>Local counterpart</w:t>
            </w:r>
          </w:p>
        </w:tc>
      </w:tr>
    </w:tbl>
    <w:p w:rsidR="00DC2014" w:rsidRDefault="00DC2014" w:rsidP="00203A7C">
      <w:pPr>
        <w:pStyle w:val="FootnoteText"/>
        <w:spacing w:before="60" w:beforeAutospacing="0" w:after="60" w:afterAutospacing="0"/>
        <w:ind w:left="1077" w:right="360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  <w:u w:val="single"/>
        </w:rPr>
        <w:t>* Goods and Works</w:t>
      </w:r>
      <w:r>
        <w:rPr>
          <w:rFonts w:ascii="Times New Roman" w:hAnsi="Times New Roman"/>
          <w:sz w:val="20"/>
          <w:szCs w:val="20"/>
        </w:rPr>
        <w:t xml:space="preserve">: </w:t>
      </w:r>
      <w:r>
        <w:rPr>
          <w:rFonts w:ascii="Times New Roman" w:hAnsi="Times New Roman"/>
          <w:b/>
          <w:bCs/>
          <w:sz w:val="20"/>
          <w:szCs w:val="20"/>
        </w:rPr>
        <w:t>ICB</w:t>
      </w:r>
      <w:r>
        <w:rPr>
          <w:rFonts w:ascii="Times New Roman" w:hAnsi="Times New Roman"/>
          <w:sz w:val="20"/>
          <w:szCs w:val="20"/>
        </w:rPr>
        <w:t xml:space="preserve">: International competitive bidding; </w:t>
      </w:r>
      <w:r>
        <w:rPr>
          <w:rFonts w:ascii="Times New Roman" w:hAnsi="Times New Roman"/>
          <w:b/>
          <w:bCs/>
          <w:sz w:val="20"/>
          <w:szCs w:val="20"/>
        </w:rPr>
        <w:t>LIB</w:t>
      </w:r>
      <w:r>
        <w:rPr>
          <w:rFonts w:ascii="Times New Roman" w:hAnsi="Times New Roman"/>
          <w:sz w:val="20"/>
          <w:szCs w:val="20"/>
        </w:rPr>
        <w:t xml:space="preserve">: limited international bidding; </w:t>
      </w:r>
      <w:r>
        <w:rPr>
          <w:rFonts w:ascii="Times New Roman" w:hAnsi="Times New Roman"/>
          <w:b/>
          <w:bCs/>
          <w:sz w:val="20"/>
          <w:szCs w:val="20"/>
        </w:rPr>
        <w:t>NCB</w:t>
      </w:r>
      <w:r>
        <w:rPr>
          <w:rFonts w:ascii="Times New Roman" w:hAnsi="Times New Roman"/>
          <w:sz w:val="20"/>
          <w:szCs w:val="20"/>
        </w:rPr>
        <w:t xml:space="preserve">: national competitive bidding; </w:t>
      </w:r>
      <w:r>
        <w:rPr>
          <w:rFonts w:ascii="Times New Roman" w:hAnsi="Times New Roman"/>
          <w:b/>
          <w:bCs/>
          <w:sz w:val="20"/>
          <w:szCs w:val="20"/>
        </w:rPr>
        <w:t>PC</w:t>
      </w:r>
      <w:r>
        <w:rPr>
          <w:rFonts w:ascii="Times New Roman" w:hAnsi="Times New Roman"/>
          <w:sz w:val="20"/>
          <w:szCs w:val="20"/>
        </w:rPr>
        <w:t xml:space="preserve">: price comparison; </w:t>
      </w:r>
      <w:r>
        <w:rPr>
          <w:rFonts w:ascii="Times New Roman" w:hAnsi="Times New Roman"/>
          <w:b/>
          <w:bCs/>
          <w:sz w:val="20"/>
          <w:szCs w:val="20"/>
        </w:rPr>
        <w:t>DC</w:t>
      </w:r>
      <w:r>
        <w:rPr>
          <w:rFonts w:ascii="Times New Roman" w:hAnsi="Times New Roman"/>
          <w:sz w:val="20"/>
          <w:szCs w:val="20"/>
        </w:rPr>
        <w:t xml:space="preserve">: direct contracting; </w:t>
      </w:r>
      <w:r>
        <w:rPr>
          <w:rFonts w:ascii="Times New Roman" w:hAnsi="Times New Roman"/>
          <w:b/>
          <w:bCs/>
          <w:sz w:val="20"/>
          <w:szCs w:val="20"/>
        </w:rPr>
        <w:t>FA</w:t>
      </w:r>
      <w:r>
        <w:rPr>
          <w:rFonts w:ascii="Times New Roman" w:hAnsi="Times New Roman"/>
          <w:sz w:val="20"/>
          <w:szCs w:val="20"/>
        </w:rPr>
        <w:t xml:space="preserve">: force account; </w:t>
      </w:r>
      <w:r>
        <w:rPr>
          <w:rFonts w:ascii="Times New Roman" w:hAnsi="Times New Roman"/>
          <w:b/>
          <w:bCs/>
          <w:sz w:val="20"/>
          <w:szCs w:val="20"/>
        </w:rPr>
        <w:t>PSA</w:t>
      </w:r>
      <w:r>
        <w:rPr>
          <w:rFonts w:ascii="Times New Roman" w:hAnsi="Times New Roman"/>
          <w:sz w:val="20"/>
          <w:szCs w:val="20"/>
        </w:rPr>
        <w:t xml:space="preserve">: Procurement through Specialized Agencies; </w:t>
      </w:r>
      <w:r>
        <w:rPr>
          <w:rFonts w:ascii="Times New Roman" w:hAnsi="Times New Roman"/>
          <w:b/>
          <w:bCs/>
          <w:sz w:val="20"/>
          <w:szCs w:val="20"/>
        </w:rPr>
        <w:t>PA:</w:t>
      </w:r>
      <w:r>
        <w:rPr>
          <w:rFonts w:ascii="Times New Roman" w:hAnsi="Times New Roman"/>
          <w:sz w:val="20"/>
          <w:szCs w:val="20"/>
        </w:rPr>
        <w:t xml:space="preserve"> Procurement Agents; </w:t>
      </w:r>
      <w:r>
        <w:rPr>
          <w:rFonts w:ascii="Times New Roman" w:hAnsi="Times New Roman"/>
          <w:b/>
          <w:bCs/>
          <w:sz w:val="20"/>
          <w:szCs w:val="20"/>
        </w:rPr>
        <w:t>IA:</w:t>
      </w:r>
      <w:r>
        <w:rPr>
          <w:rFonts w:ascii="Times New Roman" w:hAnsi="Times New Roman"/>
          <w:sz w:val="20"/>
          <w:szCs w:val="20"/>
        </w:rPr>
        <w:t xml:space="preserve"> Inspection Agents; </w:t>
      </w:r>
      <w:r>
        <w:rPr>
          <w:rFonts w:ascii="Times New Roman" w:hAnsi="Times New Roman"/>
          <w:b/>
          <w:bCs/>
          <w:sz w:val="20"/>
          <w:szCs w:val="20"/>
        </w:rPr>
        <w:t>PLFI</w:t>
      </w:r>
      <w:r>
        <w:rPr>
          <w:rFonts w:ascii="Times New Roman" w:hAnsi="Times New Roman"/>
          <w:sz w:val="20"/>
          <w:szCs w:val="20"/>
        </w:rPr>
        <w:t xml:space="preserve">: Procurement in Loans to Financial Intermediaries; </w:t>
      </w:r>
      <w:r>
        <w:rPr>
          <w:rFonts w:ascii="Times New Roman" w:hAnsi="Times New Roman"/>
          <w:b/>
          <w:bCs/>
          <w:sz w:val="20"/>
          <w:szCs w:val="20"/>
        </w:rPr>
        <w:t>BOO/BOT/BOOT:</w:t>
      </w:r>
      <w:r>
        <w:rPr>
          <w:rFonts w:ascii="Times New Roman" w:hAnsi="Times New Roman"/>
          <w:sz w:val="20"/>
          <w:szCs w:val="20"/>
        </w:rPr>
        <w:t xml:space="preserve"> Build, Own, Operate/Build, Operate, Transfer/Build, Own, Operate, Transfer; </w:t>
      </w:r>
      <w:r>
        <w:rPr>
          <w:rFonts w:ascii="Times New Roman" w:hAnsi="Times New Roman"/>
          <w:b/>
          <w:bCs/>
          <w:sz w:val="20"/>
          <w:szCs w:val="20"/>
        </w:rPr>
        <w:t>PBP</w:t>
      </w:r>
      <w:r>
        <w:rPr>
          <w:rFonts w:ascii="Times New Roman" w:hAnsi="Times New Roman"/>
          <w:sz w:val="20"/>
          <w:szCs w:val="20"/>
        </w:rPr>
        <w:t xml:space="preserve">: Performance-Based Procurement; </w:t>
      </w:r>
      <w:r>
        <w:rPr>
          <w:rFonts w:ascii="Times New Roman" w:hAnsi="Times New Roman"/>
          <w:b/>
          <w:bCs/>
          <w:sz w:val="20"/>
          <w:szCs w:val="20"/>
        </w:rPr>
        <w:t>PLGB: </w:t>
      </w:r>
      <w:r>
        <w:rPr>
          <w:rFonts w:ascii="Times New Roman" w:hAnsi="Times New Roman"/>
          <w:sz w:val="20"/>
          <w:szCs w:val="20"/>
        </w:rPr>
        <w:t xml:space="preserve">Procurement under Loans Guaranteed by the Bank; </w:t>
      </w:r>
      <w:r>
        <w:rPr>
          <w:rFonts w:ascii="Times New Roman" w:hAnsi="Times New Roman"/>
          <w:b/>
          <w:bCs/>
          <w:sz w:val="20"/>
          <w:szCs w:val="20"/>
        </w:rPr>
        <w:t>PCP</w:t>
      </w:r>
      <w:r>
        <w:rPr>
          <w:rFonts w:ascii="Times New Roman" w:hAnsi="Times New Roman"/>
          <w:sz w:val="20"/>
          <w:szCs w:val="20"/>
        </w:rPr>
        <w:t xml:space="preserve">: Community participation procurement.  </w:t>
      </w:r>
      <w:r>
        <w:rPr>
          <w:rFonts w:ascii="Times New Roman" w:hAnsi="Times New Roman"/>
          <w:b/>
          <w:bCs/>
          <w:sz w:val="20"/>
          <w:szCs w:val="20"/>
          <w:u w:val="single"/>
        </w:rPr>
        <w:t>Consulting Firms</w:t>
      </w:r>
      <w:r>
        <w:rPr>
          <w:rFonts w:ascii="Times New Roman" w:hAnsi="Times New Roman"/>
          <w:sz w:val="20"/>
          <w:szCs w:val="20"/>
          <w:u w:val="single"/>
        </w:rPr>
        <w:t>: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QCBS</w:t>
      </w:r>
      <w:r>
        <w:rPr>
          <w:rFonts w:ascii="Times New Roman" w:hAnsi="Times New Roman"/>
          <w:sz w:val="20"/>
          <w:szCs w:val="20"/>
        </w:rPr>
        <w:t xml:space="preserve">: Quality- and Cost-Based Selection </w:t>
      </w:r>
      <w:r>
        <w:rPr>
          <w:rFonts w:ascii="Times New Roman" w:hAnsi="Times New Roman"/>
          <w:b/>
          <w:bCs/>
          <w:sz w:val="20"/>
          <w:szCs w:val="20"/>
        </w:rPr>
        <w:t>QBS</w:t>
      </w:r>
      <w:r>
        <w:rPr>
          <w:rFonts w:ascii="Times New Roman" w:hAnsi="Times New Roman"/>
          <w:sz w:val="20"/>
          <w:szCs w:val="20"/>
        </w:rPr>
        <w:t xml:space="preserve">: Quality-Based Selection </w:t>
      </w:r>
      <w:r>
        <w:rPr>
          <w:rFonts w:ascii="Times New Roman" w:hAnsi="Times New Roman"/>
          <w:b/>
          <w:bCs/>
          <w:sz w:val="20"/>
          <w:szCs w:val="20"/>
        </w:rPr>
        <w:t>FBS</w:t>
      </w:r>
      <w:r>
        <w:rPr>
          <w:rFonts w:ascii="Times New Roman" w:hAnsi="Times New Roman"/>
          <w:sz w:val="20"/>
          <w:szCs w:val="20"/>
        </w:rPr>
        <w:t xml:space="preserve">: Selection under a Fixed Budget; </w:t>
      </w:r>
      <w:r>
        <w:rPr>
          <w:rFonts w:ascii="Times New Roman" w:hAnsi="Times New Roman"/>
          <w:b/>
          <w:bCs/>
          <w:sz w:val="20"/>
          <w:szCs w:val="20"/>
        </w:rPr>
        <w:t>LCS</w:t>
      </w:r>
      <w:r>
        <w:rPr>
          <w:rFonts w:ascii="Times New Roman" w:hAnsi="Times New Roman"/>
          <w:sz w:val="20"/>
          <w:szCs w:val="20"/>
        </w:rPr>
        <w:t xml:space="preserve">: Least-Cost Selection; </w:t>
      </w:r>
      <w:r>
        <w:rPr>
          <w:rFonts w:ascii="Times New Roman" w:hAnsi="Times New Roman"/>
          <w:b/>
          <w:bCs/>
          <w:sz w:val="20"/>
          <w:szCs w:val="20"/>
        </w:rPr>
        <w:t>CQS</w:t>
      </w:r>
      <w:r>
        <w:rPr>
          <w:rFonts w:ascii="Times New Roman" w:hAnsi="Times New Roman"/>
          <w:sz w:val="20"/>
          <w:szCs w:val="20"/>
        </w:rPr>
        <w:t xml:space="preserve">: Selection based on the Consultants’ Qualifications; </w:t>
      </w:r>
      <w:r>
        <w:rPr>
          <w:rFonts w:ascii="Times New Roman" w:hAnsi="Times New Roman"/>
          <w:b/>
          <w:bCs/>
          <w:sz w:val="20"/>
          <w:szCs w:val="20"/>
        </w:rPr>
        <w:t>SSS:</w:t>
      </w:r>
      <w:r>
        <w:rPr>
          <w:rFonts w:ascii="Times New Roman" w:hAnsi="Times New Roman"/>
          <w:sz w:val="20"/>
          <w:szCs w:val="20"/>
        </w:rPr>
        <w:t xml:space="preserve"> Single-Source Selection.  </w:t>
      </w:r>
      <w:r>
        <w:rPr>
          <w:rFonts w:ascii="Times New Roman" w:hAnsi="Times New Roman"/>
          <w:b/>
          <w:bCs/>
          <w:sz w:val="20"/>
          <w:szCs w:val="20"/>
          <w:u w:val="single"/>
        </w:rPr>
        <w:t>Individual Consultants</w:t>
      </w:r>
      <w:r>
        <w:rPr>
          <w:rFonts w:ascii="Times New Roman" w:hAnsi="Times New Roman"/>
          <w:sz w:val="20"/>
          <w:szCs w:val="20"/>
        </w:rPr>
        <w:t xml:space="preserve">: </w:t>
      </w:r>
      <w:r>
        <w:rPr>
          <w:rFonts w:ascii="Times New Roman" w:hAnsi="Times New Roman"/>
          <w:b/>
          <w:bCs/>
          <w:sz w:val="20"/>
          <w:szCs w:val="20"/>
        </w:rPr>
        <w:t>NICQ</w:t>
      </w:r>
      <w:r>
        <w:rPr>
          <w:rFonts w:ascii="Times New Roman" w:hAnsi="Times New Roman"/>
          <w:sz w:val="20"/>
          <w:szCs w:val="20"/>
        </w:rPr>
        <w:t xml:space="preserve">: National Individual Consultant selection based on Qualifications; </w:t>
      </w:r>
      <w:r>
        <w:rPr>
          <w:rFonts w:ascii="Times New Roman" w:hAnsi="Times New Roman"/>
          <w:b/>
          <w:bCs/>
          <w:sz w:val="20"/>
          <w:szCs w:val="20"/>
        </w:rPr>
        <w:t>IICQ</w:t>
      </w:r>
      <w:r>
        <w:rPr>
          <w:rFonts w:ascii="Times New Roman" w:hAnsi="Times New Roman"/>
          <w:sz w:val="20"/>
          <w:szCs w:val="20"/>
        </w:rPr>
        <w:t xml:space="preserve">: International Individual Consultant selection based on Qualifications </w:t>
      </w:r>
    </w:p>
    <w:p w:rsidR="00DC2014" w:rsidRPr="0098611B" w:rsidRDefault="00DC2014">
      <w:pPr>
        <w:rPr>
          <w:sz w:val="20"/>
          <w:szCs w:val="20"/>
        </w:rPr>
      </w:pPr>
    </w:p>
    <w:sectPr w:rsidR="00DC2014" w:rsidRPr="0098611B" w:rsidSect="0098611B">
      <w:pgSz w:w="23040" w:h="12240" w:orient="landscape" w:code="1"/>
      <w:pgMar w:top="1800" w:right="1440" w:bottom="1800" w:left="3125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611B"/>
    <w:rsid w:val="00001677"/>
    <w:rsid w:val="00001EED"/>
    <w:rsid w:val="00002EEC"/>
    <w:rsid w:val="000036B5"/>
    <w:rsid w:val="000049C2"/>
    <w:rsid w:val="00004B04"/>
    <w:rsid w:val="00005911"/>
    <w:rsid w:val="00005D16"/>
    <w:rsid w:val="000068C2"/>
    <w:rsid w:val="0000707A"/>
    <w:rsid w:val="000074BC"/>
    <w:rsid w:val="00010261"/>
    <w:rsid w:val="00010607"/>
    <w:rsid w:val="00010FD7"/>
    <w:rsid w:val="00012968"/>
    <w:rsid w:val="00012F15"/>
    <w:rsid w:val="000130BE"/>
    <w:rsid w:val="00014980"/>
    <w:rsid w:val="00016C3C"/>
    <w:rsid w:val="000170A1"/>
    <w:rsid w:val="000220EE"/>
    <w:rsid w:val="000233B3"/>
    <w:rsid w:val="00023AE2"/>
    <w:rsid w:val="00024309"/>
    <w:rsid w:val="00024735"/>
    <w:rsid w:val="00024FCB"/>
    <w:rsid w:val="00025A9C"/>
    <w:rsid w:val="00026018"/>
    <w:rsid w:val="00026C92"/>
    <w:rsid w:val="0002750F"/>
    <w:rsid w:val="00030783"/>
    <w:rsid w:val="00030833"/>
    <w:rsid w:val="0003111B"/>
    <w:rsid w:val="000312CD"/>
    <w:rsid w:val="00031938"/>
    <w:rsid w:val="000329C4"/>
    <w:rsid w:val="00032E57"/>
    <w:rsid w:val="00032ECB"/>
    <w:rsid w:val="00034644"/>
    <w:rsid w:val="00035312"/>
    <w:rsid w:val="00035E6A"/>
    <w:rsid w:val="00036E97"/>
    <w:rsid w:val="000405B9"/>
    <w:rsid w:val="00040F5F"/>
    <w:rsid w:val="00041D6E"/>
    <w:rsid w:val="00041E54"/>
    <w:rsid w:val="000433CB"/>
    <w:rsid w:val="00043F9A"/>
    <w:rsid w:val="00044904"/>
    <w:rsid w:val="0004498A"/>
    <w:rsid w:val="00045482"/>
    <w:rsid w:val="00046C31"/>
    <w:rsid w:val="000509AD"/>
    <w:rsid w:val="000518B2"/>
    <w:rsid w:val="00051D6C"/>
    <w:rsid w:val="000520E9"/>
    <w:rsid w:val="00052329"/>
    <w:rsid w:val="000524DF"/>
    <w:rsid w:val="00052EC6"/>
    <w:rsid w:val="0005326B"/>
    <w:rsid w:val="00053337"/>
    <w:rsid w:val="0005536D"/>
    <w:rsid w:val="00055A34"/>
    <w:rsid w:val="0005606D"/>
    <w:rsid w:val="00057D01"/>
    <w:rsid w:val="00057D32"/>
    <w:rsid w:val="00060AED"/>
    <w:rsid w:val="00060B3A"/>
    <w:rsid w:val="000617D5"/>
    <w:rsid w:val="00064025"/>
    <w:rsid w:val="00064963"/>
    <w:rsid w:val="00064D3B"/>
    <w:rsid w:val="00064FF1"/>
    <w:rsid w:val="0006551B"/>
    <w:rsid w:val="00065571"/>
    <w:rsid w:val="000655EF"/>
    <w:rsid w:val="00065953"/>
    <w:rsid w:val="000667B7"/>
    <w:rsid w:val="00067C91"/>
    <w:rsid w:val="000700A2"/>
    <w:rsid w:val="000713DA"/>
    <w:rsid w:val="00071E11"/>
    <w:rsid w:val="000720B1"/>
    <w:rsid w:val="00072F2A"/>
    <w:rsid w:val="0007338E"/>
    <w:rsid w:val="000749E2"/>
    <w:rsid w:val="000759E8"/>
    <w:rsid w:val="00075A4F"/>
    <w:rsid w:val="00076673"/>
    <w:rsid w:val="00077F8E"/>
    <w:rsid w:val="00081C40"/>
    <w:rsid w:val="000826E5"/>
    <w:rsid w:val="00083538"/>
    <w:rsid w:val="000847FB"/>
    <w:rsid w:val="0008496D"/>
    <w:rsid w:val="00084E35"/>
    <w:rsid w:val="00085573"/>
    <w:rsid w:val="00086F6C"/>
    <w:rsid w:val="000902C7"/>
    <w:rsid w:val="0009068B"/>
    <w:rsid w:val="00090FDF"/>
    <w:rsid w:val="000913B2"/>
    <w:rsid w:val="00091540"/>
    <w:rsid w:val="000917AA"/>
    <w:rsid w:val="00091BA9"/>
    <w:rsid w:val="00092328"/>
    <w:rsid w:val="0009255F"/>
    <w:rsid w:val="00092579"/>
    <w:rsid w:val="000929AD"/>
    <w:rsid w:val="000931EE"/>
    <w:rsid w:val="00093291"/>
    <w:rsid w:val="00094047"/>
    <w:rsid w:val="00094587"/>
    <w:rsid w:val="00094AD3"/>
    <w:rsid w:val="00095DE3"/>
    <w:rsid w:val="00095E4D"/>
    <w:rsid w:val="0009621B"/>
    <w:rsid w:val="00096E5C"/>
    <w:rsid w:val="00097C27"/>
    <w:rsid w:val="000A0B86"/>
    <w:rsid w:val="000A0ED7"/>
    <w:rsid w:val="000A1203"/>
    <w:rsid w:val="000A1501"/>
    <w:rsid w:val="000A1B48"/>
    <w:rsid w:val="000A291A"/>
    <w:rsid w:val="000A4255"/>
    <w:rsid w:val="000A6EE1"/>
    <w:rsid w:val="000B09F4"/>
    <w:rsid w:val="000B120D"/>
    <w:rsid w:val="000B3AF7"/>
    <w:rsid w:val="000B3BA7"/>
    <w:rsid w:val="000B4E30"/>
    <w:rsid w:val="000B786C"/>
    <w:rsid w:val="000C0A35"/>
    <w:rsid w:val="000C3055"/>
    <w:rsid w:val="000C4D19"/>
    <w:rsid w:val="000C6001"/>
    <w:rsid w:val="000C6019"/>
    <w:rsid w:val="000C645D"/>
    <w:rsid w:val="000C7B36"/>
    <w:rsid w:val="000D00A6"/>
    <w:rsid w:val="000D0B15"/>
    <w:rsid w:val="000D10AB"/>
    <w:rsid w:val="000D17A0"/>
    <w:rsid w:val="000D22E7"/>
    <w:rsid w:val="000D2F33"/>
    <w:rsid w:val="000D33C4"/>
    <w:rsid w:val="000D393E"/>
    <w:rsid w:val="000D3DDD"/>
    <w:rsid w:val="000D3DFE"/>
    <w:rsid w:val="000D4166"/>
    <w:rsid w:val="000D4DEB"/>
    <w:rsid w:val="000D5084"/>
    <w:rsid w:val="000D59B5"/>
    <w:rsid w:val="000D5D16"/>
    <w:rsid w:val="000D6485"/>
    <w:rsid w:val="000D65D8"/>
    <w:rsid w:val="000D6BC4"/>
    <w:rsid w:val="000E028E"/>
    <w:rsid w:val="000E0838"/>
    <w:rsid w:val="000E2114"/>
    <w:rsid w:val="000E2A0A"/>
    <w:rsid w:val="000E3E89"/>
    <w:rsid w:val="000E4119"/>
    <w:rsid w:val="000E577E"/>
    <w:rsid w:val="000E6A82"/>
    <w:rsid w:val="000E6ADE"/>
    <w:rsid w:val="000E7BD8"/>
    <w:rsid w:val="000F0944"/>
    <w:rsid w:val="000F09F0"/>
    <w:rsid w:val="000F0C37"/>
    <w:rsid w:val="000F10F2"/>
    <w:rsid w:val="000F21B0"/>
    <w:rsid w:val="000F22B5"/>
    <w:rsid w:val="000F2E58"/>
    <w:rsid w:val="000F2ED4"/>
    <w:rsid w:val="000F3912"/>
    <w:rsid w:val="000F414D"/>
    <w:rsid w:val="000F4C93"/>
    <w:rsid w:val="000F60D9"/>
    <w:rsid w:val="000F6C0E"/>
    <w:rsid w:val="001004C4"/>
    <w:rsid w:val="00101805"/>
    <w:rsid w:val="00102B06"/>
    <w:rsid w:val="00102C98"/>
    <w:rsid w:val="0010359B"/>
    <w:rsid w:val="00104306"/>
    <w:rsid w:val="00105400"/>
    <w:rsid w:val="00105BB4"/>
    <w:rsid w:val="00105BBB"/>
    <w:rsid w:val="00106878"/>
    <w:rsid w:val="001074E3"/>
    <w:rsid w:val="00107536"/>
    <w:rsid w:val="0011019C"/>
    <w:rsid w:val="001107AD"/>
    <w:rsid w:val="00110DB1"/>
    <w:rsid w:val="00113A82"/>
    <w:rsid w:val="00115B2D"/>
    <w:rsid w:val="0012043B"/>
    <w:rsid w:val="0012177C"/>
    <w:rsid w:val="00121848"/>
    <w:rsid w:val="00122094"/>
    <w:rsid w:val="001236C7"/>
    <w:rsid w:val="00123B93"/>
    <w:rsid w:val="00123F65"/>
    <w:rsid w:val="001242E9"/>
    <w:rsid w:val="00124931"/>
    <w:rsid w:val="001274E5"/>
    <w:rsid w:val="00130D38"/>
    <w:rsid w:val="00130E12"/>
    <w:rsid w:val="001311B0"/>
    <w:rsid w:val="001316BD"/>
    <w:rsid w:val="00131739"/>
    <w:rsid w:val="001317D5"/>
    <w:rsid w:val="00133CA6"/>
    <w:rsid w:val="00134184"/>
    <w:rsid w:val="001346EC"/>
    <w:rsid w:val="00134DAE"/>
    <w:rsid w:val="001356E6"/>
    <w:rsid w:val="00135C5F"/>
    <w:rsid w:val="001370CB"/>
    <w:rsid w:val="00137A05"/>
    <w:rsid w:val="00140DC0"/>
    <w:rsid w:val="00141FD8"/>
    <w:rsid w:val="00143A79"/>
    <w:rsid w:val="00144D7D"/>
    <w:rsid w:val="00146343"/>
    <w:rsid w:val="00146464"/>
    <w:rsid w:val="00146882"/>
    <w:rsid w:val="00147898"/>
    <w:rsid w:val="0015046B"/>
    <w:rsid w:val="00150986"/>
    <w:rsid w:val="00150EAA"/>
    <w:rsid w:val="00152279"/>
    <w:rsid w:val="00153837"/>
    <w:rsid w:val="00153A96"/>
    <w:rsid w:val="00154548"/>
    <w:rsid w:val="0015483B"/>
    <w:rsid w:val="0015495E"/>
    <w:rsid w:val="00156F27"/>
    <w:rsid w:val="00157000"/>
    <w:rsid w:val="001573C1"/>
    <w:rsid w:val="001613CA"/>
    <w:rsid w:val="00164319"/>
    <w:rsid w:val="001649EC"/>
    <w:rsid w:val="00165EB3"/>
    <w:rsid w:val="001668FE"/>
    <w:rsid w:val="00166C61"/>
    <w:rsid w:val="00166C66"/>
    <w:rsid w:val="00166DBF"/>
    <w:rsid w:val="00166E71"/>
    <w:rsid w:val="001700A6"/>
    <w:rsid w:val="001702C9"/>
    <w:rsid w:val="00170370"/>
    <w:rsid w:val="00170B3F"/>
    <w:rsid w:val="0017175D"/>
    <w:rsid w:val="00171993"/>
    <w:rsid w:val="0017237C"/>
    <w:rsid w:val="00172D73"/>
    <w:rsid w:val="00172D7F"/>
    <w:rsid w:val="00173D46"/>
    <w:rsid w:val="0017423F"/>
    <w:rsid w:val="001748A3"/>
    <w:rsid w:val="00174954"/>
    <w:rsid w:val="001749C6"/>
    <w:rsid w:val="00174D32"/>
    <w:rsid w:val="001756BE"/>
    <w:rsid w:val="001766D7"/>
    <w:rsid w:val="001810AF"/>
    <w:rsid w:val="00181809"/>
    <w:rsid w:val="00181DF7"/>
    <w:rsid w:val="00182C2A"/>
    <w:rsid w:val="00183EB3"/>
    <w:rsid w:val="00184104"/>
    <w:rsid w:val="00184FA3"/>
    <w:rsid w:val="001853D6"/>
    <w:rsid w:val="00187C84"/>
    <w:rsid w:val="00187D33"/>
    <w:rsid w:val="00190ACF"/>
    <w:rsid w:val="00190B77"/>
    <w:rsid w:val="00190BA1"/>
    <w:rsid w:val="00190C01"/>
    <w:rsid w:val="00190CD7"/>
    <w:rsid w:val="00190E13"/>
    <w:rsid w:val="00191F5A"/>
    <w:rsid w:val="00192CD3"/>
    <w:rsid w:val="001944DF"/>
    <w:rsid w:val="00194767"/>
    <w:rsid w:val="00194965"/>
    <w:rsid w:val="0019606B"/>
    <w:rsid w:val="0019720D"/>
    <w:rsid w:val="0019722C"/>
    <w:rsid w:val="0019756B"/>
    <w:rsid w:val="001A1976"/>
    <w:rsid w:val="001A20C8"/>
    <w:rsid w:val="001A3190"/>
    <w:rsid w:val="001A43AC"/>
    <w:rsid w:val="001A483F"/>
    <w:rsid w:val="001A558D"/>
    <w:rsid w:val="001A6CEB"/>
    <w:rsid w:val="001A75BF"/>
    <w:rsid w:val="001B198A"/>
    <w:rsid w:val="001B1D80"/>
    <w:rsid w:val="001B1FC8"/>
    <w:rsid w:val="001B2813"/>
    <w:rsid w:val="001B295D"/>
    <w:rsid w:val="001B29D4"/>
    <w:rsid w:val="001B30FD"/>
    <w:rsid w:val="001B4936"/>
    <w:rsid w:val="001B49A3"/>
    <w:rsid w:val="001B4AD6"/>
    <w:rsid w:val="001B5253"/>
    <w:rsid w:val="001B5736"/>
    <w:rsid w:val="001B5CDA"/>
    <w:rsid w:val="001B6C00"/>
    <w:rsid w:val="001B7C45"/>
    <w:rsid w:val="001C00C3"/>
    <w:rsid w:val="001C21B9"/>
    <w:rsid w:val="001C29D4"/>
    <w:rsid w:val="001C2D8C"/>
    <w:rsid w:val="001C3EFA"/>
    <w:rsid w:val="001C46FC"/>
    <w:rsid w:val="001C50D7"/>
    <w:rsid w:val="001C5180"/>
    <w:rsid w:val="001C5E30"/>
    <w:rsid w:val="001C5FB2"/>
    <w:rsid w:val="001C700C"/>
    <w:rsid w:val="001C745B"/>
    <w:rsid w:val="001D0212"/>
    <w:rsid w:val="001D0F0E"/>
    <w:rsid w:val="001D1991"/>
    <w:rsid w:val="001D2931"/>
    <w:rsid w:val="001D2A19"/>
    <w:rsid w:val="001D37F2"/>
    <w:rsid w:val="001D3A68"/>
    <w:rsid w:val="001D3EB5"/>
    <w:rsid w:val="001D4901"/>
    <w:rsid w:val="001D4DAD"/>
    <w:rsid w:val="001D54C1"/>
    <w:rsid w:val="001D565F"/>
    <w:rsid w:val="001D5962"/>
    <w:rsid w:val="001D6F20"/>
    <w:rsid w:val="001D7C8D"/>
    <w:rsid w:val="001D7F12"/>
    <w:rsid w:val="001E0122"/>
    <w:rsid w:val="001E10DB"/>
    <w:rsid w:val="001E11A9"/>
    <w:rsid w:val="001E1F87"/>
    <w:rsid w:val="001E2ADF"/>
    <w:rsid w:val="001E41D9"/>
    <w:rsid w:val="001E48EB"/>
    <w:rsid w:val="001E7824"/>
    <w:rsid w:val="001E7866"/>
    <w:rsid w:val="001F0761"/>
    <w:rsid w:val="001F07BD"/>
    <w:rsid w:val="001F1E5B"/>
    <w:rsid w:val="001F2313"/>
    <w:rsid w:val="001F330C"/>
    <w:rsid w:val="001F4BD8"/>
    <w:rsid w:val="001F59EC"/>
    <w:rsid w:val="001F5BC3"/>
    <w:rsid w:val="001F5CF6"/>
    <w:rsid w:val="001F6114"/>
    <w:rsid w:val="001F6178"/>
    <w:rsid w:val="001F62C2"/>
    <w:rsid w:val="001F6C56"/>
    <w:rsid w:val="001F6E46"/>
    <w:rsid w:val="001F7FAF"/>
    <w:rsid w:val="00201115"/>
    <w:rsid w:val="00201A55"/>
    <w:rsid w:val="00203A7C"/>
    <w:rsid w:val="0020440B"/>
    <w:rsid w:val="00204A01"/>
    <w:rsid w:val="0021052B"/>
    <w:rsid w:val="00211023"/>
    <w:rsid w:val="0021158B"/>
    <w:rsid w:val="00211954"/>
    <w:rsid w:val="0021195F"/>
    <w:rsid w:val="00211C42"/>
    <w:rsid w:val="002128C4"/>
    <w:rsid w:val="00212C96"/>
    <w:rsid w:val="00212FAD"/>
    <w:rsid w:val="002132D5"/>
    <w:rsid w:val="002134A5"/>
    <w:rsid w:val="00213A8A"/>
    <w:rsid w:val="0021414D"/>
    <w:rsid w:val="0021551F"/>
    <w:rsid w:val="00217CB2"/>
    <w:rsid w:val="00221066"/>
    <w:rsid w:val="00221708"/>
    <w:rsid w:val="00222055"/>
    <w:rsid w:val="0022287C"/>
    <w:rsid w:val="00224B25"/>
    <w:rsid w:val="00225161"/>
    <w:rsid w:val="002264AE"/>
    <w:rsid w:val="00226B50"/>
    <w:rsid w:val="00227E0D"/>
    <w:rsid w:val="00231462"/>
    <w:rsid w:val="00231946"/>
    <w:rsid w:val="00231DFB"/>
    <w:rsid w:val="00232569"/>
    <w:rsid w:val="00233760"/>
    <w:rsid w:val="00233FC7"/>
    <w:rsid w:val="00234324"/>
    <w:rsid w:val="002344CC"/>
    <w:rsid w:val="00235DF3"/>
    <w:rsid w:val="0024078E"/>
    <w:rsid w:val="00240F30"/>
    <w:rsid w:val="00241BCA"/>
    <w:rsid w:val="00242284"/>
    <w:rsid w:val="00242287"/>
    <w:rsid w:val="002423E7"/>
    <w:rsid w:val="00242BFA"/>
    <w:rsid w:val="00242D0D"/>
    <w:rsid w:val="00242E4F"/>
    <w:rsid w:val="00242EB6"/>
    <w:rsid w:val="002431B4"/>
    <w:rsid w:val="00244162"/>
    <w:rsid w:val="00244E5A"/>
    <w:rsid w:val="002507F8"/>
    <w:rsid w:val="002521AD"/>
    <w:rsid w:val="002524B1"/>
    <w:rsid w:val="002531E8"/>
    <w:rsid w:val="002536B5"/>
    <w:rsid w:val="00253B72"/>
    <w:rsid w:val="00253E72"/>
    <w:rsid w:val="00254BF1"/>
    <w:rsid w:val="002558EF"/>
    <w:rsid w:val="002568A2"/>
    <w:rsid w:val="00257EE2"/>
    <w:rsid w:val="002607F8"/>
    <w:rsid w:val="0026091F"/>
    <w:rsid w:val="00260DF2"/>
    <w:rsid w:val="00261399"/>
    <w:rsid w:val="0026148A"/>
    <w:rsid w:val="002615B4"/>
    <w:rsid w:val="0026173B"/>
    <w:rsid w:val="00262BF6"/>
    <w:rsid w:val="00263BDC"/>
    <w:rsid w:val="00263CEC"/>
    <w:rsid w:val="00264895"/>
    <w:rsid w:val="00264BB6"/>
    <w:rsid w:val="00264C09"/>
    <w:rsid w:val="00265D69"/>
    <w:rsid w:val="0026699B"/>
    <w:rsid w:val="0027030C"/>
    <w:rsid w:val="0027167B"/>
    <w:rsid w:val="0027195A"/>
    <w:rsid w:val="00272E0D"/>
    <w:rsid w:val="00273290"/>
    <w:rsid w:val="002732F2"/>
    <w:rsid w:val="0027356E"/>
    <w:rsid w:val="002736CE"/>
    <w:rsid w:val="00275373"/>
    <w:rsid w:val="00275AC3"/>
    <w:rsid w:val="00276F16"/>
    <w:rsid w:val="0028095F"/>
    <w:rsid w:val="00280E23"/>
    <w:rsid w:val="002818B4"/>
    <w:rsid w:val="00281B94"/>
    <w:rsid w:val="00282D13"/>
    <w:rsid w:val="00282DF0"/>
    <w:rsid w:val="002836E0"/>
    <w:rsid w:val="002837F1"/>
    <w:rsid w:val="0028382D"/>
    <w:rsid w:val="00283B5C"/>
    <w:rsid w:val="0028420B"/>
    <w:rsid w:val="00285947"/>
    <w:rsid w:val="00285EEC"/>
    <w:rsid w:val="00286532"/>
    <w:rsid w:val="00286ADC"/>
    <w:rsid w:val="00286F82"/>
    <w:rsid w:val="002876FB"/>
    <w:rsid w:val="002903AD"/>
    <w:rsid w:val="002913D7"/>
    <w:rsid w:val="00291622"/>
    <w:rsid w:val="0029172E"/>
    <w:rsid w:val="0029293D"/>
    <w:rsid w:val="00292B4C"/>
    <w:rsid w:val="00293D59"/>
    <w:rsid w:val="00295692"/>
    <w:rsid w:val="00295DC9"/>
    <w:rsid w:val="00295F74"/>
    <w:rsid w:val="00296499"/>
    <w:rsid w:val="0029751E"/>
    <w:rsid w:val="002976FE"/>
    <w:rsid w:val="00297A92"/>
    <w:rsid w:val="002A0AB1"/>
    <w:rsid w:val="002A0DE8"/>
    <w:rsid w:val="002A1017"/>
    <w:rsid w:val="002A125E"/>
    <w:rsid w:val="002A25CE"/>
    <w:rsid w:val="002A2A72"/>
    <w:rsid w:val="002A2AB3"/>
    <w:rsid w:val="002A3EAD"/>
    <w:rsid w:val="002A3FA3"/>
    <w:rsid w:val="002A5803"/>
    <w:rsid w:val="002A6842"/>
    <w:rsid w:val="002A7133"/>
    <w:rsid w:val="002A7C4B"/>
    <w:rsid w:val="002A7EC0"/>
    <w:rsid w:val="002B01D5"/>
    <w:rsid w:val="002B02F0"/>
    <w:rsid w:val="002B09E5"/>
    <w:rsid w:val="002B0C05"/>
    <w:rsid w:val="002B2832"/>
    <w:rsid w:val="002B2BD0"/>
    <w:rsid w:val="002B2C74"/>
    <w:rsid w:val="002B379D"/>
    <w:rsid w:val="002B3885"/>
    <w:rsid w:val="002B3E4A"/>
    <w:rsid w:val="002B4D7C"/>
    <w:rsid w:val="002B5435"/>
    <w:rsid w:val="002B6994"/>
    <w:rsid w:val="002B712D"/>
    <w:rsid w:val="002B7603"/>
    <w:rsid w:val="002B7753"/>
    <w:rsid w:val="002B7A54"/>
    <w:rsid w:val="002C016C"/>
    <w:rsid w:val="002C0206"/>
    <w:rsid w:val="002C0EA3"/>
    <w:rsid w:val="002C1158"/>
    <w:rsid w:val="002C15A1"/>
    <w:rsid w:val="002C1B45"/>
    <w:rsid w:val="002C35F1"/>
    <w:rsid w:val="002C3D04"/>
    <w:rsid w:val="002C5CE7"/>
    <w:rsid w:val="002C6119"/>
    <w:rsid w:val="002C6F48"/>
    <w:rsid w:val="002C710C"/>
    <w:rsid w:val="002C7722"/>
    <w:rsid w:val="002C7F23"/>
    <w:rsid w:val="002D0D9D"/>
    <w:rsid w:val="002D1BD3"/>
    <w:rsid w:val="002D2CCC"/>
    <w:rsid w:val="002D458B"/>
    <w:rsid w:val="002D5D82"/>
    <w:rsid w:val="002D7351"/>
    <w:rsid w:val="002D7A1F"/>
    <w:rsid w:val="002E04A5"/>
    <w:rsid w:val="002E0623"/>
    <w:rsid w:val="002E0AFA"/>
    <w:rsid w:val="002E1705"/>
    <w:rsid w:val="002E21B8"/>
    <w:rsid w:val="002E2585"/>
    <w:rsid w:val="002E2C11"/>
    <w:rsid w:val="002E2FCB"/>
    <w:rsid w:val="002E3E14"/>
    <w:rsid w:val="002E4209"/>
    <w:rsid w:val="002E4378"/>
    <w:rsid w:val="002E4824"/>
    <w:rsid w:val="002E4D56"/>
    <w:rsid w:val="002E5AB2"/>
    <w:rsid w:val="002E6EEB"/>
    <w:rsid w:val="002E70BB"/>
    <w:rsid w:val="002E73BB"/>
    <w:rsid w:val="002E73DD"/>
    <w:rsid w:val="002F008E"/>
    <w:rsid w:val="002F1024"/>
    <w:rsid w:val="002F1B41"/>
    <w:rsid w:val="002F3343"/>
    <w:rsid w:val="002F40DA"/>
    <w:rsid w:val="002F48A1"/>
    <w:rsid w:val="002F499D"/>
    <w:rsid w:val="002F4B56"/>
    <w:rsid w:val="002F4E43"/>
    <w:rsid w:val="002F4E68"/>
    <w:rsid w:val="002F58AF"/>
    <w:rsid w:val="002F60FC"/>
    <w:rsid w:val="002F63D3"/>
    <w:rsid w:val="002F7221"/>
    <w:rsid w:val="00300259"/>
    <w:rsid w:val="0030052F"/>
    <w:rsid w:val="00301065"/>
    <w:rsid w:val="003023BE"/>
    <w:rsid w:val="0030339E"/>
    <w:rsid w:val="00303AAE"/>
    <w:rsid w:val="00303C1B"/>
    <w:rsid w:val="00303D1F"/>
    <w:rsid w:val="00303D35"/>
    <w:rsid w:val="003040C9"/>
    <w:rsid w:val="003054AF"/>
    <w:rsid w:val="00306754"/>
    <w:rsid w:val="00307345"/>
    <w:rsid w:val="00307647"/>
    <w:rsid w:val="003103FC"/>
    <w:rsid w:val="00310FDF"/>
    <w:rsid w:val="0031114C"/>
    <w:rsid w:val="00311648"/>
    <w:rsid w:val="003122DA"/>
    <w:rsid w:val="00312B1D"/>
    <w:rsid w:val="0031323D"/>
    <w:rsid w:val="003136DE"/>
    <w:rsid w:val="00313C65"/>
    <w:rsid w:val="00314587"/>
    <w:rsid w:val="00315B14"/>
    <w:rsid w:val="00315DE1"/>
    <w:rsid w:val="0031615B"/>
    <w:rsid w:val="003161F2"/>
    <w:rsid w:val="00317122"/>
    <w:rsid w:val="003174DC"/>
    <w:rsid w:val="00320105"/>
    <w:rsid w:val="00321406"/>
    <w:rsid w:val="003229AD"/>
    <w:rsid w:val="003244F9"/>
    <w:rsid w:val="00324872"/>
    <w:rsid w:val="00327721"/>
    <w:rsid w:val="0033019E"/>
    <w:rsid w:val="003301CA"/>
    <w:rsid w:val="00330AFB"/>
    <w:rsid w:val="00330B3E"/>
    <w:rsid w:val="00330E32"/>
    <w:rsid w:val="00331928"/>
    <w:rsid w:val="00331CFB"/>
    <w:rsid w:val="00331EAA"/>
    <w:rsid w:val="00332055"/>
    <w:rsid w:val="003322BA"/>
    <w:rsid w:val="003326F5"/>
    <w:rsid w:val="00332B14"/>
    <w:rsid w:val="00333754"/>
    <w:rsid w:val="00334108"/>
    <w:rsid w:val="00335279"/>
    <w:rsid w:val="003356BC"/>
    <w:rsid w:val="00336ADB"/>
    <w:rsid w:val="00336DF7"/>
    <w:rsid w:val="0033710B"/>
    <w:rsid w:val="0033730F"/>
    <w:rsid w:val="0033758F"/>
    <w:rsid w:val="00340F1D"/>
    <w:rsid w:val="00341AB6"/>
    <w:rsid w:val="00341BA2"/>
    <w:rsid w:val="00341C43"/>
    <w:rsid w:val="003434B0"/>
    <w:rsid w:val="003441F9"/>
    <w:rsid w:val="00345074"/>
    <w:rsid w:val="00345ECA"/>
    <w:rsid w:val="00346CEE"/>
    <w:rsid w:val="00350406"/>
    <w:rsid w:val="0035116F"/>
    <w:rsid w:val="00351C0E"/>
    <w:rsid w:val="00352648"/>
    <w:rsid w:val="00352D5C"/>
    <w:rsid w:val="00352E16"/>
    <w:rsid w:val="00354279"/>
    <w:rsid w:val="00354E5C"/>
    <w:rsid w:val="00355F4D"/>
    <w:rsid w:val="00356079"/>
    <w:rsid w:val="003563E3"/>
    <w:rsid w:val="00356E33"/>
    <w:rsid w:val="00356F14"/>
    <w:rsid w:val="00357B4D"/>
    <w:rsid w:val="0036188B"/>
    <w:rsid w:val="00362B7E"/>
    <w:rsid w:val="00362C2B"/>
    <w:rsid w:val="00363003"/>
    <w:rsid w:val="00363B3E"/>
    <w:rsid w:val="00363E23"/>
    <w:rsid w:val="003655B5"/>
    <w:rsid w:val="003655F9"/>
    <w:rsid w:val="00366AD8"/>
    <w:rsid w:val="00371326"/>
    <w:rsid w:val="00371745"/>
    <w:rsid w:val="003721FD"/>
    <w:rsid w:val="00373381"/>
    <w:rsid w:val="00373462"/>
    <w:rsid w:val="00374491"/>
    <w:rsid w:val="00375211"/>
    <w:rsid w:val="00375563"/>
    <w:rsid w:val="00375684"/>
    <w:rsid w:val="00376CF9"/>
    <w:rsid w:val="00377F72"/>
    <w:rsid w:val="00380206"/>
    <w:rsid w:val="00380231"/>
    <w:rsid w:val="00380970"/>
    <w:rsid w:val="00382AB8"/>
    <w:rsid w:val="00383519"/>
    <w:rsid w:val="00383F6D"/>
    <w:rsid w:val="00384D17"/>
    <w:rsid w:val="00384E51"/>
    <w:rsid w:val="00385D02"/>
    <w:rsid w:val="00386660"/>
    <w:rsid w:val="0038702C"/>
    <w:rsid w:val="00390805"/>
    <w:rsid w:val="0039154D"/>
    <w:rsid w:val="0039158B"/>
    <w:rsid w:val="00391BEA"/>
    <w:rsid w:val="00393D53"/>
    <w:rsid w:val="0039547C"/>
    <w:rsid w:val="00395E1B"/>
    <w:rsid w:val="00395F8B"/>
    <w:rsid w:val="003961DB"/>
    <w:rsid w:val="00396C50"/>
    <w:rsid w:val="00396EB2"/>
    <w:rsid w:val="003A0871"/>
    <w:rsid w:val="003A1178"/>
    <w:rsid w:val="003A16F0"/>
    <w:rsid w:val="003A27F7"/>
    <w:rsid w:val="003A2802"/>
    <w:rsid w:val="003A2BB4"/>
    <w:rsid w:val="003A31B5"/>
    <w:rsid w:val="003A3EEC"/>
    <w:rsid w:val="003A4496"/>
    <w:rsid w:val="003A4561"/>
    <w:rsid w:val="003A4E58"/>
    <w:rsid w:val="003A4FE6"/>
    <w:rsid w:val="003A54D9"/>
    <w:rsid w:val="003A5A3C"/>
    <w:rsid w:val="003A6DC3"/>
    <w:rsid w:val="003A74EF"/>
    <w:rsid w:val="003B072E"/>
    <w:rsid w:val="003B15E2"/>
    <w:rsid w:val="003B1E3F"/>
    <w:rsid w:val="003B31E9"/>
    <w:rsid w:val="003B42A3"/>
    <w:rsid w:val="003B492C"/>
    <w:rsid w:val="003B4996"/>
    <w:rsid w:val="003B4C17"/>
    <w:rsid w:val="003B52B7"/>
    <w:rsid w:val="003B73C5"/>
    <w:rsid w:val="003B73C7"/>
    <w:rsid w:val="003B7D07"/>
    <w:rsid w:val="003C0C0F"/>
    <w:rsid w:val="003C0F5D"/>
    <w:rsid w:val="003C1423"/>
    <w:rsid w:val="003C19DA"/>
    <w:rsid w:val="003C1ACB"/>
    <w:rsid w:val="003C245C"/>
    <w:rsid w:val="003C26E5"/>
    <w:rsid w:val="003C2836"/>
    <w:rsid w:val="003C5268"/>
    <w:rsid w:val="003C6725"/>
    <w:rsid w:val="003C6BB2"/>
    <w:rsid w:val="003C6EF7"/>
    <w:rsid w:val="003C70D0"/>
    <w:rsid w:val="003C7968"/>
    <w:rsid w:val="003C7B12"/>
    <w:rsid w:val="003D0524"/>
    <w:rsid w:val="003D149F"/>
    <w:rsid w:val="003D1891"/>
    <w:rsid w:val="003D3813"/>
    <w:rsid w:val="003D3F0B"/>
    <w:rsid w:val="003D58F9"/>
    <w:rsid w:val="003D680A"/>
    <w:rsid w:val="003D724D"/>
    <w:rsid w:val="003D796F"/>
    <w:rsid w:val="003E06C6"/>
    <w:rsid w:val="003E08E2"/>
    <w:rsid w:val="003E0C61"/>
    <w:rsid w:val="003E2AC4"/>
    <w:rsid w:val="003E3691"/>
    <w:rsid w:val="003E3829"/>
    <w:rsid w:val="003E4E95"/>
    <w:rsid w:val="003E51DA"/>
    <w:rsid w:val="003E59F2"/>
    <w:rsid w:val="003E5CD9"/>
    <w:rsid w:val="003E645E"/>
    <w:rsid w:val="003E7090"/>
    <w:rsid w:val="003E79EA"/>
    <w:rsid w:val="003F0192"/>
    <w:rsid w:val="003F05DD"/>
    <w:rsid w:val="003F3AE5"/>
    <w:rsid w:val="003F3B33"/>
    <w:rsid w:val="003F4927"/>
    <w:rsid w:val="003F4932"/>
    <w:rsid w:val="003F6948"/>
    <w:rsid w:val="003F6C6F"/>
    <w:rsid w:val="003F6E4F"/>
    <w:rsid w:val="003F77CC"/>
    <w:rsid w:val="003F7857"/>
    <w:rsid w:val="00400AB2"/>
    <w:rsid w:val="004039DD"/>
    <w:rsid w:val="00404023"/>
    <w:rsid w:val="004042F7"/>
    <w:rsid w:val="004045D0"/>
    <w:rsid w:val="00405366"/>
    <w:rsid w:val="00406C38"/>
    <w:rsid w:val="00406C47"/>
    <w:rsid w:val="004076BB"/>
    <w:rsid w:val="004077DF"/>
    <w:rsid w:val="004105D3"/>
    <w:rsid w:val="00410D3E"/>
    <w:rsid w:val="00411FA7"/>
    <w:rsid w:val="00411FB3"/>
    <w:rsid w:val="00415D93"/>
    <w:rsid w:val="00420DC4"/>
    <w:rsid w:val="004210B2"/>
    <w:rsid w:val="00421276"/>
    <w:rsid w:val="00423CF6"/>
    <w:rsid w:val="004240DD"/>
    <w:rsid w:val="00425168"/>
    <w:rsid w:val="0042529A"/>
    <w:rsid w:val="00426477"/>
    <w:rsid w:val="00426506"/>
    <w:rsid w:val="0042715F"/>
    <w:rsid w:val="00427261"/>
    <w:rsid w:val="00431989"/>
    <w:rsid w:val="00431C9F"/>
    <w:rsid w:val="004322BA"/>
    <w:rsid w:val="004333F8"/>
    <w:rsid w:val="004339CF"/>
    <w:rsid w:val="00435237"/>
    <w:rsid w:val="00435B53"/>
    <w:rsid w:val="0043603B"/>
    <w:rsid w:val="00436D41"/>
    <w:rsid w:val="004370FE"/>
    <w:rsid w:val="00437720"/>
    <w:rsid w:val="004413B8"/>
    <w:rsid w:val="00442536"/>
    <w:rsid w:val="00442843"/>
    <w:rsid w:val="00443201"/>
    <w:rsid w:val="00443E8C"/>
    <w:rsid w:val="00444579"/>
    <w:rsid w:val="00444698"/>
    <w:rsid w:val="00444E18"/>
    <w:rsid w:val="004459C3"/>
    <w:rsid w:val="00446057"/>
    <w:rsid w:val="0044638B"/>
    <w:rsid w:val="004465BD"/>
    <w:rsid w:val="00446AA5"/>
    <w:rsid w:val="00446C93"/>
    <w:rsid w:val="0044779B"/>
    <w:rsid w:val="00447E5D"/>
    <w:rsid w:val="0045023D"/>
    <w:rsid w:val="0045025C"/>
    <w:rsid w:val="00450B1F"/>
    <w:rsid w:val="0045300E"/>
    <w:rsid w:val="00453121"/>
    <w:rsid w:val="0045491D"/>
    <w:rsid w:val="00454C6D"/>
    <w:rsid w:val="00454E50"/>
    <w:rsid w:val="00455411"/>
    <w:rsid w:val="00455E38"/>
    <w:rsid w:val="004561D9"/>
    <w:rsid w:val="004561ED"/>
    <w:rsid w:val="00456486"/>
    <w:rsid w:val="00456D95"/>
    <w:rsid w:val="0045709F"/>
    <w:rsid w:val="004600AC"/>
    <w:rsid w:val="0046249C"/>
    <w:rsid w:val="004625C3"/>
    <w:rsid w:val="00462A77"/>
    <w:rsid w:val="00463C69"/>
    <w:rsid w:val="0046434F"/>
    <w:rsid w:val="00464C83"/>
    <w:rsid w:val="00465D4F"/>
    <w:rsid w:val="0046601C"/>
    <w:rsid w:val="0046672F"/>
    <w:rsid w:val="00467364"/>
    <w:rsid w:val="00467452"/>
    <w:rsid w:val="0046767B"/>
    <w:rsid w:val="00467858"/>
    <w:rsid w:val="004701D3"/>
    <w:rsid w:val="00470C4C"/>
    <w:rsid w:val="0047189B"/>
    <w:rsid w:val="004726E1"/>
    <w:rsid w:val="00472D7E"/>
    <w:rsid w:val="00474617"/>
    <w:rsid w:val="00474D19"/>
    <w:rsid w:val="0047535E"/>
    <w:rsid w:val="00475793"/>
    <w:rsid w:val="00476325"/>
    <w:rsid w:val="0047703A"/>
    <w:rsid w:val="004775F9"/>
    <w:rsid w:val="00477E31"/>
    <w:rsid w:val="00480A79"/>
    <w:rsid w:val="00481828"/>
    <w:rsid w:val="00481922"/>
    <w:rsid w:val="00481A3D"/>
    <w:rsid w:val="00483B2F"/>
    <w:rsid w:val="00484353"/>
    <w:rsid w:val="00484404"/>
    <w:rsid w:val="0048476B"/>
    <w:rsid w:val="00484F96"/>
    <w:rsid w:val="00485350"/>
    <w:rsid w:val="00485FEE"/>
    <w:rsid w:val="004868BE"/>
    <w:rsid w:val="00487C59"/>
    <w:rsid w:val="004904A0"/>
    <w:rsid w:val="00490B61"/>
    <w:rsid w:val="00491D87"/>
    <w:rsid w:val="00492638"/>
    <w:rsid w:val="00492674"/>
    <w:rsid w:val="00493248"/>
    <w:rsid w:val="0049378C"/>
    <w:rsid w:val="00493EBF"/>
    <w:rsid w:val="00494584"/>
    <w:rsid w:val="004947C7"/>
    <w:rsid w:val="004951A2"/>
    <w:rsid w:val="00495E37"/>
    <w:rsid w:val="00496803"/>
    <w:rsid w:val="00496B02"/>
    <w:rsid w:val="00497547"/>
    <w:rsid w:val="00497791"/>
    <w:rsid w:val="004A0798"/>
    <w:rsid w:val="004A27E8"/>
    <w:rsid w:val="004A31FE"/>
    <w:rsid w:val="004A33BD"/>
    <w:rsid w:val="004A3F11"/>
    <w:rsid w:val="004A4EBA"/>
    <w:rsid w:val="004A5484"/>
    <w:rsid w:val="004A55AB"/>
    <w:rsid w:val="004A5952"/>
    <w:rsid w:val="004A6454"/>
    <w:rsid w:val="004A712B"/>
    <w:rsid w:val="004A71F7"/>
    <w:rsid w:val="004A78AC"/>
    <w:rsid w:val="004A7CBF"/>
    <w:rsid w:val="004B1773"/>
    <w:rsid w:val="004B1DC1"/>
    <w:rsid w:val="004B2995"/>
    <w:rsid w:val="004B385E"/>
    <w:rsid w:val="004B38B0"/>
    <w:rsid w:val="004B525B"/>
    <w:rsid w:val="004B5793"/>
    <w:rsid w:val="004B6216"/>
    <w:rsid w:val="004B63E6"/>
    <w:rsid w:val="004C0472"/>
    <w:rsid w:val="004C0BDE"/>
    <w:rsid w:val="004C22C3"/>
    <w:rsid w:val="004C2D56"/>
    <w:rsid w:val="004C3E79"/>
    <w:rsid w:val="004C3EF5"/>
    <w:rsid w:val="004C4C95"/>
    <w:rsid w:val="004C5283"/>
    <w:rsid w:val="004C56BF"/>
    <w:rsid w:val="004C7D98"/>
    <w:rsid w:val="004C7D99"/>
    <w:rsid w:val="004D168F"/>
    <w:rsid w:val="004D1EBB"/>
    <w:rsid w:val="004D21D8"/>
    <w:rsid w:val="004D32E8"/>
    <w:rsid w:val="004D3740"/>
    <w:rsid w:val="004D378B"/>
    <w:rsid w:val="004D37DE"/>
    <w:rsid w:val="004D4BFB"/>
    <w:rsid w:val="004D53DB"/>
    <w:rsid w:val="004D58EA"/>
    <w:rsid w:val="004D6E7B"/>
    <w:rsid w:val="004D6E96"/>
    <w:rsid w:val="004D79A1"/>
    <w:rsid w:val="004E0B7E"/>
    <w:rsid w:val="004E2BC4"/>
    <w:rsid w:val="004E30A3"/>
    <w:rsid w:val="004E3C9F"/>
    <w:rsid w:val="004E42D9"/>
    <w:rsid w:val="004E48C4"/>
    <w:rsid w:val="004E4FCE"/>
    <w:rsid w:val="004E64A5"/>
    <w:rsid w:val="004E6881"/>
    <w:rsid w:val="004E6E1C"/>
    <w:rsid w:val="004E716A"/>
    <w:rsid w:val="004E7A49"/>
    <w:rsid w:val="004F23EB"/>
    <w:rsid w:val="004F2820"/>
    <w:rsid w:val="004F2C59"/>
    <w:rsid w:val="004F2EB6"/>
    <w:rsid w:val="004F3B74"/>
    <w:rsid w:val="004F4473"/>
    <w:rsid w:val="004F4549"/>
    <w:rsid w:val="004F457A"/>
    <w:rsid w:val="004F46C3"/>
    <w:rsid w:val="004F473A"/>
    <w:rsid w:val="004F6985"/>
    <w:rsid w:val="004F7205"/>
    <w:rsid w:val="004F7226"/>
    <w:rsid w:val="004F77B2"/>
    <w:rsid w:val="004F79CC"/>
    <w:rsid w:val="00500003"/>
    <w:rsid w:val="005001C3"/>
    <w:rsid w:val="00501516"/>
    <w:rsid w:val="00502C46"/>
    <w:rsid w:val="00503D30"/>
    <w:rsid w:val="0050464E"/>
    <w:rsid w:val="00507270"/>
    <w:rsid w:val="005078B7"/>
    <w:rsid w:val="00507FB6"/>
    <w:rsid w:val="00510FDD"/>
    <w:rsid w:val="00510FEC"/>
    <w:rsid w:val="005118E7"/>
    <w:rsid w:val="005133D4"/>
    <w:rsid w:val="00513A58"/>
    <w:rsid w:val="005148E6"/>
    <w:rsid w:val="00514BD1"/>
    <w:rsid w:val="00515809"/>
    <w:rsid w:val="00516273"/>
    <w:rsid w:val="00516711"/>
    <w:rsid w:val="00517841"/>
    <w:rsid w:val="00517DE2"/>
    <w:rsid w:val="00517EF0"/>
    <w:rsid w:val="005212D0"/>
    <w:rsid w:val="00521894"/>
    <w:rsid w:val="00521F9A"/>
    <w:rsid w:val="0052207B"/>
    <w:rsid w:val="0052380E"/>
    <w:rsid w:val="00523DCD"/>
    <w:rsid w:val="005242DC"/>
    <w:rsid w:val="0052449B"/>
    <w:rsid w:val="005248F7"/>
    <w:rsid w:val="00524916"/>
    <w:rsid w:val="005258B1"/>
    <w:rsid w:val="005265B9"/>
    <w:rsid w:val="00526C5C"/>
    <w:rsid w:val="00526E35"/>
    <w:rsid w:val="005271F2"/>
    <w:rsid w:val="00530B94"/>
    <w:rsid w:val="00530C43"/>
    <w:rsid w:val="00531560"/>
    <w:rsid w:val="00531653"/>
    <w:rsid w:val="00531FDC"/>
    <w:rsid w:val="0053297A"/>
    <w:rsid w:val="00534493"/>
    <w:rsid w:val="0053488C"/>
    <w:rsid w:val="00535298"/>
    <w:rsid w:val="00535715"/>
    <w:rsid w:val="005378D6"/>
    <w:rsid w:val="005401B0"/>
    <w:rsid w:val="0054022D"/>
    <w:rsid w:val="005417A2"/>
    <w:rsid w:val="00541B71"/>
    <w:rsid w:val="00542B8E"/>
    <w:rsid w:val="00542D8E"/>
    <w:rsid w:val="005430A3"/>
    <w:rsid w:val="005432CB"/>
    <w:rsid w:val="00545157"/>
    <w:rsid w:val="005454B1"/>
    <w:rsid w:val="0054633F"/>
    <w:rsid w:val="00547799"/>
    <w:rsid w:val="00547C45"/>
    <w:rsid w:val="005501E9"/>
    <w:rsid w:val="00551AA5"/>
    <w:rsid w:val="00551ACD"/>
    <w:rsid w:val="00554B6C"/>
    <w:rsid w:val="00554EAB"/>
    <w:rsid w:val="00555598"/>
    <w:rsid w:val="00557F31"/>
    <w:rsid w:val="0056087B"/>
    <w:rsid w:val="00560A0A"/>
    <w:rsid w:val="0056289A"/>
    <w:rsid w:val="00563775"/>
    <w:rsid w:val="00563E60"/>
    <w:rsid w:val="00564535"/>
    <w:rsid w:val="005647F2"/>
    <w:rsid w:val="00564B6B"/>
    <w:rsid w:val="0056501A"/>
    <w:rsid w:val="00565CBE"/>
    <w:rsid w:val="00566431"/>
    <w:rsid w:val="00566752"/>
    <w:rsid w:val="00566EBA"/>
    <w:rsid w:val="00567025"/>
    <w:rsid w:val="005672E4"/>
    <w:rsid w:val="00567477"/>
    <w:rsid w:val="00571A7E"/>
    <w:rsid w:val="00571C9F"/>
    <w:rsid w:val="00571D77"/>
    <w:rsid w:val="005720E9"/>
    <w:rsid w:val="005720F9"/>
    <w:rsid w:val="005736EF"/>
    <w:rsid w:val="00573BF8"/>
    <w:rsid w:val="005749E0"/>
    <w:rsid w:val="00574AE0"/>
    <w:rsid w:val="00574C3F"/>
    <w:rsid w:val="00575D17"/>
    <w:rsid w:val="00580AB1"/>
    <w:rsid w:val="00580F18"/>
    <w:rsid w:val="00582639"/>
    <w:rsid w:val="00583DD8"/>
    <w:rsid w:val="00584EFB"/>
    <w:rsid w:val="00584FF0"/>
    <w:rsid w:val="00585F18"/>
    <w:rsid w:val="0058641C"/>
    <w:rsid w:val="005867C4"/>
    <w:rsid w:val="00587D82"/>
    <w:rsid w:val="00587E87"/>
    <w:rsid w:val="005901E4"/>
    <w:rsid w:val="00590273"/>
    <w:rsid w:val="005927AD"/>
    <w:rsid w:val="00592F9E"/>
    <w:rsid w:val="00593012"/>
    <w:rsid w:val="00594DEC"/>
    <w:rsid w:val="00595EB0"/>
    <w:rsid w:val="005965AD"/>
    <w:rsid w:val="005968F0"/>
    <w:rsid w:val="00596AD9"/>
    <w:rsid w:val="005970F5"/>
    <w:rsid w:val="00597BDF"/>
    <w:rsid w:val="005A0311"/>
    <w:rsid w:val="005A0CC0"/>
    <w:rsid w:val="005A0D54"/>
    <w:rsid w:val="005A0FA5"/>
    <w:rsid w:val="005A17F2"/>
    <w:rsid w:val="005A1A93"/>
    <w:rsid w:val="005A1B7E"/>
    <w:rsid w:val="005A27F7"/>
    <w:rsid w:val="005A2CC0"/>
    <w:rsid w:val="005A32C4"/>
    <w:rsid w:val="005A3419"/>
    <w:rsid w:val="005A429A"/>
    <w:rsid w:val="005A58E0"/>
    <w:rsid w:val="005A68AA"/>
    <w:rsid w:val="005A7FF9"/>
    <w:rsid w:val="005B0793"/>
    <w:rsid w:val="005B09F2"/>
    <w:rsid w:val="005B204C"/>
    <w:rsid w:val="005B2A7B"/>
    <w:rsid w:val="005B2AC5"/>
    <w:rsid w:val="005B2C37"/>
    <w:rsid w:val="005B6F4A"/>
    <w:rsid w:val="005B75F5"/>
    <w:rsid w:val="005B76F4"/>
    <w:rsid w:val="005C1155"/>
    <w:rsid w:val="005C13C4"/>
    <w:rsid w:val="005C1A05"/>
    <w:rsid w:val="005C1DE5"/>
    <w:rsid w:val="005C1FFE"/>
    <w:rsid w:val="005C2796"/>
    <w:rsid w:val="005C3208"/>
    <w:rsid w:val="005C3439"/>
    <w:rsid w:val="005C34AA"/>
    <w:rsid w:val="005C356C"/>
    <w:rsid w:val="005C39B4"/>
    <w:rsid w:val="005C3F3D"/>
    <w:rsid w:val="005C4AB7"/>
    <w:rsid w:val="005C5299"/>
    <w:rsid w:val="005C55E3"/>
    <w:rsid w:val="005C57A0"/>
    <w:rsid w:val="005C5E9F"/>
    <w:rsid w:val="005C5EF5"/>
    <w:rsid w:val="005C6548"/>
    <w:rsid w:val="005C6631"/>
    <w:rsid w:val="005C6D9F"/>
    <w:rsid w:val="005C7207"/>
    <w:rsid w:val="005D0442"/>
    <w:rsid w:val="005D0EB4"/>
    <w:rsid w:val="005D138F"/>
    <w:rsid w:val="005D25EC"/>
    <w:rsid w:val="005D495E"/>
    <w:rsid w:val="005D541F"/>
    <w:rsid w:val="005D5B8A"/>
    <w:rsid w:val="005D6DAD"/>
    <w:rsid w:val="005D7056"/>
    <w:rsid w:val="005D7255"/>
    <w:rsid w:val="005D74FB"/>
    <w:rsid w:val="005D776C"/>
    <w:rsid w:val="005E12E0"/>
    <w:rsid w:val="005E1C16"/>
    <w:rsid w:val="005E5966"/>
    <w:rsid w:val="005E5E2C"/>
    <w:rsid w:val="005E5F59"/>
    <w:rsid w:val="005E7124"/>
    <w:rsid w:val="005E7F42"/>
    <w:rsid w:val="005F024B"/>
    <w:rsid w:val="005F112D"/>
    <w:rsid w:val="005F1CC7"/>
    <w:rsid w:val="005F20DB"/>
    <w:rsid w:val="005F2378"/>
    <w:rsid w:val="005F2C7F"/>
    <w:rsid w:val="005F3607"/>
    <w:rsid w:val="005F3C99"/>
    <w:rsid w:val="005F3EF1"/>
    <w:rsid w:val="005F3F6E"/>
    <w:rsid w:val="005F4797"/>
    <w:rsid w:val="005F4A7D"/>
    <w:rsid w:val="005F5E3A"/>
    <w:rsid w:val="005F5FFF"/>
    <w:rsid w:val="005F62DB"/>
    <w:rsid w:val="005F7759"/>
    <w:rsid w:val="005F7C9E"/>
    <w:rsid w:val="005F7E26"/>
    <w:rsid w:val="00601540"/>
    <w:rsid w:val="00601E70"/>
    <w:rsid w:val="006043FB"/>
    <w:rsid w:val="00605260"/>
    <w:rsid w:val="00605708"/>
    <w:rsid w:val="00605E7B"/>
    <w:rsid w:val="00605FD0"/>
    <w:rsid w:val="00606297"/>
    <w:rsid w:val="00606D05"/>
    <w:rsid w:val="00607488"/>
    <w:rsid w:val="0061013E"/>
    <w:rsid w:val="00610439"/>
    <w:rsid w:val="006106BD"/>
    <w:rsid w:val="00610D44"/>
    <w:rsid w:val="00610FCB"/>
    <w:rsid w:val="006121FD"/>
    <w:rsid w:val="0061232A"/>
    <w:rsid w:val="0061280E"/>
    <w:rsid w:val="006128AD"/>
    <w:rsid w:val="00612B20"/>
    <w:rsid w:val="00612D35"/>
    <w:rsid w:val="00613721"/>
    <w:rsid w:val="006138E2"/>
    <w:rsid w:val="006140E1"/>
    <w:rsid w:val="00616C0F"/>
    <w:rsid w:val="00617ACC"/>
    <w:rsid w:val="00617EE2"/>
    <w:rsid w:val="00621740"/>
    <w:rsid w:val="00621D35"/>
    <w:rsid w:val="00621F98"/>
    <w:rsid w:val="0062219E"/>
    <w:rsid w:val="0062232E"/>
    <w:rsid w:val="006240D2"/>
    <w:rsid w:val="006249B1"/>
    <w:rsid w:val="00624B3F"/>
    <w:rsid w:val="0062501B"/>
    <w:rsid w:val="00625A46"/>
    <w:rsid w:val="00625CC3"/>
    <w:rsid w:val="00626462"/>
    <w:rsid w:val="006274D0"/>
    <w:rsid w:val="00630D97"/>
    <w:rsid w:val="00630E90"/>
    <w:rsid w:val="0063348C"/>
    <w:rsid w:val="00635827"/>
    <w:rsid w:val="006366AB"/>
    <w:rsid w:val="006404FB"/>
    <w:rsid w:val="006405E8"/>
    <w:rsid w:val="00640804"/>
    <w:rsid w:val="00640F53"/>
    <w:rsid w:val="00641314"/>
    <w:rsid w:val="006425EF"/>
    <w:rsid w:val="006426B7"/>
    <w:rsid w:val="00643127"/>
    <w:rsid w:val="00644282"/>
    <w:rsid w:val="00644BC4"/>
    <w:rsid w:val="006457DF"/>
    <w:rsid w:val="00645B77"/>
    <w:rsid w:val="00645E46"/>
    <w:rsid w:val="006468D7"/>
    <w:rsid w:val="00647F63"/>
    <w:rsid w:val="006506E0"/>
    <w:rsid w:val="00651231"/>
    <w:rsid w:val="00655076"/>
    <w:rsid w:val="0065621D"/>
    <w:rsid w:val="00656A7D"/>
    <w:rsid w:val="00656B23"/>
    <w:rsid w:val="006609D0"/>
    <w:rsid w:val="0066124C"/>
    <w:rsid w:val="006614D2"/>
    <w:rsid w:val="00662D2A"/>
    <w:rsid w:val="006643BB"/>
    <w:rsid w:val="00665025"/>
    <w:rsid w:val="006659E6"/>
    <w:rsid w:val="00666051"/>
    <w:rsid w:val="00666085"/>
    <w:rsid w:val="0066654B"/>
    <w:rsid w:val="00666C57"/>
    <w:rsid w:val="0066712D"/>
    <w:rsid w:val="0066757E"/>
    <w:rsid w:val="00670548"/>
    <w:rsid w:val="0067117F"/>
    <w:rsid w:val="00672A9C"/>
    <w:rsid w:val="00672B29"/>
    <w:rsid w:val="00672DA3"/>
    <w:rsid w:val="00673A7C"/>
    <w:rsid w:val="00673B54"/>
    <w:rsid w:val="00673DBD"/>
    <w:rsid w:val="00674216"/>
    <w:rsid w:val="0067700A"/>
    <w:rsid w:val="006772C8"/>
    <w:rsid w:val="006808CA"/>
    <w:rsid w:val="006826C9"/>
    <w:rsid w:val="00682901"/>
    <w:rsid w:val="00683374"/>
    <w:rsid w:val="00683F63"/>
    <w:rsid w:val="006843C8"/>
    <w:rsid w:val="00684A9E"/>
    <w:rsid w:val="00684CA7"/>
    <w:rsid w:val="006868BB"/>
    <w:rsid w:val="00687212"/>
    <w:rsid w:val="006874EB"/>
    <w:rsid w:val="00687648"/>
    <w:rsid w:val="00687AB8"/>
    <w:rsid w:val="00687DB7"/>
    <w:rsid w:val="00690247"/>
    <w:rsid w:val="00690C18"/>
    <w:rsid w:val="00690FBA"/>
    <w:rsid w:val="006912D4"/>
    <w:rsid w:val="00691AD8"/>
    <w:rsid w:val="00692FB1"/>
    <w:rsid w:val="0069380C"/>
    <w:rsid w:val="006958CD"/>
    <w:rsid w:val="0069617C"/>
    <w:rsid w:val="006965E2"/>
    <w:rsid w:val="00696EDD"/>
    <w:rsid w:val="00696F9A"/>
    <w:rsid w:val="006A000B"/>
    <w:rsid w:val="006A1125"/>
    <w:rsid w:val="006A2587"/>
    <w:rsid w:val="006A4089"/>
    <w:rsid w:val="006A4227"/>
    <w:rsid w:val="006A4412"/>
    <w:rsid w:val="006A572F"/>
    <w:rsid w:val="006A62D8"/>
    <w:rsid w:val="006A76CB"/>
    <w:rsid w:val="006B016B"/>
    <w:rsid w:val="006B11B4"/>
    <w:rsid w:val="006B1676"/>
    <w:rsid w:val="006B19D8"/>
    <w:rsid w:val="006B328F"/>
    <w:rsid w:val="006B3576"/>
    <w:rsid w:val="006B5B8A"/>
    <w:rsid w:val="006B65E9"/>
    <w:rsid w:val="006B77E3"/>
    <w:rsid w:val="006C04E9"/>
    <w:rsid w:val="006C0C7A"/>
    <w:rsid w:val="006C1578"/>
    <w:rsid w:val="006C2338"/>
    <w:rsid w:val="006C2686"/>
    <w:rsid w:val="006C270C"/>
    <w:rsid w:val="006C37E6"/>
    <w:rsid w:val="006C3FBE"/>
    <w:rsid w:val="006C4548"/>
    <w:rsid w:val="006C4F69"/>
    <w:rsid w:val="006C5F3E"/>
    <w:rsid w:val="006C6BD1"/>
    <w:rsid w:val="006C6F74"/>
    <w:rsid w:val="006D025A"/>
    <w:rsid w:val="006D058E"/>
    <w:rsid w:val="006D072C"/>
    <w:rsid w:val="006D072D"/>
    <w:rsid w:val="006D10D0"/>
    <w:rsid w:val="006D1E1F"/>
    <w:rsid w:val="006D35A2"/>
    <w:rsid w:val="006D42F9"/>
    <w:rsid w:val="006D4487"/>
    <w:rsid w:val="006D4B93"/>
    <w:rsid w:val="006D4CA0"/>
    <w:rsid w:val="006D790A"/>
    <w:rsid w:val="006E0416"/>
    <w:rsid w:val="006E1D65"/>
    <w:rsid w:val="006E2B21"/>
    <w:rsid w:val="006E2E7C"/>
    <w:rsid w:val="006E5E82"/>
    <w:rsid w:val="006E61EC"/>
    <w:rsid w:val="006E6F60"/>
    <w:rsid w:val="006E6FA4"/>
    <w:rsid w:val="006E6FC0"/>
    <w:rsid w:val="006E7198"/>
    <w:rsid w:val="006F0A01"/>
    <w:rsid w:val="006F0C44"/>
    <w:rsid w:val="006F155E"/>
    <w:rsid w:val="006F1781"/>
    <w:rsid w:val="006F3F64"/>
    <w:rsid w:val="006F4C98"/>
    <w:rsid w:val="006F4F50"/>
    <w:rsid w:val="006F4FB3"/>
    <w:rsid w:val="006F5058"/>
    <w:rsid w:val="006F5BBD"/>
    <w:rsid w:val="006F5C49"/>
    <w:rsid w:val="006F6260"/>
    <w:rsid w:val="006F62F1"/>
    <w:rsid w:val="006F6A80"/>
    <w:rsid w:val="006F6E3C"/>
    <w:rsid w:val="006F7322"/>
    <w:rsid w:val="006F7882"/>
    <w:rsid w:val="006F7AC7"/>
    <w:rsid w:val="00700024"/>
    <w:rsid w:val="0070183B"/>
    <w:rsid w:val="00701947"/>
    <w:rsid w:val="007023FE"/>
    <w:rsid w:val="0070396B"/>
    <w:rsid w:val="00704518"/>
    <w:rsid w:val="00704A2E"/>
    <w:rsid w:val="00704BFB"/>
    <w:rsid w:val="007058BF"/>
    <w:rsid w:val="00705A42"/>
    <w:rsid w:val="00706FFD"/>
    <w:rsid w:val="0070798A"/>
    <w:rsid w:val="007134F0"/>
    <w:rsid w:val="00714257"/>
    <w:rsid w:val="00714DCD"/>
    <w:rsid w:val="00715513"/>
    <w:rsid w:val="007156D7"/>
    <w:rsid w:val="0071677D"/>
    <w:rsid w:val="00721B67"/>
    <w:rsid w:val="0072304B"/>
    <w:rsid w:val="00723107"/>
    <w:rsid w:val="007243D5"/>
    <w:rsid w:val="0072559D"/>
    <w:rsid w:val="00727349"/>
    <w:rsid w:val="007274FE"/>
    <w:rsid w:val="00727725"/>
    <w:rsid w:val="00727AB4"/>
    <w:rsid w:val="00727D9B"/>
    <w:rsid w:val="0073003C"/>
    <w:rsid w:val="007304B2"/>
    <w:rsid w:val="00730DB8"/>
    <w:rsid w:val="00731520"/>
    <w:rsid w:val="00731D90"/>
    <w:rsid w:val="007320F3"/>
    <w:rsid w:val="007323B6"/>
    <w:rsid w:val="007323CA"/>
    <w:rsid w:val="00732F03"/>
    <w:rsid w:val="007341C7"/>
    <w:rsid w:val="00734D81"/>
    <w:rsid w:val="00734DAD"/>
    <w:rsid w:val="00735089"/>
    <w:rsid w:val="00736C93"/>
    <w:rsid w:val="00741318"/>
    <w:rsid w:val="00747C9A"/>
    <w:rsid w:val="007504BB"/>
    <w:rsid w:val="00750580"/>
    <w:rsid w:val="0075097C"/>
    <w:rsid w:val="00751A82"/>
    <w:rsid w:val="00752161"/>
    <w:rsid w:val="00752F4A"/>
    <w:rsid w:val="00753C79"/>
    <w:rsid w:val="007544E4"/>
    <w:rsid w:val="00755F04"/>
    <w:rsid w:val="0075635B"/>
    <w:rsid w:val="00757E1B"/>
    <w:rsid w:val="00760E23"/>
    <w:rsid w:val="00760FDE"/>
    <w:rsid w:val="007623C1"/>
    <w:rsid w:val="00764D02"/>
    <w:rsid w:val="00767205"/>
    <w:rsid w:val="007703B5"/>
    <w:rsid w:val="00770726"/>
    <w:rsid w:val="00770BA7"/>
    <w:rsid w:val="0077202A"/>
    <w:rsid w:val="00772505"/>
    <w:rsid w:val="0077285F"/>
    <w:rsid w:val="00772F37"/>
    <w:rsid w:val="00773BE7"/>
    <w:rsid w:val="00774258"/>
    <w:rsid w:val="00774E54"/>
    <w:rsid w:val="00777E0C"/>
    <w:rsid w:val="007806DF"/>
    <w:rsid w:val="00780C21"/>
    <w:rsid w:val="007810B5"/>
    <w:rsid w:val="00781127"/>
    <w:rsid w:val="007819B1"/>
    <w:rsid w:val="00782758"/>
    <w:rsid w:val="00782EC3"/>
    <w:rsid w:val="00782F91"/>
    <w:rsid w:val="00783F1B"/>
    <w:rsid w:val="00784A3A"/>
    <w:rsid w:val="00785F46"/>
    <w:rsid w:val="00786F75"/>
    <w:rsid w:val="00787120"/>
    <w:rsid w:val="007876B4"/>
    <w:rsid w:val="0079043D"/>
    <w:rsid w:val="007908A6"/>
    <w:rsid w:val="0079194D"/>
    <w:rsid w:val="007919CF"/>
    <w:rsid w:val="00792385"/>
    <w:rsid w:val="007924A0"/>
    <w:rsid w:val="007929F3"/>
    <w:rsid w:val="007929FA"/>
    <w:rsid w:val="00792BFA"/>
    <w:rsid w:val="007930F2"/>
    <w:rsid w:val="00793785"/>
    <w:rsid w:val="00793B0C"/>
    <w:rsid w:val="00793E0A"/>
    <w:rsid w:val="00794081"/>
    <w:rsid w:val="007947D5"/>
    <w:rsid w:val="007948A6"/>
    <w:rsid w:val="00795688"/>
    <w:rsid w:val="00795CC4"/>
    <w:rsid w:val="00797B64"/>
    <w:rsid w:val="00797E56"/>
    <w:rsid w:val="007A0458"/>
    <w:rsid w:val="007A0FD9"/>
    <w:rsid w:val="007A1190"/>
    <w:rsid w:val="007A2039"/>
    <w:rsid w:val="007A3112"/>
    <w:rsid w:val="007A402B"/>
    <w:rsid w:val="007A4AEF"/>
    <w:rsid w:val="007A4D73"/>
    <w:rsid w:val="007A504D"/>
    <w:rsid w:val="007A51BD"/>
    <w:rsid w:val="007A6005"/>
    <w:rsid w:val="007A7222"/>
    <w:rsid w:val="007A722D"/>
    <w:rsid w:val="007A7425"/>
    <w:rsid w:val="007A7C99"/>
    <w:rsid w:val="007B12A4"/>
    <w:rsid w:val="007B1FD3"/>
    <w:rsid w:val="007B26BA"/>
    <w:rsid w:val="007B3AED"/>
    <w:rsid w:val="007B461F"/>
    <w:rsid w:val="007B481C"/>
    <w:rsid w:val="007B5372"/>
    <w:rsid w:val="007B5CF9"/>
    <w:rsid w:val="007C0100"/>
    <w:rsid w:val="007C044E"/>
    <w:rsid w:val="007C0983"/>
    <w:rsid w:val="007C221B"/>
    <w:rsid w:val="007C3B1D"/>
    <w:rsid w:val="007C44F6"/>
    <w:rsid w:val="007C53C8"/>
    <w:rsid w:val="007C642E"/>
    <w:rsid w:val="007D0703"/>
    <w:rsid w:val="007D2710"/>
    <w:rsid w:val="007D2EEC"/>
    <w:rsid w:val="007D303E"/>
    <w:rsid w:val="007D4216"/>
    <w:rsid w:val="007D49FC"/>
    <w:rsid w:val="007D4F03"/>
    <w:rsid w:val="007D6B74"/>
    <w:rsid w:val="007E048A"/>
    <w:rsid w:val="007E083D"/>
    <w:rsid w:val="007E3D19"/>
    <w:rsid w:val="007E49C8"/>
    <w:rsid w:val="007E4AFE"/>
    <w:rsid w:val="007E4DC7"/>
    <w:rsid w:val="007E4FF2"/>
    <w:rsid w:val="007E6A31"/>
    <w:rsid w:val="007E79D9"/>
    <w:rsid w:val="007F06D9"/>
    <w:rsid w:val="007F12EF"/>
    <w:rsid w:val="007F1521"/>
    <w:rsid w:val="007F1718"/>
    <w:rsid w:val="007F19CC"/>
    <w:rsid w:val="007F282F"/>
    <w:rsid w:val="007F3143"/>
    <w:rsid w:val="007F3F36"/>
    <w:rsid w:val="007F40A2"/>
    <w:rsid w:val="007F55E6"/>
    <w:rsid w:val="007F59BA"/>
    <w:rsid w:val="007F6B52"/>
    <w:rsid w:val="007F7184"/>
    <w:rsid w:val="007F7281"/>
    <w:rsid w:val="007F73ED"/>
    <w:rsid w:val="007F7ACB"/>
    <w:rsid w:val="00800C81"/>
    <w:rsid w:val="0080227B"/>
    <w:rsid w:val="008025F5"/>
    <w:rsid w:val="008036A8"/>
    <w:rsid w:val="00803F6C"/>
    <w:rsid w:val="0080418A"/>
    <w:rsid w:val="008045F7"/>
    <w:rsid w:val="00804E5E"/>
    <w:rsid w:val="00804FE1"/>
    <w:rsid w:val="00805575"/>
    <w:rsid w:val="00805EF8"/>
    <w:rsid w:val="00810B2E"/>
    <w:rsid w:val="00811700"/>
    <w:rsid w:val="00812AC8"/>
    <w:rsid w:val="00812B80"/>
    <w:rsid w:val="00812D7A"/>
    <w:rsid w:val="008131B5"/>
    <w:rsid w:val="008132D9"/>
    <w:rsid w:val="008169EE"/>
    <w:rsid w:val="00822205"/>
    <w:rsid w:val="00822218"/>
    <w:rsid w:val="00822CBB"/>
    <w:rsid w:val="00822F80"/>
    <w:rsid w:val="008234B4"/>
    <w:rsid w:val="00825873"/>
    <w:rsid w:val="00825A8B"/>
    <w:rsid w:val="00825CBD"/>
    <w:rsid w:val="0083046A"/>
    <w:rsid w:val="00830831"/>
    <w:rsid w:val="00831C95"/>
    <w:rsid w:val="00831EAA"/>
    <w:rsid w:val="00832AAD"/>
    <w:rsid w:val="00834A54"/>
    <w:rsid w:val="00834B4F"/>
    <w:rsid w:val="00835379"/>
    <w:rsid w:val="008360C5"/>
    <w:rsid w:val="008402E7"/>
    <w:rsid w:val="00840B72"/>
    <w:rsid w:val="00840DAD"/>
    <w:rsid w:val="00841001"/>
    <w:rsid w:val="00841903"/>
    <w:rsid w:val="008445EF"/>
    <w:rsid w:val="0084497F"/>
    <w:rsid w:val="00845246"/>
    <w:rsid w:val="00845870"/>
    <w:rsid w:val="00846004"/>
    <w:rsid w:val="0084666D"/>
    <w:rsid w:val="008471CD"/>
    <w:rsid w:val="00847352"/>
    <w:rsid w:val="008506AE"/>
    <w:rsid w:val="008506CD"/>
    <w:rsid w:val="008508B8"/>
    <w:rsid w:val="00850C39"/>
    <w:rsid w:val="008524AE"/>
    <w:rsid w:val="008529F6"/>
    <w:rsid w:val="00853213"/>
    <w:rsid w:val="008542F6"/>
    <w:rsid w:val="0085485C"/>
    <w:rsid w:val="00856AE9"/>
    <w:rsid w:val="00856CEB"/>
    <w:rsid w:val="00857842"/>
    <w:rsid w:val="00857DAB"/>
    <w:rsid w:val="00860CBB"/>
    <w:rsid w:val="00861B4A"/>
    <w:rsid w:val="00861E86"/>
    <w:rsid w:val="00862155"/>
    <w:rsid w:val="008631A3"/>
    <w:rsid w:val="00863BE5"/>
    <w:rsid w:val="008642CF"/>
    <w:rsid w:val="008660C0"/>
    <w:rsid w:val="008671EE"/>
    <w:rsid w:val="0087038C"/>
    <w:rsid w:val="00871155"/>
    <w:rsid w:val="0087173B"/>
    <w:rsid w:val="00872042"/>
    <w:rsid w:val="00872EC5"/>
    <w:rsid w:val="0087318A"/>
    <w:rsid w:val="008742D8"/>
    <w:rsid w:val="00874EAB"/>
    <w:rsid w:val="008755C2"/>
    <w:rsid w:val="00876382"/>
    <w:rsid w:val="00876F0C"/>
    <w:rsid w:val="008803E6"/>
    <w:rsid w:val="00881307"/>
    <w:rsid w:val="00881404"/>
    <w:rsid w:val="0088239E"/>
    <w:rsid w:val="00883139"/>
    <w:rsid w:val="00883149"/>
    <w:rsid w:val="00883F62"/>
    <w:rsid w:val="00884314"/>
    <w:rsid w:val="008850AD"/>
    <w:rsid w:val="008857F3"/>
    <w:rsid w:val="008872AD"/>
    <w:rsid w:val="00887BD3"/>
    <w:rsid w:val="00890712"/>
    <w:rsid w:val="00891498"/>
    <w:rsid w:val="00891F4B"/>
    <w:rsid w:val="00892182"/>
    <w:rsid w:val="008922B3"/>
    <w:rsid w:val="00892702"/>
    <w:rsid w:val="00893923"/>
    <w:rsid w:val="0089430C"/>
    <w:rsid w:val="0089490F"/>
    <w:rsid w:val="00894A52"/>
    <w:rsid w:val="00897781"/>
    <w:rsid w:val="008A0237"/>
    <w:rsid w:val="008A20C4"/>
    <w:rsid w:val="008A2493"/>
    <w:rsid w:val="008A411F"/>
    <w:rsid w:val="008A4EE0"/>
    <w:rsid w:val="008A5876"/>
    <w:rsid w:val="008A6779"/>
    <w:rsid w:val="008A6EF7"/>
    <w:rsid w:val="008A7F24"/>
    <w:rsid w:val="008B03BA"/>
    <w:rsid w:val="008B0BA9"/>
    <w:rsid w:val="008B2F87"/>
    <w:rsid w:val="008B3BA0"/>
    <w:rsid w:val="008B3D91"/>
    <w:rsid w:val="008B459C"/>
    <w:rsid w:val="008B46EC"/>
    <w:rsid w:val="008B4EFD"/>
    <w:rsid w:val="008B512C"/>
    <w:rsid w:val="008B5A71"/>
    <w:rsid w:val="008B6979"/>
    <w:rsid w:val="008B6DB8"/>
    <w:rsid w:val="008B7407"/>
    <w:rsid w:val="008B750A"/>
    <w:rsid w:val="008B7B51"/>
    <w:rsid w:val="008B7DD3"/>
    <w:rsid w:val="008B7E63"/>
    <w:rsid w:val="008C014E"/>
    <w:rsid w:val="008C0B9E"/>
    <w:rsid w:val="008C1E3C"/>
    <w:rsid w:val="008C248D"/>
    <w:rsid w:val="008C2BF0"/>
    <w:rsid w:val="008C3193"/>
    <w:rsid w:val="008C35F2"/>
    <w:rsid w:val="008C58AB"/>
    <w:rsid w:val="008C5EF7"/>
    <w:rsid w:val="008C5F6E"/>
    <w:rsid w:val="008C6084"/>
    <w:rsid w:val="008C6097"/>
    <w:rsid w:val="008C657D"/>
    <w:rsid w:val="008D1186"/>
    <w:rsid w:val="008D1861"/>
    <w:rsid w:val="008D1DD3"/>
    <w:rsid w:val="008D3382"/>
    <w:rsid w:val="008D388F"/>
    <w:rsid w:val="008D3B8A"/>
    <w:rsid w:val="008D3DE0"/>
    <w:rsid w:val="008D462B"/>
    <w:rsid w:val="008D4710"/>
    <w:rsid w:val="008D535B"/>
    <w:rsid w:val="008D5495"/>
    <w:rsid w:val="008D5A4B"/>
    <w:rsid w:val="008D5CAF"/>
    <w:rsid w:val="008D71D6"/>
    <w:rsid w:val="008E0990"/>
    <w:rsid w:val="008E0AD7"/>
    <w:rsid w:val="008E0D94"/>
    <w:rsid w:val="008E1BF0"/>
    <w:rsid w:val="008E1ED7"/>
    <w:rsid w:val="008E330D"/>
    <w:rsid w:val="008E3DC6"/>
    <w:rsid w:val="008E3E9B"/>
    <w:rsid w:val="008E413E"/>
    <w:rsid w:val="008E622E"/>
    <w:rsid w:val="008E6569"/>
    <w:rsid w:val="008F12DA"/>
    <w:rsid w:val="008F1745"/>
    <w:rsid w:val="008F1BC3"/>
    <w:rsid w:val="008F2493"/>
    <w:rsid w:val="008F2FEB"/>
    <w:rsid w:val="008F363E"/>
    <w:rsid w:val="008F3EB7"/>
    <w:rsid w:val="008F61D7"/>
    <w:rsid w:val="008F636F"/>
    <w:rsid w:val="008F6666"/>
    <w:rsid w:val="008F69D0"/>
    <w:rsid w:val="008F6B61"/>
    <w:rsid w:val="008F70D4"/>
    <w:rsid w:val="0090033E"/>
    <w:rsid w:val="00900B40"/>
    <w:rsid w:val="0090110C"/>
    <w:rsid w:val="0090161B"/>
    <w:rsid w:val="009026AE"/>
    <w:rsid w:val="009029C1"/>
    <w:rsid w:val="0090325E"/>
    <w:rsid w:val="00903F44"/>
    <w:rsid w:val="009068AF"/>
    <w:rsid w:val="00906D61"/>
    <w:rsid w:val="0090734E"/>
    <w:rsid w:val="0091206E"/>
    <w:rsid w:val="00912E8D"/>
    <w:rsid w:val="00914FFD"/>
    <w:rsid w:val="0091591C"/>
    <w:rsid w:val="00916406"/>
    <w:rsid w:val="00916E42"/>
    <w:rsid w:val="00917D8E"/>
    <w:rsid w:val="0092030D"/>
    <w:rsid w:val="009204A7"/>
    <w:rsid w:val="009220DA"/>
    <w:rsid w:val="00922B8B"/>
    <w:rsid w:val="00922CC5"/>
    <w:rsid w:val="00923B65"/>
    <w:rsid w:val="00923D33"/>
    <w:rsid w:val="009249B1"/>
    <w:rsid w:val="0092614D"/>
    <w:rsid w:val="009265A1"/>
    <w:rsid w:val="00927B40"/>
    <w:rsid w:val="00927B70"/>
    <w:rsid w:val="00932474"/>
    <w:rsid w:val="00932EAE"/>
    <w:rsid w:val="00933304"/>
    <w:rsid w:val="0093441D"/>
    <w:rsid w:val="00935157"/>
    <w:rsid w:val="009364F1"/>
    <w:rsid w:val="00936FE2"/>
    <w:rsid w:val="0093701F"/>
    <w:rsid w:val="009410A0"/>
    <w:rsid w:val="009415F6"/>
    <w:rsid w:val="0094169F"/>
    <w:rsid w:val="00941FBA"/>
    <w:rsid w:val="009420D5"/>
    <w:rsid w:val="00944641"/>
    <w:rsid w:val="00944D62"/>
    <w:rsid w:val="00947A3D"/>
    <w:rsid w:val="00947EA6"/>
    <w:rsid w:val="00947ED2"/>
    <w:rsid w:val="0095041B"/>
    <w:rsid w:val="0095208E"/>
    <w:rsid w:val="00952AF8"/>
    <w:rsid w:val="009532E3"/>
    <w:rsid w:val="00953DD0"/>
    <w:rsid w:val="00953FA2"/>
    <w:rsid w:val="009548D9"/>
    <w:rsid w:val="009549F7"/>
    <w:rsid w:val="009567CC"/>
    <w:rsid w:val="00956878"/>
    <w:rsid w:val="00956886"/>
    <w:rsid w:val="00956DB1"/>
    <w:rsid w:val="00957A01"/>
    <w:rsid w:val="00960714"/>
    <w:rsid w:val="0096229F"/>
    <w:rsid w:val="0096230F"/>
    <w:rsid w:val="00962388"/>
    <w:rsid w:val="009626AA"/>
    <w:rsid w:val="009629F9"/>
    <w:rsid w:val="00962A93"/>
    <w:rsid w:val="00962C06"/>
    <w:rsid w:val="00962EF4"/>
    <w:rsid w:val="00963589"/>
    <w:rsid w:val="00964792"/>
    <w:rsid w:val="009649C9"/>
    <w:rsid w:val="00967613"/>
    <w:rsid w:val="009705F6"/>
    <w:rsid w:val="009708FE"/>
    <w:rsid w:val="00970AED"/>
    <w:rsid w:val="00971444"/>
    <w:rsid w:val="00972841"/>
    <w:rsid w:val="009735D8"/>
    <w:rsid w:val="0097419E"/>
    <w:rsid w:val="00974984"/>
    <w:rsid w:val="00975301"/>
    <w:rsid w:val="00975D80"/>
    <w:rsid w:val="009763F9"/>
    <w:rsid w:val="009769F9"/>
    <w:rsid w:val="00977A62"/>
    <w:rsid w:val="00977E2B"/>
    <w:rsid w:val="00977E9C"/>
    <w:rsid w:val="00981E1B"/>
    <w:rsid w:val="009822EF"/>
    <w:rsid w:val="00982A66"/>
    <w:rsid w:val="00982C27"/>
    <w:rsid w:val="00982EC2"/>
    <w:rsid w:val="00982F54"/>
    <w:rsid w:val="009835DC"/>
    <w:rsid w:val="00983E3A"/>
    <w:rsid w:val="0098425D"/>
    <w:rsid w:val="009851E8"/>
    <w:rsid w:val="009857CC"/>
    <w:rsid w:val="0098611B"/>
    <w:rsid w:val="00986E76"/>
    <w:rsid w:val="00990905"/>
    <w:rsid w:val="00990EEA"/>
    <w:rsid w:val="00991578"/>
    <w:rsid w:val="009918FA"/>
    <w:rsid w:val="00992D71"/>
    <w:rsid w:val="00993520"/>
    <w:rsid w:val="009945B0"/>
    <w:rsid w:val="009945B1"/>
    <w:rsid w:val="00994AA8"/>
    <w:rsid w:val="00994B82"/>
    <w:rsid w:val="0099516E"/>
    <w:rsid w:val="00995D8D"/>
    <w:rsid w:val="0099743A"/>
    <w:rsid w:val="009A00DC"/>
    <w:rsid w:val="009A17FE"/>
    <w:rsid w:val="009A1D2B"/>
    <w:rsid w:val="009A21BB"/>
    <w:rsid w:val="009A24AD"/>
    <w:rsid w:val="009A2776"/>
    <w:rsid w:val="009A37E6"/>
    <w:rsid w:val="009A5230"/>
    <w:rsid w:val="009A569A"/>
    <w:rsid w:val="009A6A6F"/>
    <w:rsid w:val="009A7866"/>
    <w:rsid w:val="009B0E81"/>
    <w:rsid w:val="009B0FBC"/>
    <w:rsid w:val="009B246C"/>
    <w:rsid w:val="009B2A63"/>
    <w:rsid w:val="009B2B5A"/>
    <w:rsid w:val="009B2B8C"/>
    <w:rsid w:val="009B3027"/>
    <w:rsid w:val="009B41C2"/>
    <w:rsid w:val="009B5262"/>
    <w:rsid w:val="009B7B47"/>
    <w:rsid w:val="009C0769"/>
    <w:rsid w:val="009C0F8E"/>
    <w:rsid w:val="009C1CCB"/>
    <w:rsid w:val="009C2A02"/>
    <w:rsid w:val="009C3CEA"/>
    <w:rsid w:val="009C5A3B"/>
    <w:rsid w:val="009C62CD"/>
    <w:rsid w:val="009C66DB"/>
    <w:rsid w:val="009C6B0A"/>
    <w:rsid w:val="009C6BA8"/>
    <w:rsid w:val="009C710B"/>
    <w:rsid w:val="009C7393"/>
    <w:rsid w:val="009C78D2"/>
    <w:rsid w:val="009C7A2F"/>
    <w:rsid w:val="009C7D0B"/>
    <w:rsid w:val="009D129F"/>
    <w:rsid w:val="009D232A"/>
    <w:rsid w:val="009D2C27"/>
    <w:rsid w:val="009D2DC6"/>
    <w:rsid w:val="009D2FE0"/>
    <w:rsid w:val="009D310B"/>
    <w:rsid w:val="009D4450"/>
    <w:rsid w:val="009D5904"/>
    <w:rsid w:val="009D5BB4"/>
    <w:rsid w:val="009D6A3F"/>
    <w:rsid w:val="009D6CFC"/>
    <w:rsid w:val="009D7059"/>
    <w:rsid w:val="009E02B0"/>
    <w:rsid w:val="009E1D72"/>
    <w:rsid w:val="009E2D79"/>
    <w:rsid w:val="009E31E6"/>
    <w:rsid w:val="009E4C22"/>
    <w:rsid w:val="009E4C53"/>
    <w:rsid w:val="009E4CBC"/>
    <w:rsid w:val="009E4DEE"/>
    <w:rsid w:val="009E4E24"/>
    <w:rsid w:val="009E4F06"/>
    <w:rsid w:val="009E514F"/>
    <w:rsid w:val="009E5F1D"/>
    <w:rsid w:val="009E6769"/>
    <w:rsid w:val="009E6FF2"/>
    <w:rsid w:val="009E77ED"/>
    <w:rsid w:val="009F1573"/>
    <w:rsid w:val="009F1CA9"/>
    <w:rsid w:val="009F1CD1"/>
    <w:rsid w:val="009F3584"/>
    <w:rsid w:val="009F38F3"/>
    <w:rsid w:val="009F3E8D"/>
    <w:rsid w:val="009F41A1"/>
    <w:rsid w:val="009F74AD"/>
    <w:rsid w:val="009F78F7"/>
    <w:rsid w:val="00A00F15"/>
    <w:rsid w:val="00A01199"/>
    <w:rsid w:val="00A01364"/>
    <w:rsid w:val="00A0143C"/>
    <w:rsid w:val="00A015F2"/>
    <w:rsid w:val="00A029B1"/>
    <w:rsid w:val="00A02F46"/>
    <w:rsid w:val="00A031FC"/>
    <w:rsid w:val="00A04615"/>
    <w:rsid w:val="00A05A5A"/>
    <w:rsid w:val="00A063C8"/>
    <w:rsid w:val="00A10258"/>
    <w:rsid w:val="00A10478"/>
    <w:rsid w:val="00A10530"/>
    <w:rsid w:val="00A106BF"/>
    <w:rsid w:val="00A117E4"/>
    <w:rsid w:val="00A12E59"/>
    <w:rsid w:val="00A13A22"/>
    <w:rsid w:val="00A14FE0"/>
    <w:rsid w:val="00A15153"/>
    <w:rsid w:val="00A15E72"/>
    <w:rsid w:val="00A16357"/>
    <w:rsid w:val="00A1729E"/>
    <w:rsid w:val="00A17B5B"/>
    <w:rsid w:val="00A200BF"/>
    <w:rsid w:val="00A20FBC"/>
    <w:rsid w:val="00A2123F"/>
    <w:rsid w:val="00A21BE6"/>
    <w:rsid w:val="00A235B1"/>
    <w:rsid w:val="00A244E2"/>
    <w:rsid w:val="00A24A1C"/>
    <w:rsid w:val="00A255E3"/>
    <w:rsid w:val="00A26466"/>
    <w:rsid w:val="00A26F29"/>
    <w:rsid w:val="00A277E8"/>
    <w:rsid w:val="00A27CC5"/>
    <w:rsid w:val="00A27D7C"/>
    <w:rsid w:val="00A30AE4"/>
    <w:rsid w:val="00A35EC9"/>
    <w:rsid w:val="00A3600F"/>
    <w:rsid w:val="00A36F7E"/>
    <w:rsid w:val="00A37013"/>
    <w:rsid w:val="00A3713F"/>
    <w:rsid w:val="00A37141"/>
    <w:rsid w:val="00A37559"/>
    <w:rsid w:val="00A432A8"/>
    <w:rsid w:val="00A4383F"/>
    <w:rsid w:val="00A43C1C"/>
    <w:rsid w:val="00A44300"/>
    <w:rsid w:val="00A4462F"/>
    <w:rsid w:val="00A45290"/>
    <w:rsid w:val="00A46D21"/>
    <w:rsid w:val="00A47F88"/>
    <w:rsid w:val="00A5030B"/>
    <w:rsid w:val="00A50FC1"/>
    <w:rsid w:val="00A5173C"/>
    <w:rsid w:val="00A51F8D"/>
    <w:rsid w:val="00A5257A"/>
    <w:rsid w:val="00A53041"/>
    <w:rsid w:val="00A53DB3"/>
    <w:rsid w:val="00A54B61"/>
    <w:rsid w:val="00A54E5E"/>
    <w:rsid w:val="00A555F7"/>
    <w:rsid w:val="00A5584D"/>
    <w:rsid w:val="00A570BA"/>
    <w:rsid w:val="00A57E38"/>
    <w:rsid w:val="00A610C8"/>
    <w:rsid w:val="00A6150F"/>
    <w:rsid w:val="00A62CFE"/>
    <w:rsid w:val="00A63809"/>
    <w:rsid w:val="00A63FEE"/>
    <w:rsid w:val="00A65F04"/>
    <w:rsid w:val="00A65FA1"/>
    <w:rsid w:val="00A663A1"/>
    <w:rsid w:val="00A667F4"/>
    <w:rsid w:val="00A66884"/>
    <w:rsid w:val="00A66E4D"/>
    <w:rsid w:val="00A6727E"/>
    <w:rsid w:val="00A67466"/>
    <w:rsid w:val="00A67FC4"/>
    <w:rsid w:val="00A70327"/>
    <w:rsid w:val="00A7287D"/>
    <w:rsid w:val="00A73528"/>
    <w:rsid w:val="00A7366C"/>
    <w:rsid w:val="00A73B9B"/>
    <w:rsid w:val="00A743BE"/>
    <w:rsid w:val="00A74F9B"/>
    <w:rsid w:val="00A76921"/>
    <w:rsid w:val="00A80F3C"/>
    <w:rsid w:val="00A81C4C"/>
    <w:rsid w:val="00A81C53"/>
    <w:rsid w:val="00A81DCB"/>
    <w:rsid w:val="00A825A6"/>
    <w:rsid w:val="00A82ADA"/>
    <w:rsid w:val="00A8322A"/>
    <w:rsid w:val="00A834B0"/>
    <w:rsid w:val="00A83DB0"/>
    <w:rsid w:val="00A850FB"/>
    <w:rsid w:val="00A85B6D"/>
    <w:rsid w:val="00A86AF3"/>
    <w:rsid w:val="00A87353"/>
    <w:rsid w:val="00A90456"/>
    <w:rsid w:val="00A90B00"/>
    <w:rsid w:val="00A91C8F"/>
    <w:rsid w:val="00A9243D"/>
    <w:rsid w:val="00A936F8"/>
    <w:rsid w:val="00A9386A"/>
    <w:rsid w:val="00A93890"/>
    <w:rsid w:val="00A93D32"/>
    <w:rsid w:val="00A9420F"/>
    <w:rsid w:val="00A95109"/>
    <w:rsid w:val="00A9619A"/>
    <w:rsid w:val="00AA0111"/>
    <w:rsid w:val="00AA0A4E"/>
    <w:rsid w:val="00AA0BD1"/>
    <w:rsid w:val="00AA0C00"/>
    <w:rsid w:val="00AA1847"/>
    <w:rsid w:val="00AA2450"/>
    <w:rsid w:val="00AA269C"/>
    <w:rsid w:val="00AA26D6"/>
    <w:rsid w:val="00AA2C1A"/>
    <w:rsid w:val="00AA3FF8"/>
    <w:rsid w:val="00AA5030"/>
    <w:rsid w:val="00AA5942"/>
    <w:rsid w:val="00AA5C28"/>
    <w:rsid w:val="00AA5C81"/>
    <w:rsid w:val="00AA689B"/>
    <w:rsid w:val="00AA6C7F"/>
    <w:rsid w:val="00AA7029"/>
    <w:rsid w:val="00AA757E"/>
    <w:rsid w:val="00AA7CD2"/>
    <w:rsid w:val="00AA7ED1"/>
    <w:rsid w:val="00AB079A"/>
    <w:rsid w:val="00AB0CCA"/>
    <w:rsid w:val="00AB10FE"/>
    <w:rsid w:val="00AB31B0"/>
    <w:rsid w:val="00AB6D4E"/>
    <w:rsid w:val="00AC02B1"/>
    <w:rsid w:val="00AC1645"/>
    <w:rsid w:val="00AC357B"/>
    <w:rsid w:val="00AC440F"/>
    <w:rsid w:val="00AC4906"/>
    <w:rsid w:val="00AC50E0"/>
    <w:rsid w:val="00AC5BD2"/>
    <w:rsid w:val="00AC5D04"/>
    <w:rsid w:val="00AC6102"/>
    <w:rsid w:val="00AC67F2"/>
    <w:rsid w:val="00AC7BF9"/>
    <w:rsid w:val="00AC7E82"/>
    <w:rsid w:val="00AD00F0"/>
    <w:rsid w:val="00AD0366"/>
    <w:rsid w:val="00AD0733"/>
    <w:rsid w:val="00AD21F0"/>
    <w:rsid w:val="00AD2C10"/>
    <w:rsid w:val="00AD4673"/>
    <w:rsid w:val="00AD4E97"/>
    <w:rsid w:val="00AD53AD"/>
    <w:rsid w:val="00AD6694"/>
    <w:rsid w:val="00AD66E7"/>
    <w:rsid w:val="00AD6886"/>
    <w:rsid w:val="00AD6E97"/>
    <w:rsid w:val="00AD74B8"/>
    <w:rsid w:val="00AD74DB"/>
    <w:rsid w:val="00AD755E"/>
    <w:rsid w:val="00AE1239"/>
    <w:rsid w:val="00AE1921"/>
    <w:rsid w:val="00AE25B0"/>
    <w:rsid w:val="00AE4067"/>
    <w:rsid w:val="00AE5088"/>
    <w:rsid w:val="00AE6BFD"/>
    <w:rsid w:val="00AE6C85"/>
    <w:rsid w:val="00AE7E4D"/>
    <w:rsid w:val="00AF042D"/>
    <w:rsid w:val="00AF0C03"/>
    <w:rsid w:val="00AF108B"/>
    <w:rsid w:val="00AF1BF2"/>
    <w:rsid w:val="00AF1FC0"/>
    <w:rsid w:val="00AF2376"/>
    <w:rsid w:val="00AF2D7E"/>
    <w:rsid w:val="00AF3093"/>
    <w:rsid w:val="00AF3267"/>
    <w:rsid w:val="00AF3547"/>
    <w:rsid w:val="00AF3BC3"/>
    <w:rsid w:val="00AF3C1E"/>
    <w:rsid w:val="00AF3CFD"/>
    <w:rsid w:val="00AF50EB"/>
    <w:rsid w:val="00AF57DE"/>
    <w:rsid w:val="00AF640A"/>
    <w:rsid w:val="00AF76E4"/>
    <w:rsid w:val="00B00FC3"/>
    <w:rsid w:val="00B0102F"/>
    <w:rsid w:val="00B0160B"/>
    <w:rsid w:val="00B01D70"/>
    <w:rsid w:val="00B025D3"/>
    <w:rsid w:val="00B034D0"/>
    <w:rsid w:val="00B043B2"/>
    <w:rsid w:val="00B0442C"/>
    <w:rsid w:val="00B05AEC"/>
    <w:rsid w:val="00B05DD1"/>
    <w:rsid w:val="00B067B4"/>
    <w:rsid w:val="00B06BA2"/>
    <w:rsid w:val="00B06FF0"/>
    <w:rsid w:val="00B071AF"/>
    <w:rsid w:val="00B101C2"/>
    <w:rsid w:val="00B1287A"/>
    <w:rsid w:val="00B1301C"/>
    <w:rsid w:val="00B1329B"/>
    <w:rsid w:val="00B15551"/>
    <w:rsid w:val="00B15E7F"/>
    <w:rsid w:val="00B1617B"/>
    <w:rsid w:val="00B1671A"/>
    <w:rsid w:val="00B16D29"/>
    <w:rsid w:val="00B17ED4"/>
    <w:rsid w:val="00B2189B"/>
    <w:rsid w:val="00B22B6A"/>
    <w:rsid w:val="00B22DF7"/>
    <w:rsid w:val="00B2338B"/>
    <w:rsid w:val="00B27582"/>
    <w:rsid w:val="00B3021F"/>
    <w:rsid w:val="00B30773"/>
    <w:rsid w:val="00B31FA1"/>
    <w:rsid w:val="00B321B7"/>
    <w:rsid w:val="00B3248E"/>
    <w:rsid w:val="00B3431F"/>
    <w:rsid w:val="00B35068"/>
    <w:rsid w:val="00B36076"/>
    <w:rsid w:val="00B362FB"/>
    <w:rsid w:val="00B3674C"/>
    <w:rsid w:val="00B36E48"/>
    <w:rsid w:val="00B374D1"/>
    <w:rsid w:val="00B404F6"/>
    <w:rsid w:val="00B40AA5"/>
    <w:rsid w:val="00B42117"/>
    <w:rsid w:val="00B42A77"/>
    <w:rsid w:val="00B43043"/>
    <w:rsid w:val="00B43F0D"/>
    <w:rsid w:val="00B44971"/>
    <w:rsid w:val="00B44DA3"/>
    <w:rsid w:val="00B454DE"/>
    <w:rsid w:val="00B470B6"/>
    <w:rsid w:val="00B472FE"/>
    <w:rsid w:val="00B47954"/>
    <w:rsid w:val="00B47EEB"/>
    <w:rsid w:val="00B47EFE"/>
    <w:rsid w:val="00B50410"/>
    <w:rsid w:val="00B50C4A"/>
    <w:rsid w:val="00B510E9"/>
    <w:rsid w:val="00B5119F"/>
    <w:rsid w:val="00B51A77"/>
    <w:rsid w:val="00B51AB0"/>
    <w:rsid w:val="00B520E2"/>
    <w:rsid w:val="00B5259C"/>
    <w:rsid w:val="00B52CA5"/>
    <w:rsid w:val="00B55BF4"/>
    <w:rsid w:val="00B55E57"/>
    <w:rsid w:val="00B56798"/>
    <w:rsid w:val="00B56FF2"/>
    <w:rsid w:val="00B5770E"/>
    <w:rsid w:val="00B5799E"/>
    <w:rsid w:val="00B60005"/>
    <w:rsid w:val="00B61130"/>
    <w:rsid w:val="00B61F63"/>
    <w:rsid w:val="00B62B09"/>
    <w:rsid w:val="00B63C4E"/>
    <w:rsid w:val="00B642BD"/>
    <w:rsid w:val="00B642EC"/>
    <w:rsid w:val="00B66BF3"/>
    <w:rsid w:val="00B6709D"/>
    <w:rsid w:val="00B70983"/>
    <w:rsid w:val="00B70E9C"/>
    <w:rsid w:val="00B711B7"/>
    <w:rsid w:val="00B7290A"/>
    <w:rsid w:val="00B72B74"/>
    <w:rsid w:val="00B72F5F"/>
    <w:rsid w:val="00B73135"/>
    <w:rsid w:val="00B744EB"/>
    <w:rsid w:val="00B751E1"/>
    <w:rsid w:val="00B75AC7"/>
    <w:rsid w:val="00B75DB8"/>
    <w:rsid w:val="00B76716"/>
    <w:rsid w:val="00B7767B"/>
    <w:rsid w:val="00B80E0B"/>
    <w:rsid w:val="00B81113"/>
    <w:rsid w:val="00B81B6E"/>
    <w:rsid w:val="00B81D29"/>
    <w:rsid w:val="00B827CC"/>
    <w:rsid w:val="00B82852"/>
    <w:rsid w:val="00B834A3"/>
    <w:rsid w:val="00B83665"/>
    <w:rsid w:val="00B84DB2"/>
    <w:rsid w:val="00B85EB4"/>
    <w:rsid w:val="00B866FA"/>
    <w:rsid w:val="00B87744"/>
    <w:rsid w:val="00B87E1C"/>
    <w:rsid w:val="00B90E02"/>
    <w:rsid w:val="00B9121A"/>
    <w:rsid w:val="00B9195A"/>
    <w:rsid w:val="00B923FD"/>
    <w:rsid w:val="00B937CE"/>
    <w:rsid w:val="00B9557B"/>
    <w:rsid w:val="00B9557F"/>
    <w:rsid w:val="00B95A22"/>
    <w:rsid w:val="00B95F89"/>
    <w:rsid w:val="00B961A7"/>
    <w:rsid w:val="00B97272"/>
    <w:rsid w:val="00B97513"/>
    <w:rsid w:val="00B979AD"/>
    <w:rsid w:val="00BA06FB"/>
    <w:rsid w:val="00BA0A23"/>
    <w:rsid w:val="00BA0E04"/>
    <w:rsid w:val="00BA1803"/>
    <w:rsid w:val="00BA3176"/>
    <w:rsid w:val="00BA4D62"/>
    <w:rsid w:val="00BA51C2"/>
    <w:rsid w:val="00BA6B90"/>
    <w:rsid w:val="00BA6BE3"/>
    <w:rsid w:val="00BB0421"/>
    <w:rsid w:val="00BB0C50"/>
    <w:rsid w:val="00BB1847"/>
    <w:rsid w:val="00BB2C64"/>
    <w:rsid w:val="00BB356A"/>
    <w:rsid w:val="00BB3637"/>
    <w:rsid w:val="00BB3BFF"/>
    <w:rsid w:val="00BB3E51"/>
    <w:rsid w:val="00BB42D9"/>
    <w:rsid w:val="00BB5ABA"/>
    <w:rsid w:val="00BB6F88"/>
    <w:rsid w:val="00BB73F7"/>
    <w:rsid w:val="00BB75D1"/>
    <w:rsid w:val="00BC1AFF"/>
    <w:rsid w:val="00BC3249"/>
    <w:rsid w:val="00BC3370"/>
    <w:rsid w:val="00BC34A7"/>
    <w:rsid w:val="00BC3870"/>
    <w:rsid w:val="00BC3D19"/>
    <w:rsid w:val="00BC44D1"/>
    <w:rsid w:val="00BC5090"/>
    <w:rsid w:val="00BC6897"/>
    <w:rsid w:val="00BC72E3"/>
    <w:rsid w:val="00BC7863"/>
    <w:rsid w:val="00BD197C"/>
    <w:rsid w:val="00BD2D25"/>
    <w:rsid w:val="00BD34E2"/>
    <w:rsid w:val="00BD3C6E"/>
    <w:rsid w:val="00BD4552"/>
    <w:rsid w:val="00BD4D97"/>
    <w:rsid w:val="00BD5032"/>
    <w:rsid w:val="00BD5566"/>
    <w:rsid w:val="00BD665F"/>
    <w:rsid w:val="00BE0071"/>
    <w:rsid w:val="00BE037D"/>
    <w:rsid w:val="00BE16A8"/>
    <w:rsid w:val="00BE3583"/>
    <w:rsid w:val="00BE39EE"/>
    <w:rsid w:val="00BE4F77"/>
    <w:rsid w:val="00BE5562"/>
    <w:rsid w:val="00BE59DF"/>
    <w:rsid w:val="00BE722D"/>
    <w:rsid w:val="00BE74F1"/>
    <w:rsid w:val="00BE7C1E"/>
    <w:rsid w:val="00BE7FB4"/>
    <w:rsid w:val="00BF05FA"/>
    <w:rsid w:val="00BF0978"/>
    <w:rsid w:val="00BF49A4"/>
    <w:rsid w:val="00BF4EA8"/>
    <w:rsid w:val="00BF5EEE"/>
    <w:rsid w:val="00BF6079"/>
    <w:rsid w:val="00BF6886"/>
    <w:rsid w:val="00BF7266"/>
    <w:rsid w:val="00C005A3"/>
    <w:rsid w:val="00C00B15"/>
    <w:rsid w:val="00C00BCC"/>
    <w:rsid w:val="00C01148"/>
    <w:rsid w:val="00C0151A"/>
    <w:rsid w:val="00C01668"/>
    <w:rsid w:val="00C0271D"/>
    <w:rsid w:val="00C02DFC"/>
    <w:rsid w:val="00C02F08"/>
    <w:rsid w:val="00C033F2"/>
    <w:rsid w:val="00C04118"/>
    <w:rsid w:val="00C04B66"/>
    <w:rsid w:val="00C0549A"/>
    <w:rsid w:val="00C05E93"/>
    <w:rsid w:val="00C06477"/>
    <w:rsid w:val="00C06479"/>
    <w:rsid w:val="00C06949"/>
    <w:rsid w:val="00C0694E"/>
    <w:rsid w:val="00C06FE8"/>
    <w:rsid w:val="00C10C49"/>
    <w:rsid w:val="00C11174"/>
    <w:rsid w:val="00C1155B"/>
    <w:rsid w:val="00C116A9"/>
    <w:rsid w:val="00C11816"/>
    <w:rsid w:val="00C11860"/>
    <w:rsid w:val="00C119FE"/>
    <w:rsid w:val="00C1223C"/>
    <w:rsid w:val="00C1232F"/>
    <w:rsid w:val="00C12B98"/>
    <w:rsid w:val="00C12DB6"/>
    <w:rsid w:val="00C133B8"/>
    <w:rsid w:val="00C13934"/>
    <w:rsid w:val="00C13A44"/>
    <w:rsid w:val="00C13F97"/>
    <w:rsid w:val="00C14DF3"/>
    <w:rsid w:val="00C1504B"/>
    <w:rsid w:val="00C175A6"/>
    <w:rsid w:val="00C17DE0"/>
    <w:rsid w:val="00C21B74"/>
    <w:rsid w:val="00C2389F"/>
    <w:rsid w:val="00C23CBC"/>
    <w:rsid w:val="00C257AE"/>
    <w:rsid w:val="00C27B65"/>
    <w:rsid w:val="00C305F3"/>
    <w:rsid w:val="00C30736"/>
    <w:rsid w:val="00C34752"/>
    <w:rsid w:val="00C35E78"/>
    <w:rsid w:val="00C36902"/>
    <w:rsid w:val="00C36D85"/>
    <w:rsid w:val="00C3737D"/>
    <w:rsid w:val="00C37993"/>
    <w:rsid w:val="00C40587"/>
    <w:rsid w:val="00C40AD6"/>
    <w:rsid w:val="00C40F25"/>
    <w:rsid w:val="00C41472"/>
    <w:rsid w:val="00C41D46"/>
    <w:rsid w:val="00C43DC4"/>
    <w:rsid w:val="00C4571B"/>
    <w:rsid w:val="00C46146"/>
    <w:rsid w:val="00C46360"/>
    <w:rsid w:val="00C464BD"/>
    <w:rsid w:val="00C46A32"/>
    <w:rsid w:val="00C46E3D"/>
    <w:rsid w:val="00C471D0"/>
    <w:rsid w:val="00C500D3"/>
    <w:rsid w:val="00C50668"/>
    <w:rsid w:val="00C50863"/>
    <w:rsid w:val="00C50B66"/>
    <w:rsid w:val="00C53495"/>
    <w:rsid w:val="00C53B9B"/>
    <w:rsid w:val="00C56673"/>
    <w:rsid w:val="00C5692F"/>
    <w:rsid w:val="00C56B80"/>
    <w:rsid w:val="00C56D39"/>
    <w:rsid w:val="00C612D7"/>
    <w:rsid w:val="00C627A5"/>
    <w:rsid w:val="00C629FF"/>
    <w:rsid w:val="00C64633"/>
    <w:rsid w:val="00C65F78"/>
    <w:rsid w:val="00C664B9"/>
    <w:rsid w:val="00C67D74"/>
    <w:rsid w:val="00C70B89"/>
    <w:rsid w:val="00C712F5"/>
    <w:rsid w:val="00C7178D"/>
    <w:rsid w:val="00C7209F"/>
    <w:rsid w:val="00C722B4"/>
    <w:rsid w:val="00C72AC1"/>
    <w:rsid w:val="00C74033"/>
    <w:rsid w:val="00C74184"/>
    <w:rsid w:val="00C7446A"/>
    <w:rsid w:val="00C74843"/>
    <w:rsid w:val="00C75BE4"/>
    <w:rsid w:val="00C76629"/>
    <w:rsid w:val="00C76725"/>
    <w:rsid w:val="00C77AA1"/>
    <w:rsid w:val="00C80679"/>
    <w:rsid w:val="00C806B7"/>
    <w:rsid w:val="00C80E2E"/>
    <w:rsid w:val="00C8307F"/>
    <w:rsid w:val="00C83DCD"/>
    <w:rsid w:val="00C84376"/>
    <w:rsid w:val="00C86287"/>
    <w:rsid w:val="00C862CA"/>
    <w:rsid w:val="00C86F45"/>
    <w:rsid w:val="00C8792B"/>
    <w:rsid w:val="00C92177"/>
    <w:rsid w:val="00C92FF3"/>
    <w:rsid w:val="00C93964"/>
    <w:rsid w:val="00C942A8"/>
    <w:rsid w:val="00C94871"/>
    <w:rsid w:val="00C955CD"/>
    <w:rsid w:val="00C96387"/>
    <w:rsid w:val="00C97109"/>
    <w:rsid w:val="00C97A57"/>
    <w:rsid w:val="00C97ED4"/>
    <w:rsid w:val="00CA0B67"/>
    <w:rsid w:val="00CA0D78"/>
    <w:rsid w:val="00CA1A8B"/>
    <w:rsid w:val="00CA1DBF"/>
    <w:rsid w:val="00CA233C"/>
    <w:rsid w:val="00CA2656"/>
    <w:rsid w:val="00CA33E2"/>
    <w:rsid w:val="00CA3413"/>
    <w:rsid w:val="00CA3917"/>
    <w:rsid w:val="00CA3C00"/>
    <w:rsid w:val="00CA3CD2"/>
    <w:rsid w:val="00CA3E37"/>
    <w:rsid w:val="00CA5F5D"/>
    <w:rsid w:val="00CA5FDF"/>
    <w:rsid w:val="00CA652F"/>
    <w:rsid w:val="00CA6D6E"/>
    <w:rsid w:val="00CA7BB5"/>
    <w:rsid w:val="00CB0778"/>
    <w:rsid w:val="00CB07AB"/>
    <w:rsid w:val="00CB167A"/>
    <w:rsid w:val="00CB1BED"/>
    <w:rsid w:val="00CB3EDC"/>
    <w:rsid w:val="00CB4C02"/>
    <w:rsid w:val="00CB5DDA"/>
    <w:rsid w:val="00CB6207"/>
    <w:rsid w:val="00CC0BAB"/>
    <w:rsid w:val="00CC1599"/>
    <w:rsid w:val="00CC23E8"/>
    <w:rsid w:val="00CC2CFC"/>
    <w:rsid w:val="00CC3B14"/>
    <w:rsid w:val="00CC4859"/>
    <w:rsid w:val="00CC4DBD"/>
    <w:rsid w:val="00CC50C3"/>
    <w:rsid w:val="00CC6F69"/>
    <w:rsid w:val="00CC7FA1"/>
    <w:rsid w:val="00CD2497"/>
    <w:rsid w:val="00CD3566"/>
    <w:rsid w:val="00CD3A79"/>
    <w:rsid w:val="00CD3BDC"/>
    <w:rsid w:val="00CD4C60"/>
    <w:rsid w:val="00CD53CD"/>
    <w:rsid w:val="00CD579A"/>
    <w:rsid w:val="00CD7143"/>
    <w:rsid w:val="00CD788F"/>
    <w:rsid w:val="00CE02BD"/>
    <w:rsid w:val="00CE0819"/>
    <w:rsid w:val="00CE0EAD"/>
    <w:rsid w:val="00CE163D"/>
    <w:rsid w:val="00CE18CC"/>
    <w:rsid w:val="00CE1CDF"/>
    <w:rsid w:val="00CE270D"/>
    <w:rsid w:val="00CE2DDF"/>
    <w:rsid w:val="00CE3848"/>
    <w:rsid w:val="00CE3CD6"/>
    <w:rsid w:val="00CE433D"/>
    <w:rsid w:val="00CE4622"/>
    <w:rsid w:val="00CE4711"/>
    <w:rsid w:val="00CE49B5"/>
    <w:rsid w:val="00CE7004"/>
    <w:rsid w:val="00CF0785"/>
    <w:rsid w:val="00CF09A2"/>
    <w:rsid w:val="00CF0D33"/>
    <w:rsid w:val="00CF2870"/>
    <w:rsid w:val="00CF504A"/>
    <w:rsid w:val="00CF5480"/>
    <w:rsid w:val="00CF7794"/>
    <w:rsid w:val="00D00A77"/>
    <w:rsid w:val="00D0226B"/>
    <w:rsid w:val="00D02B20"/>
    <w:rsid w:val="00D02EE7"/>
    <w:rsid w:val="00D03606"/>
    <w:rsid w:val="00D0400B"/>
    <w:rsid w:val="00D045D5"/>
    <w:rsid w:val="00D0531F"/>
    <w:rsid w:val="00D06886"/>
    <w:rsid w:val="00D10124"/>
    <w:rsid w:val="00D1354C"/>
    <w:rsid w:val="00D15F4D"/>
    <w:rsid w:val="00D16EF5"/>
    <w:rsid w:val="00D179BD"/>
    <w:rsid w:val="00D17B78"/>
    <w:rsid w:val="00D21634"/>
    <w:rsid w:val="00D222B0"/>
    <w:rsid w:val="00D2459E"/>
    <w:rsid w:val="00D26657"/>
    <w:rsid w:val="00D268C2"/>
    <w:rsid w:val="00D26D69"/>
    <w:rsid w:val="00D27225"/>
    <w:rsid w:val="00D27436"/>
    <w:rsid w:val="00D2794A"/>
    <w:rsid w:val="00D27971"/>
    <w:rsid w:val="00D30087"/>
    <w:rsid w:val="00D30095"/>
    <w:rsid w:val="00D30147"/>
    <w:rsid w:val="00D3040A"/>
    <w:rsid w:val="00D32165"/>
    <w:rsid w:val="00D331AF"/>
    <w:rsid w:val="00D334E8"/>
    <w:rsid w:val="00D33AA0"/>
    <w:rsid w:val="00D33E04"/>
    <w:rsid w:val="00D342A5"/>
    <w:rsid w:val="00D34DE6"/>
    <w:rsid w:val="00D363EE"/>
    <w:rsid w:val="00D373C7"/>
    <w:rsid w:val="00D379A8"/>
    <w:rsid w:val="00D405E2"/>
    <w:rsid w:val="00D41078"/>
    <w:rsid w:val="00D41723"/>
    <w:rsid w:val="00D42007"/>
    <w:rsid w:val="00D428DF"/>
    <w:rsid w:val="00D440B5"/>
    <w:rsid w:val="00D458C8"/>
    <w:rsid w:val="00D4656A"/>
    <w:rsid w:val="00D46777"/>
    <w:rsid w:val="00D46F34"/>
    <w:rsid w:val="00D47AF9"/>
    <w:rsid w:val="00D51104"/>
    <w:rsid w:val="00D51A07"/>
    <w:rsid w:val="00D51F98"/>
    <w:rsid w:val="00D52321"/>
    <w:rsid w:val="00D53129"/>
    <w:rsid w:val="00D5336A"/>
    <w:rsid w:val="00D54231"/>
    <w:rsid w:val="00D54B58"/>
    <w:rsid w:val="00D55C52"/>
    <w:rsid w:val="00D55E18"/>
    <w:rsid w:val="00D56CAA"/>
    <w:rsid w:val="00D56FB9"/>
    <w:rsid w:val="00D578E9"/>
    <w:rsid w:val="00D604EA"/>
    <w:rsid w:val="00D6112E"/>
    <w:rsid w:val="00D616C9"/>
    <w:rsid w:val="00D61A1B"/>
    <w:rsid w:val="00D61C0A"/>
    <w:rsid w:val="00D61CD4"/>
    <w:rsid w:val="00D62022"/>
    <w:rsid w:val="00D62A2B"/>
    <w:rsid w:val="00D63A2D"/>
    <w:rsid w:val="00D63F1B"/>
    <w:rsid w:val="00D65555"/>
    <w:rsid w:val="00D66A26"/>
    <w:rsid w:val="00D67C85"/>
    <w:rsid w:val="00D706EE"/>
    <w:rsid w:val="00D70A9A"/>
    <w:rsid w:val="00D70DAC"/>
    <w:rsid w:val="00D70FCD"/>
    <w:rsid w:val="00D71E5C"/>
    <w:rsid w:val="00D71F9B"/>
    <w:rsid w:val="00D72F38"/>
    <w:rsid w:val="00D7332D"/>
    <w:rsid w:val="00D749B0"/>
    <w:rsid w:val="00D750E7"/>
    <w:rsid w:val="00D753B4"/>
    <w:rsid w:val="00D75607"/>
    <w:rsid w:val="00D76B49"/>
    <w:rsid w:val="00D7725E"/>
    <w:rsid w:val="00D77647"/>
    <w:rsid w:val="00D80369"/>
    <w:rsid w:val="00D803C9"/>
    <w:rsid w:val="00D80DB7"/>
    <w:rsid w:val="00D81143"/>
    <w:rsid w:val="00D81739"/>
    <w:rsid w:val="00D8181B"/>
    <w:rsid w:val="00D81859"/>
    <w:rsid w:val="00D81D70"/>
    <w:rsid w:val="00D826D4"/>
    <w:rsid w:val="00D83085"/>
    <w:rsid w:val="00D83774"/>
    <w:rsid w:val="00D84010"/>
    <w:rsid w:val="00D8457C"/>
    <w:rsid w:val="00D84A11"/>
    <w:rsid w:val="00D85A14"/>
    <w:rsid w:val="00D85F91"/>
    <w:rsid w:val="00D860B0"/>
    <w:rsid w:val="00D86B9F"/>
    <w:rsid w:val="00D8777F"/>
    <w:rsid w:val="00D87875"/>
    <w:rsid w:val="00D87E72"/>
    <w:rsid w:val="00D9181B"/>
    <w:rsid w:val="00D9246F"/>
    <w:rsid w:val="00D9267A"/>
    <w:rsid w:val="00D92ABD"/>
    <w:rsid w:val="00D9386F"/>
    <w:rsid w:val="00D94683"/>
    <w:rsid w:val="00D94976"/>
    <w:rsid w:val="00D94A14"/>
    <w:rsid w:val="00D95267"/>
    <w:rsid w:val="00D954E8"/>
    <w:rsid w:val="00D97FFA"/>
    <w:rsid w:val="00DA018A"/>
    <w:rsid w:val="00DA151C"/>
    <w:rsid w:val="00DA19ED"/>
    <w:rsid w:val="00DA1E54"/>
    <w:rsid w:val="00DA26E1"/>
    <w:rsid w:val="00DA54A0"/>
    <w:rsid w:val="00DA5641"/>
    <w:rsid w:val="00DA56ED"/>
    <w:rsid w:val="00DA5E46"/>
    <w:rsid w:val="00DA6060"/>
    <w:rsid w:val="00DA6D91"/>
    <w:rsid w:val="00DA729E"/>
    <w:rsid w:val="00DA72D6"/>
    <w:rsid w:val="00DA7357"/>
    <w:rsid w:val="00DB2C15"/>
    <w:rsid w:val="00DB3082"/>
    <w:rsid w:val="00DB44EE"/>
    <w:rsid w:val="00DB55CA"/>
    <w:rsid w:val="00DB5C12"/>
    <w:rsid w:val="00DB6687"/>
    <w:rsid w:val="00DB6982"/>
    <w:rsid w:val="00DB733A"/>
    <w:rsid w:val="00DB79F7"/>
    <w:rsid w:val="00DC1262"/>
    <w:rsid w:val="00DC1396"/>
    <w:rsid w:val="00DC1983"/>
    <w:rsid w:val="00DC2014"/>
    <w:rsid w:val="00DC264A"/>
    <w:rsid w:val="00DC2DEC"/>
    <w:rsid w:val="00DC30E2"/>
    <w:rsid w:val="00DC3BAF"/>
    <w:rsid w:val="00DC49B4"/>
    <w:rsid w:val="00DC4AC6"/>
    <w:rsid w:val="00DC55C7"/>
    <w:rsid w:val="00DC5C26"/>
    <w:rsid w:val="00DC6638"/>
    <w:rsid w:val="00DD2211"/>
    <w:rsid w:val="00DD2DF7"/>
    <w:rsid w:val="00DD3ACA"/>
    <w:rsid w:val="00DD471A"/>
    <w:rsid w:val="00DD4D9D"/>
    <w:rsid w:val="00DD5859"/>
    <w:rsid w:val="00DD6F40"/>
    <w:rsid w:val="00DD7818"/>
    <w:rsid w:val="00DE0362"/>
    <w:rsid w:val="00DE0E21"/>
    <w:rsid w:val="00DE1168"/>
    <w:rsid w:val="00DE155E"/>
    <w:rsid w:val="00DE2174"/>
    <w:rsid w:val="00DE22C4"/>
    <w:rsid w:val="00DE22FB"/>
    <w:rsid w:val="00DE2AFD"/>
    <w:rsid w:val="00DE343C"/>
    <w:rsid w:val="00DE3825"/>
    <w:rsid w:val="00DE3E07"/>
    <w:rsid w:val="00DE3F8C"/>
    <w:rsid w:val="00DE4027"/>
    <w:rsid w:val="00DE5FD5"/>
    <w:rsid w:val="00DE627A"/>
    <w:rsid w:val="00DE63F2"/>
    <w:rsid w:val="00DE7864"/>
    <w:rsid w:val="00DF0AF4"/>
    <w:rsid w:val="00DF20B0"/>
    <w:rsid w:val="00DF3191"/>
    <w:rsid w:val="00DF5554"/>
    <w:rsid w:val="00DF5883"/>
    <w:rsid w:val="00DF5D61"/>
    <w:rsid w:val="00DF6A05"/>
    <w:rsid w:val="00E00265"/>
    <w:rsid w:val="00E01E1E"/>
    <w:rsid w:val="00E02616"/>
    <w:rsid w:val="00E03530"/>
    <w:rsid w:val="00E03A78"/>
    <w:rsid w:val="00E04606"/>
    <w:rsid w:val="00E0478B"/>
    <w:rsid w:val="00E05765"/>
    <w:rsid w:val="00E05B41"/>
    <w:rsid w:val="00E06C9C"/>
    <w:rsid w:val="00E070EC"/>
    <w:rsid w:val="00E07A7F"/>
    <w:rsid w:val="00E07ACD"/>
    <w:rsid w:val="00E07F00"/>
    <w:rsid w:val="00E10A76"/>
    <w:rsid w:val="00E10D41"/>
    <w:rsid w:val="00E12E63"/>
    <w:rsid w:val="00E13516"/>
    <w:rsid w:val="00E13995"/>
    <w:rsid w:val="00E149BE"/>
    <w:rsid w:val="00E158DF"/>
    <w:rsid w:val="00E15C10"/>
    <w:rsid w:val="00E169D5"/>
    <w:rsid w:val="00E16BE3"/>
    <w:rsid w:val="00E16F8E"/>
    <w:rsid w:val="00E17F72"/>
    <w:rsid w:val="00E20866"/>
    <w:rsid w:val="00E21314"/>
    <w:rsid w:val="00E21CB1"/>
    <w:rsid w:val="00E21D13"/>
    <w:rsid w:val="00E22419"/>
    <w:rsid w:val="00E22C66"/>
    <w:rsid w:val="00E23B6C"/>
    <w:rsid w:val="00E24760"/>
    <w:rsid w:val="00E24AD0"/>
    <w:rsid w:val="00E25148"/>
    <w:rsid w:val="00E25285"/>
    <w:rsid w:val="00E2549C"/>
    <w:rsid w:val="00E268D7"/>
    <w:rsid w:val="00E2783C"/>
    <w:rsid w:val="00E308AA"/>
    <w:rsid w:val="00E30F7D"/>
    <w:rsid w:val="00E31884"/>
    <w:rsid w:val="00E31D24"/>
    <w:rsid w:val="00E31FE7"/>
    <w:rsid w:val="00E324BB"/>
    <w:rsid w:val="00E32A94"/>
    <w:rsid w:val="00E32AA2"/>
    <w:rsid w:val="00E330A6"/>
    <w:rsid w:val="00E3396E"/>
    <w:rsid w:val="00E340FA"/>
    <w:rsid w:val="00E346D6"/>
    <w:rsid w:val="00E351B5"/>
    <w:rsid w:val="00E355BD"/>
    <w:rsid w:val="00E36C2B"/>
    <w:rsid w:val="00E37A29"/>
    <w:rsid w:val="00E41380"/>
    <w:rsid w:val="00E4230E"/>
    <w:rsid w:val="00E42E63"/>
    <w:rsid w:val="00E441CA"/>
    <w:rsid w:val="00E44350"/>
    <w:rsid w:val="00E4491F"/>
    <w:rsid w:val="00E45A80"/>
    <w:rsid w:val="00E46995"/>
    <w:rsid w:val="00E471DC"/>
    <w:rsid w:val="00E4748D"/>
    <w:rsid w:val="00E47A83"/>
    <w:rsid w:val="00E506DC"/>
    <w:rsid w:val="00E507C0"/>
    <w:rsid w:val="00E5113F"/>
    <w:rsid w:val="00E51320"/>
    <w:rsid w:val="00E51766"/>
    <w:rsid w:val="00E520E6"/>
    <w:rsid w:val="00E521B8"/>
    <w:rsid w:val="00E52CF1"/>
    <w:rsid w:val="00E53FD0"/>
    <w:rsid w:val="00E548DA"/>
    <w:rsid w:val="00E55A9F"/>
    <w:rsid w:val="00E56626"/>
    <w:rsid w:val="00E57034"/>
    <w:rsid w:val="00E57D62"/>
    <w:rsid w:val="00E60344"/>
    <w:rsid w:val="00E60B72"/>
    <w:rsid w:val="00E6128B"/>
    <w:rsid w:val="00E62153"/>
    <w:rsid w:val="00E627AB"/>
    <w:rsid w:val="00E62EAE"/>
    <w:rsid w:val="00E63E77"/>
    <w:rsid w:val="00E63FA4"/>
    <w:rsid w:val="00E64C0A"/>
    <w:rsid w:val="00E65279"/>
    <w:rsid w:val="00E667CB"/>
    <w:rsid w:val="00E66ABE"/>
    <w:rsid w:val="00E67047"/>
    <w:rsid w:val="00E671E2"/>
    <w:rsid w:val="00E675A8"/>
    <w:rsid w:val="00E67C89"/>
    <w:rsid w:val="00E70675"/>
    <w:rsid w:val="00E73EC3"/>
    <w:rsid w:val="00E74066"/>
    <w:rsid w:val="00E75180"/>
    <w:rsid w:val="00E7558B"/>
    <w:rsid w:val="00E7592A"/>
    <w:rsid w:val="00E75A82"/>
    <w:rsid w:val="00E76359"/>
    <w:rsid w:val="00E76919"/>
    <w:rsid w:val="00E76BCD"/>
    <w:rsid w:val="00E804A5"/>
    <w:rsid w:val="00E82304"/>
    <w:rsid w:val="00E823B3"/>
    <w:rsid w:val="00E82A5A"/>
    <w:rsid w:val="00E82DDF"/>
    <w:rsid w:val="00E82F27"/>
    <w:rsid w:val="00E83282"/>
    <w:rsid w:val="00E83A99"/>
    <w:rsid w:val="00E83E5A"/>
    <w:rsid w:val="00E8585D"/>
    <w:rsid w:val="00E87332"/>
    <w:rsid w:val="00E908C5"/>
    <w:rsid w:val="00E90AE5"/>
    <w:rsid w:val="00E90C5E"/>
    <w:rsid w:val="00E929EA"/>
    <w:rsid w:val="00E942F4"/>
    <w:rsid w:val="00E94519"/>
    <w:rsid w:val="00E95DE9"/>
    <w:rsid w:val="00E96B36"/>
    <w:rsid w:val="00E9795A"/>
    <w:rsid w:val="00E97C1F"/>
    <w:rsid w:val="00E97EAB"/>
    <w:rsid w:val="00EA1F6E"/>
    <w:rsid w:val="00EA2458"/>
    <w:rsid w:val="00EA2556"/>
    <w:rsid w:val="00EA50A3"/>
    <w:rsid w:val="00EA5492"/>
    <w:rsid w:val="00EA5AFB"/>
    <w:rsid w:val="00EA5F45"/>
    <w:rsid w:val="00EA6B50"/>
    <w:rsid w:val="00EA7937"/>
    <w:rsid w:val="00EB0C8F"/>
    <w:rsid w:val="00EB145A"/>
    <w:rsid w:val="00EB16D6"/>
    <w:rsid w:val="00EB187C"/>
    <w:rsid w:val="00EB1EFA"/>
    <w:rsid w:val="00EB2893"/>
    <w:rsid w:val="00EB29B1"/>
    <w:rsid w:val="00EB37DB"/>
    <w:rsid w:val="00EB37EF"/>
    <w:rsid w:val="00EB439B"/>
    <w:rsid w:val="00EB48DA"/>
    <w:rsid w:val="00EB48EB"/>
    <w:rsid w:val="00EB6003"/>
    <w:rsid w:val="00EB740D"/>
    <w:rsid w:val="00EC08F1"/>
    <w:rsid w:val="00EC1AF0"/>
    <w:rsid w:val="00EC1D62"/>
    <w:rsid w:val="00EC1DEC"/>
    <w:rsid w:val="00EC2754"/>
    <w:rsid w:val="00EC3930"/>
    <w:rsid w:val="00EC3FB3"/>
    <w:rsid w:val="00EC441D"/>
    <w:rsid w:val="00EC473E"/>
    <w:rsid w:val="00EC4EB1"/>
    <w:rsid w:val="00EC4FE2"/>
    <w:rsid w:val="00EC53BE"/>
    <w:rsid w:val="00EC5B99"/>
    <w:rsid w:val="00EC6FC8"/>
    <w:rsid w:val="00EC768B"/>
    <w:rsid w:val="00ED05EB"/>
    <w:rsid w:val="00ED0B24"/>
    <w:rsid w:val="00ED0FD4"/>
    <w:rsid w:val="00ED1751"/>
    <w:rsid w:val="00ED2B7D"/>
    <w:rsid w:val="00ED347C"/>
    <w:rsid w:val="00ED3918"/>
    <w:rsid w:val="00ED3D71"/>
    <w:rsid w:val="00ED561A"/>
    <w:rsid w:val="00ED5F80"/>
    <w:rsid w:val="00ED63CD"/>
    <w:rsid w:val="00ED6C85"/>
    <w:rsid w:val="00ED7577"/>
    <w:rsid w:val="00ED7DDE"/>
    <w:rsid w:val="00ED7FA9"/>
    <w:rsid w:val="00EE0284"/>
    <w:rsid w:val="00EE0454"/>
    <w:rsid w:val="00EE04F8"/>
    <w:rsid w:val="00EE13AE"/>
    <w:rsid w:val="00EE29B7"/>
    <w:rsid w:val="00EE32B5"/>
    <w:rsid w:val="00EE4BF9"/>
    <w:rsid w:val="00EE57FB"/>
    <w:rsid w:val="00EE6272"/>
    <w:rsid w:val="00EE62B1"/>
    <w:rsid w:val="00EE6523"/>
    <w:rsid w:val="00EE7CF5"/>
    <w:rsid w:val="00EE7F6E"/>
    <w:rsid w:val="00EF14A3"/>
    <w:rsid w:val="00EF286B"/>
    <w:rsid w:val="00EF2AAF"/>
    <w:rsid w:val="00EF3510"/>
    <w:rsid w:val="00EF35F9"/>
    <w:rsid w:val="00EF3F9F"/>
    <w:rsid w:val="00EF5DF9"/>
    <w:rsid w:val="00F01CA1"/>
    <w:rsid w:val="00F02CE1"/>
    <w:rsid w:val="00F0310F"/>
    <w:rsid w:val="00F0390F"/>
    <w:rsid w:val="00F05ED6"/>
    <w:rsid w:val="00F071E3"/>
    <w:rsid w:val="00F07786"/>
    <w:rsid w:val="00F077BC"/>
    <w:rsid w:val="00F07B03"/>
    <w:rsid w:val="00F101C1"/>
    <w:rsid w:val="00F106E9"/>
    <w:rsid w:val="00F1138C"/>
    <w:rsid w:val="00F11A15"/>
    <w:rsid w:val="00F11D9E"/>
    <w:rsid w:val="00F11E4D"/>
    <w:rsid w:val="00F12583"/>
    <w:rsid w:val="00F13739"/>
    <w:rsid w:val="00F15A82"/>
    <w:rsid w:val="00F1752D"/>
    <w:rsid w:val="00F178CB"/>
    <w:rsid w:val="00F17DD4"/>
    <w:rsid w:val="00F202CD"/>
    <w:rsid w:val="00F2150F"/>
    <w:rsid w:val="00F219E3"/>
    <w:rsid w:val="00F22D75"/>
    <w:rsid w:val="00F23031"/>
    <w:rsid w:val="00F2389A"/>
    <w:rsid w:val="00F24323"/>
    <w:rsid w:val="00F24BC9"/>
    <w:rsid w:val="00F25B8A"/>
    <w:rsid w:val="00F25F2E"/>
    <w:rsid w:val="00F310ED"/>
    <w:rsid w:val="00F32406"/>
    <w:rsid w:val="00F324D2"/>
    <w:rsid w:val="00F33D2C"/>
    <w:rsid w:val="00F33E6A"/>
    <w:rsid w:val="00F3425E"/>
    <w:rsid w:val="00F347B9"/>
    <w:rsid w:val="00F35CD1"/>
    <w:rsid w:val="00F3655B"/>
    <w:rsid w:val="00F365FA"/>
    <w:rsid w:val="00F36A8F"/>
    <w:rsid w:val="00F36BEB"/>
    <w:rsid w:val="00F372EB"/>
    <w:rsid w:val="00F3797B"/>
    <w:rsid w:val="00F41989"/>
    <w:rsid w:val="00F4259C"/>
    <w:rsid w:val="00F434DC"/>
    <w:rsid w:val="00F43D65"/>
    <w:rsid w:val="00F458C9"/>
    <w:rsid w:val="00F4601A"/>
    <w:rsid w:val="00F462C5"/>
    <w:rsid w:val="00F468FB"/>
    <w:rsid w:val="00F46BC9"/>
    <w:rsid w:val="00F47185"/>
    <w:rsid w:val="00F47823"/>
    <w:rsid w:val="00F51C3B"/>
    <w:rsid w:val="00F5233C"/>
    <w:rsid w:val="00F540BE"/>
    <w:rsid w:val="00F54974"/>
    <w:rsid w:val="00F54D8C"/>
    <w:rsid w:val="00F54EB1"/>
    <w:rsid w:val="00F55D49"/>
    <w:rsid w:val="00F55FE9"/>
    <w:rsid w:val="00F56359"/>
    <w:rsid w:val="00F56D64"/>
    <w:rsid w:val="00F5766A"/>
    <w:rsid w:val="00F610CB"/>
    <w:rsid w:val="00F61756"/>
    <w:rsid w:val="00F62516"/>
    <w:rsid w:val="00F628FE"/>
    <w:rsid w:val="00F636B2"/>
    <w:rsid w:val="00F653CB"/>
    <w:rsid w:val="00F65B5A"/>
    <w:rsid w:val="00F65E29"/>
    <w:rsid w:val="00F70A40"/>
    <w:rsid w:val="00F70D1F"/>
    <w:rsid w:val="00F70F78"/>
    <w:rsid w:val="00F712CE"/>
    <w:rsid w:val="00F71654"/>
    <w:rsid w:val="00F724A2"/>
    <w:rsid w:val="00F72873"/>
    <w:rsid w:val="00F7357A"/>
    <w:rsid w:val="00F736C1"/>
    <w:rsid w:val="00F7400E"/>
    <w:rsid w:val="00F7488E"/>
    <w:rsid w:val="00F74AC7"/>
    <w:rsid w:val="00F74ACB"/>
    <w:rsid w:val="00F75773"/>
    <w:rsid w:val="00F758D0"/>
    <w:rsid w:val="00F75D58"/>
    <w:rsid w:val="00F75F0C"/>
    <w:rsid w:val="00F7602A"/>
    <w:rsid w:val="00F76353"/>
    <w:rsid w:val="00F76521"/>
    <w:rsid w:val="00F7695A"/>
    <w:rsid w:val="00F76B76"/>
    <w:rsid w:val="00F77A2B"/>
    <w:rsid w:val="00F77E73"/>
    <w:rsid w:val="00F8066C"/>
    <w:rsid w:val="00F8067B"/>
    <w:rsid w:val="00F81CD8"/>
    <w:rsid w:val="00F82054"/>
    <w:rsid w:val="00F82C07"/>
    <w:rsid w:val="00F831EB"/>
    <w:rsid w:val="00F83609"/>
    <w:rsid w:val="00F83694"/>
    <w:rsid w:val="00F85F76"/>
    <w:rsid w:val="00F86679"/>
    <w:rsid w:val="00F87D01"/>
    <w:rsid w:val="00F9014B"/>
    <w:rsid w:val="00F919B8"/>
    <w:rsid w:val="00F91C7A"/>
    <w:rsid w:val="00F92FF9"/>
    <w:rsid w:val="00F943D2"/>
    <w:rsid w:val="00F94C08"/>
    <w:rsid w:val="00F94EB0"/>
    <w:rsid w:val="00F956C3"/>
    <w:rsid w:val="00F95B45"/>
    <w:rsid w:val="00F962AD"/>
    <w:rsid w:val="00F9630A"/>
    <w:rsid w:val="00F96E57"/>
    <w:rsid w:val="00F97AEE"/>
    <w:rsid w:val="00F97C5B"/>
    <w:rsid w:val="00FA0408"/>
    <w:rsid w:val="00FA124A"/>
    <w:rsid w:val="00FA15E1"/>
    <w:rsid w:val="00FA27B4"/>
    <w:rsid w:val="00FA2C0B"/>
    <w:rsid w:val="00FA34D7"/>
    <w:rsid w:val="00FA4EA3"/>
    <w:rsid w:val="00FA54DE"/>
    <w:rsid w:val="00FA56CF"/>
    <w:rsid w:val="00FA6A04"/>
    <w:rsid w:val="00FA72C5"/>
    <w:rsid w:val="00FB0D34"/>
    <w:rsid w:val="00FB153D"/>
    <w:rsid w:val="00FB1935"/>
    <w:rsid w:val="00FB1F7A"/>
    <w:rsid w:val="00FB2338"/>
    <w:rsid w:val="00FB2F58"/>
    <w:rsid w:val="00FB31B8"/>
    <w:rsid w:val="00FB3C97"/>
    <w:rsid w:val="00FB3EF5"/>
    <w:rsid w:val="00FB473D"/>
    <w:rsid w:val="00FB4898"/>
    <w:rsid w:val="00FB6E91"/>
    <w:rsid w:val="00FB715A"/>
    <w:rsid w:val="00FB71F3"/>
    <w:rsid w:val="00FB776B"/>
    <w:rsid w:val="00FC0278"/>
    <w:rsid w:val="00FC088D"/>
    <w:rsid w:val="00FC0E4F"/>
    <w:rsid w:val="00FC10AD"/>
    <w:rsid w:val="00FC2C68"/>
    <w:rsid w:val="00FC354C"/>
    <w:rsid w:val="00FC3A1B"/>
    <w:rsid w:val="00FC4B45"/>
    <w:rsid w:val="00FC5F20"/>
    <w:rsid w:val="00FC638E"/>
    <w:rsid w:val="00FC63E6"/>
    <w:rsid w:val="00FC67E2"/>
    <w:rsid w:val="00FC712B"/>
    <w:rsid w:val="00FC7170"/>
    <w:rsid w:val="00FC7172"/>
    <w:rsid w:val="00FC7259"/>
    <w:rsid w:val="00FC736C"/>
    <w:rsid w:val="00FD05AC"/>
    <w:rsid w:val="00FD09E2"/>
    <w:rsid w:val="00FD10CB"/>
    <w:rsid w:val="00FD271E"/>
    <w:rsid w:val="00FD2BF1"/>
    <w:rsid w:val="00FD37AB"/>
    <w:rsid w:val="00FD538D"/>
    <w:rsid w:val="00FD61DC"/>
    <w:rsid w:val="00FD787E"/>
    <w:rsid w:val="00FD7FCF"/>
    <w:rsid w:val="00FE157E"/>
    <w:rsid w:val="00FE1A8E"/>
    <w:rsid w:val="00FE23A4"/>
    <w:rsid w:val="00FE23B6"/>
    <w:rsid w:val="00FE28DB"/>
    <w:rsid w:val="00FE2FCF"/>
    <w:rsid w:val="00FE32A7"/>
    <w:rsid w:val="00FE535E"/>
    <w:rsid w:val="00FE57B5"/>
    <w:rsid w:val="00FE60E1"/>
    <w:rsid w:val="00FF018E"/>
    <w:rsid w:val="00FF10B0"/>
    <w:rsid w:val="00FF121A"/>
    <w:rsid w:val="00FF1A0F"/>
    <w:rsid w:val="00FF2C21"/>
    <w:rsid w:val="00FF2EBE"/>
    <w:rsid w:val="00FF50B4"/>
    <w:rsid w:val="00FF50E9"/>
    <w:rsid w:val="00FF50F4"/>
    <w:rsid w:val="00FF5775"/>
    <w:rsid w:val="00FF6C71"/>
    <w:rsid w:val="00FF7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611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611B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98611B"/>
    <w:pPr>
      <w:keepNext/>
      <w:widowControl w:val="0"/>
      <w:autoSpaceDE w:val="0"/>
      <w:autoSpaceDN w:val="0"/>
      <w:adjustRightInd w:val="0"/>
      <w:jc w:val="center"/>
      <w:outlineLvl w:val="1"/>
    </w:pPr>
    <w:rPr>
      <w:rFonts w:ascii="Arial" w:hAnsi="Arial" w:cs="Arial"/>
      <w:b/>
      <w:bCs/>
      <w:color w:val="007F00"/>
      <w:sz w:val="18"/>
      <w:szCs w:val="16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511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511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odyText3">
    <w:name w:val="Body Text 3"/>
    <w:basedOn w:val="Normal"/>
    <w:link w:val="BodyText3Char"/>
    <w:uiPriority w:val="99"/>
    <w:rsid w:val="0098611B"/>
    <w:rPr>
      <w:rFonts w:ascii="Arial" w:hAnsi="Arial" w:cs="Arial"/>
      <w:color w:val="00FFFF"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6511B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203A7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51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5D0E10C7865A224CA9162380EE0AB4CC" ma:contentTypeVersion="614" ma:contentTypeDescription="The base project type from which other project content types inherit their information." ma:contentTypeScope="" ma:versionID="787b98a8da92cfbb440007c144f31edc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ebd62a969ab0658bee3269b05fb97a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R0002761811</Record_x0020_Number>
    <Key_x0020_Document xmlns="cdc7663a-08f0-4737-9e8c-148ce897a09c">false</Key_x0020_Document>
    <Division_x0020_or_x0020_Unit xmlns="cdc7663a-08f0-4737-9e8c-148ce897a09c">INE/RND</Division_x0020_or_x0020_Unit>
    <Other_x0020_Author xmlns="cdc7663a-08f0-4737-9e8c-148ce897a09c" xsi:nil="true"/>
    <IDBDocs_x0020_Number xmlns="cdc7663a-08f0-4737-9e8c-148ce897a09c">2232044</IDBDocs_x0020_Number>
    <Document_x0020_Author xmlns="cdc7663a-08f0-4737-9e8c-148ce897a09c">EDWINM</Document_x0020_Author>
    <Operation_x0020_Type xmlns="cdc7663a-08f0-4737-9e8c-148ce897a09c" xsi:nil="true"/>
    <TaxCatchAll xmlns="cdc7663a-08f0-4737-9e8c-148ce897a09c">
      <Value>26</Value>
      <Value>11</Value>
      <Value>150</Value>
    </TaxCatchAll>
    <Fiscal_x0020_Year_x0020_IDB xmlns="cdc7663a-08f0-4737-9e8c-148ce897a09c">2009</Fiscal_x0020_Year_x0020_IDB>
    <Project_x0020_Number xmlns="cdc7663a-08f0-4737-9e8c-148ce897a09c">JA-T1019</Project_x0020_Number>
    <Package_x0020_Code xmlns="cdc7663a-08f0-4737-9e8c-148ce897a09c" xsi:nil="true"/>
    <Migration_x0020_Info xmlns="cdc7663a-08f0-4737-9e8c-148ce897a09c">MS WORDPAProcurement Plan0N</Migration_x0020_Info>
    <Approval_x0020_Number xmlns="cdc7663a-08f0-4737-9e8c-148ce897a09c" xsi:nil="true"/>
    <Business_x0020_Area xmlns="cdc7663a-08f0-4737-9e8c-148ce897a09c" xsi:nil="true"/>
    <SISCOR_x0020_Number xmlns="cdc7663a-08f0-4737-9e8c-148ce897a09c" xsi:nil="true"/>
    <Identifier xmlns="cdc7663a-08f0-4737-9e8c-148ce897a09c"> FULL DOC</Identifier>
    <Document_x0020_Language_x0020_IDB xmlns="cdc7663a-08f0-4737-9e8c-148ce897a09c">English</Document_x0020_Language_x0020_IDB>
    <Phase xmlns="cdc7663a-08f0-4737-9e8c-148ce897a09c" xsi:nil="true"/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Procurement Plan</TermName>
          <TermId xmlns="http://schemas.microsoft.com/office/infopath/2007/PartnerControls">37ebb4f7-eb23-48d3-8efe-6bfd14035730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Jamaica</TermName>
          <TermId xmlns="http://schemas.microsoft.com/office/infopath/2007/PartnerControls">284b90e7-9693-4db7-a23e-8f79c831fe9a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EZSHARE-1129166922-194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https://idbg.sharepoint.com/teams/EZ-JA-TCP/JA-T1019/_layouts/15/DocIdRedir.aspx?ID=EZSHARE-1129166922-194</Url>
      <Description>EZSHARE-1129166922-194</Description>
    </_dlc_DocIdUrl>
  </documentManagement>
</p:properties>
</file>

<file path=customXml/item6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9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1C521FDB-0B70-4D7F-B39E-2316E9F628D7}"/>
</file>

<file path=customXml/itemProps2.xml><?xml version="1.0" encoding="utf-8"?>
<ds:datastoreItem xmlns:ds="http://schemas.openxmlformats.org/officeDocument/2006/customXml" ds:itemID="{C4E1E0C8-EE33-4BA6-97E6-91B663BA0A21}"/>
</file>

<file path=customXml/itemProps3.xml><?xml version="1.0" encoding="utf-8"?>
<ds:datastoreItem xmlns:ds="http://schemas.openxmlformats.org/officeDocument/2006/customXml" ds:itemID="{80E6A034-06EA-4BF9-A9D2-B3CA876DAF05}"/>
</file>

<file path=customXml/itemProps4.xml><?xml version="1.0" encoding="utf-8"?>
<ds:datastoreItem xmlns:ds="http://schemas.openxmlformats.org/officeDocument/2006/customXml" ds:itemID="{2B55C853-3199-4235-AD7A-91E1ECCAAA2A}"/>
</file>

<file path=customXml/itemProps5.xml><?xml version="1.0" encoding="utf-8"?>
<ds:datastoreItem xmlns:ds="http://schemas.openxmlformats.org/officeDocument/2006/customXml" ds:itemID="{AC8BC7FF-BDE0-4276-8029-928F14BAD82A}"/>
</file>

<file path=customXml/itemProps6.xml><?xml version="1.0" encoding="utf-8"?>
<ds:datastoreItem xmlns:ds="http://schemas.openxmlformats.org/officeDocument/2006/customXml" ds:itemID="{CEF4D8CB-7EC9-4B8E-BA17-6FA34D7BDCF3}"/>
</file>

<file path=customXml/itemProps7.xml><?xml version="1.0" encoding="utf-8"?>
<ds:datastoreItem xmlns:ds="http://schemas.openxmlformats.org/officeDocument/2006/customXml" ds:itemID="{8B61743D-ED6D-424F-9849-9B9644A5A967}"/>
</file>

<file path=customXml/itemProps8.xml><?xml version="1.0" encoding="utf-8"?>
<ds:datastoreItem xmlns:ds="http://schemas.openxmlformats.org/officeDocument/2006/customXml" ds:itemID="{99525A41-86A4-42DA-930A-C33C3171AC69}"/>
</file>

<file path=customXml/itemProps9.xml><?xml version="1.0" encoding="utf-8"?>
<ds:datastoreItem xmlns:ds="http://schemas.openxmlformats.org/officeDocument/2006/customXml" ds:itemID="{19A74358-9FF6-40F6-855F-77261EB34BFB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2</Pages>
  <Words>562</Words>
  <Characters>3210</Characters>
  <Application>Microsoft Office Outlook</Application>
  <DocSecurity>0</DocSecurity>
  <Lines>0</Lines>
  <Paragraphs>0</Paragraphs>
  <ScaleCrop>false</ScaleCrop>
  <Company>Inter-American Development Bank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ATN_OC-10747-JA Procurement Plan</dc:title>
  <dc:subject/>
  <dc:creator>EDWINM</dc:creator>
  <cp:keywords/>
  <dc:description/>
  <cp:lastModifiedBy>Inter-American Development Bank</cp:lastModifiedBy>
  <cp:revision>2</cp:revision>
  <dcterms:created xsi:type="dcterms:W3CDTF">2009-10-28T13:57:00Z</dcterms:created>
  <dcterms:modified xsi:type="dcterms:W3CDTF">2009-10-28T13:57:00Z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0x010100ACF722E9F6B0B149B0CD8BE2560A6672005D0E10C7865A224CA9162380EE0AB4CC</vt:lpwstr>
  </property>
  <property fmtid="{D5CDD505-2E9C-101B-9397-08002B2CF9AE}" pid="5" name="TaxKeywordTaxHTField">
    <vt:lpwstr/>
  </property>
  <property fmtid="{D5CDD505-2E9C-101B-9397-08002B2CF9AE}" pid="6" name="Series Operations IDB">
    <vt:lpwstr>22;#Procurement Plan|0b294293-aea6-4ed7-abc7-7c44a738bcef</vt:lpwstr>
  </property>
  <property fmtid="{D5CDD505-2E9C-101B-9397-08002B2CF9AE}" pid="7" name="Sub-Sector">
    <vt:lpwstr/>
  </property>
  <property fmtid="{D5CDD505-2E9C-101B-9397-08002B2CF9AE}" pid="8" name="Country">
    <vt:lpwstr>26;#Jamaica|284b90e7-9693-4db7-a23e-8f79c831fe9a</vt:lpwstr>
  </property>
  <property fmtid="{D5CDD505-2E9C-101B-9397-08002B2CF9AE}" pid="9" name="Fund IDB">
    <vt:lpwstr/>
  </property>
  <property fmtid="{D5CDD505-2E9C-101B-9397-08002B2CF9AE}" pid="10" name="Series_x0020_Operations_x0020_IDB">
    <vt:lpwstr>22;#Procurement Plan|0b294293-aea6-4ed7-abc7-7c44a738bcef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11;#Goods and Services|5bfebf1b-9f1f-4411-b1dd-4c19b807b799</vt:lpwstr>
  </property>
  <property fmtid="{D5CDD505-2E9C-101B-9397-08002B2CF9AE}" pid="16" name="Disclosure Activity">
    <vt:lpwstr>Procurement Plan</vt:lpwstr>
  </property>
  <property fmtid="{D5CDD505-2E9C-101B-9397-08002B2CF9AE}" pid="20" name="Webtopic">
    <vt:lpwstr>Natural Disasters: Prevention and Relief</vt:lpwstr>
  </property>
  <property fmtid="{D5CDD505-2E9C-101B-9397-08002B2CF9AE}" pid="22" name="Disclosed">
    <vt:bool>true</vt:bool>
  </property>
  <property fmtid="{D5CDD505-2E9C-101B-9397-08002B2CF9AE}" pid="26" name="_dlc_DocIdItemGuid">
    <vt:lpwstr>b74c20a7-29cf-44f0-a68e-b84522e489a3</vt:lpwstr>
  </property>
</Properties>
</file>