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6.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624" w:rsidRDefault="00B54624">
      <w:pPr>
        <w:pStyle w:val="SubSubPar"/>
        <w:numPr>
          <w:ilvl w:val="0"/>
          <w:numId w:val="0"/>
        </w:numPr>
        <w:spacing w:after="0"/>
        <w:jc w:val="center"/>
        <w:rPr>
          <w:smallCaps/>
          <w:lang w:val="es-ES"/>
        </w:rPr>
      </w:pPr>
      <w:bookmarkStart w:id="0" w:name="_GoBack"/>
      <w:bookmarkEnd w:id="0"/>
      <w:r>
        <w:rPr>
          <w:smallCaps/>
          <w:lang w:val="es-ES"/>
        </w:rPr>
        <w:t>Documento del Banco Interamericano De Desarrollo</w:t>
      </w: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Default="00B54624">
      <w:pPr>
        <w:tabs>
          <w:tab w:val="left" w:pos="1440"/>
          <w:tab w:val="left" w:pos="3060"/>
        </w:tabs>
        <w:jc w:val="center"/>
        <w:rPr>
          <w:smallCaps/>
          <w:lang w:val="es-ES"/>
        </w:rPr>
      </w:pPr>
    </w:p>
    <w:p w:rsidR="00B54624" w:rsidRPr="00FA3B66" w:rsidRDefault="003B2B3F">
      <w:pPr>
        <w:tabs>
          <w:tab w:val="left" w:pos="1440"/>
          <w:tab w:val="left" w:pos="3060"/>
        </w:tabs>
        <w:jc w:val="center"/>
        <w:rPr>
          <w:b/>
          <w:smallCaps/>
          <w:sz w:val="32"/>
          <w:lang w:val="es-ES"/>
        </w:rPr>
      </w:pPr>
      <w:r>
        <w:rPr>
          <w:b/>
          <w:smallCaps/>
          <w:sz w:val="32"/>
          <w:lang w:val="es-ES"/>
        </w:rPr>
        <w:t>Brasil</w:t>
      </w: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3B2B3F" w:rsidRPr="00FA3B66" w:rsidRDefault="003B2B3F">
      <w:pPr>
        <w:tabs>
          <w:tab w:val="left" w:pos="1440"/>
          <w:tab w:val="left" w:pos="3060"/>
        </w:tabs>
        <w:jc w:val="center"/>
        <w:rPr>
          <w:b/>
          <w:smallCaps/>
          <w:sz w:val="32"/>
          <w:lang w:val="es-ES"/>
        </w:rPr>
      </w:pPr>
      <w:r w:rsidRPr="003B2B3F">
        <w:rPr>
          <w:b/>
          <w:smallCaps/>
          <w:sz w:val="32"/>
          <w:lang w:val="es-ES"/>
        </w:rPr>
        <w:t>Pro</w:t>
      </w:r>
      <w:r w:rsidR="00252BA4">
        <w:rPr>
          <w:b/>
          <w:smallCaps/>
          <w:sz w:val="32"/>
          <w:lang w:val="es-ES"/>
        </w:rPr>
        <w:t>yecto</w:t>
      </w:r>
      <w:r w:rsidRPr="003B2B3F">
        <w:rPr>
          <w:b/>
          <w:smallCaps/>
          <w:sz w:val="32"/>
          <w:lang w:val="es-ES"/>
        </w:rPr>
        <w:t xml:space="preserve"> de expansión y mejoramiento de la educación infantil y la enseñanza fundamental en Florianópolis</w:t>
      </w:r>
    </w:p>
    <w:p w:rsidR="00B54624" w:rsidRPr="00FA3B66" w:rsidRDefault="00B54624">
      <w:pPr>
        <w:pStyle w:val="Newpage"/>
        <w:rPr>
          <w:b w:val="0"/>
          <w:caps/>
          <w:smallCaps w:val="0"/>
        </w:rPr>
      </w:pPr>
    </w:p>
    <w:p w:rsidR="00B54624" w:rsidRPr="00FA3B66" w:rsidRDefault="00B54624">
      <w:pPr>
        <w:pStyle w:val="Newpage"/>
        <w:rPr>
          <w:b w:val="0"/>
          <w:caps/>
          <w:smallCaps w:val="0"/>
        </w:rPr>
      </w:pPr>
    </w:p>
    <w:p w:rsidR="00B54624" w:rsidRPr="00FA3B66" w:rsidRDefault="00B54624">
      <w:pPr>
        <w:tabs>
          <w:tab w:val="left" w:pos="1440"/>
          <w:tab w:val="left" w:pos="3060"/>
        </w:tabs>
        <w:jc w:val="center"/>
        <w:rPr>
          <w:b/>
          <w:smallCaps/>
          <w:lang w:val="es-ES"/>
        </w:rPr>
      </w:pPr>
      <w:r w:rsidRPr="00FA3B66">
        <w:rPr>
          <w:b/>
          <w:smallCaps/>
          <w:lang w:val="es-ES"/>
        </w:rPr>
        <w:t>(</w:t>
      </w:r>
      <w:r w:rsidR="003B2B3F">
        <w:rPr>
          <w:b/>
          <w:smallCaps/>
          <w:lang w:val="es-ES"/>
        </w:rPr>
        <w:t>BR</w:t>
      </w:r>
      <w:r w:rsidR="00FA3B66">
        <w:rPr>
          <w:b/>
          <w:smallCaps/>
          <w:lang w:val="es-ES"/>
        </w:rPr>
        <w:t>-L1</w:t>
      </w:r>
      <w:r w:rsidR="003B2B3F">
        <w:rPr>
          <w:b/>
          <w:smallCaps/>
          <w:lang w:val="es-ES"/>
        </w:rPr>
        <w:t>329</w:t>
      </w:r>
      <w:r w:rsidRPr="00FA3B66">
        <w:rPr>
          <w:b/>
          <w:smallCaps/>
          <w:lang w:val="es-ES"/>
        </w:rPr>
        <w:t>)</w:t>
      </w: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Pr="00FA3B66" w:rsidRDefault="00B54624">
      <w:pPr>
        <w:tabs>
          <w:tab w:val="left" w:pos="1440"/>
          <w:tab w:val="left" w:pos="3060"/>
        </w:tabs>
        <w:jc w:val="center"/>
        <w:rPr>
          <w:smallCaps/>
          <w:lang w:val="es-ES"/>
        </w:rPr>
      </w:pPr>
    </w:p>
    <w:p w:rsidR="00B54624" w:rsidRDefault="00FA3B66">
      <w:pPr>
        <w:tabs>
          <w:tab w:val="left" w:pos="1440"/>
          <w:tab w:val="left" w:pos="3060"/>
        </w:tabs>
        <w:jc w:val="center"/>
        <w:outlineLvl w:val="0"/>
        <w:rPr>
          <w:b/>
          <w:sz w:val="28"/>
          <w:lang w:val="es-ES"/>
        </w:rPr>
      </w:pPr>
      <w:r>
        <w:rPr>
          <w:b/>
          <w:smallCaps/>
          <w:sz w:val="28"/>
          <w:lang w:val="es-ES"/>
        </w:rPr>
        <w:t xml:space="preserve">Plan de </w:t>
      </w:r>
      <w:r w:rsidR="00345DAE">
        <w:rPr>
          <w:b/>
          <w:smallCaps/>
          <w:sz w:val="28"/>
          <w:lang w:val="es-ES"/>
        </w:rPr>
        <w:t>Monitoreo</w:t>
      </w:r>
      <w:r>
        <w:rPr>
          <w:b/>
          <w:smallCaps/>
          <w:sz w:val="28"/>
          <w:lang w:val="es-ES"/>
        </w:rPr>
        <w:t xml:space="preserve"> y Evaluación</w:t>
      </w: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Pr="00FA3B66" w:rsidRDefault="00B54624">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
        </w:rPr>
      </w:pPr>
      <w:r>
        <w:rPr>
          <w:sz w:val="22"/>
          <w:lang w:val="es-ES"/>
        </w:rPr>
        <w:t xml:space="preserve">Este documento fue preparado por </w:t>
      </w:r>
      <w:r w:rsidR="00F4092A">
        <w:rPr>
          <w:sz w:val="22"/>
          <w:lang w:val="es-ES"/>
        </w:rPr>
        <w:t>María Cristina Cárdenas Peralta (SPD/SDV)</w:t>
      </w:r>
      <w:r w:rsidR="00143134">
        <w:rPr>
          <w:sz w:val="22"/>
          <w:lang w:val="es-ES"/>
        </w:rPr>
        <w:t>;</w:t>
      </w:r>
      <w:r w:rsidR="00F4092A">
        <w:rPr>
          <w:sz w:val="22"/>
          <w:lang w:val="es-ES"/>
        </w:rPr>
        <w:t xml:space="preserve"> </w:t>
      </w:r>
      <w:r w:rsidR="003B2B3F">
        <w:rPr>
          <w:sz w:val="22"/>
          <w:lang w:val="es-ES"/>
        </w:rPr>
        <w:t>Yyann</w:t>
      </w:r>
      <w:r w:rsidR="00CA21C8">
        <w:rPr>
          <w:sz w:val="22"/>
          <w:lang w:val="es-ES"/>
        </w:rPr>
        <w:t>ú</w:t>
      </w:r>
      <w:r w:rsidR="003B2B3F">
        <w:rPr>
          <w:sz w:val="22"/>
          <w:lang w:val="es-ES"/>
        </w:rPr>
        <w:t xml:space="preserve"> Cruz Aguayo (SCL/EDU) y Marcelo Pérez Alfaro (EDU/CBR)</w:t>
      </w:r>
      <w:r w:rsidR="00FA3B66" w:rsidRPr="00FA3B66">
        <w:rPr>
          <w:sz w:val="22"/>
          <w:szCs w:val="22"/>
          <w:lang w:val="es-ES"/>
        </w:rPr>
        <w:t>.</w:t>
      </w:r>
    </w:p>
    <w:p w:rsidR="00B54624" w:rsidRDefault="00B54624">
      <w:pPr>
        <w:tabs>
          <w:tab w:val="left" w:pos="1440"/>
          <w:tab w:val="left" w:pos="3060"/>
        </w:tabs>
        <w:outlineLvl w:val="0"/>
        <w:rPr>
          <w:lang w:val="es-ES"/>
        </w:rPr>
      </w:pPr>
    </w:p>
    <w:p w:rsidR="00B54624" w:rsidRDefault="00B54624">
      <w:pPr>
        <w:tabs>
          <w:tab w:val="left" w:pos="1440"/>
          <w:tab w:val="left" w:pos="3060"/>
        </w:tabs>
        <w:outlineLvl w:val="0"/>
        <w:rPr>
          <w:lang w:val="es-ES"/>
        </w:rPr>
        <w:sectPr w:rsidR="00B54624" w:rsidSect="000227B9">
          <w:headerReference w:type="even" r:id="rId9"/>
          <w:headerReference w:type="default" r:id="rId10"/>
          <w:footerReference w:type="even" r:id="rId11"/>
          <w:headerReference w:type="first" r:id="rId12"/>
          <w:type w:val="continuous"/>
          <w:pgSz w:w="12240" w:h="15840" w:code="1"/>
          <w:pgMar w:top="1440" w:right="1800" w:bottom="1440" w:left="1800" w:header="706" w:footer="706" w:gutter="0"/>
          <w:pgNumType w:fmt="lowerRoman" w:start="1"/>
          <w:cols w:space="720"/>
          <w:formProt w:val="0"/>
          <w:titlePg/>
        </w:sectPr>
      </w:pPr>
    </w:p>
    <w:p w:rsidR="00B54624" w:rsidRDefault="00051906">
      <w:pPr>
        <w:pStyle w:val="Newpage"/>
      </w:pPr>
      <w:r>
        <w:lastRenderedPageBreak/>
        <w:t>Índice</w:t>
      </w:r>
    </w:p>
    <w:p w:rsidR="00B54624" w:rsidRDefault="00B54624">
      <w:pPr>
        <w:pStyle w:val="Newpage"/>
      </w:pPr>
    </w:p>
    <w:p w:rsidR="00B54624" w:rsidRDefault="00B54624">
      <w:pPr>
        <w:pStyle w:val="Newpage"/>
      </w:pPr>
    </w:p>
    <w:p w:rsidR="00142DCC" w:rsidRPr="00142DCC" w:rsidRDefault="00FC5313">
      <w:pPr>
        <w:pStyle w:val="TOC1"/>
        <w:rPr>
          <w:rFonts w:ascii="Calibri" w:hAnsi="Calibri"/>
          <w:smallCaps w:val="0"/>
          <w:sz w:val="22"/>
          <w:szCs w:val="22"/>
          <w:lang w:val="es-ES"/>
        </w:rPr>
      </w:pPr>
      <w:r>
        <w:fldChar w:fldCharType="begin"/>
      </w:r>
      <w:r w:rsidR="00B54624" w:rsidRPr="00B54624">
        <w:rPr>
          <w:lang w:val="es-ES"/>
        </w:rPr>
        <w:instrText xml:space="preserve"> TOC \f \t "Chapter,1,FirstHeading,2,SecHeading,3" </w:instrText>
      </w:r>
      <w:r>
        <w:fldChar w:fldCharType="separate"/>
      </w:r>
      <w:r w:rsidR="00142DCC" w:rsidRPr="00142DCC">
        <w:rPr>
          <w:lang w:val="es-ES"/>
        </w:rPr>
        <w:t>I.</w:t>
      </w:r>
      <w:r w:rsidR="00142DCC" w:rsidRPr="00142DCC">
        <w:rPr>
          <w:rFonts w:ascii="Calibri" w:hAnsi="Calibri"/>
          <w:smallCaps w:val="0"/>
          <w:sz w:val="22"/>
          <w:szCs w:val="22"/>
          <w:lang w:val="es-ES"/>
        </w:rPr>
        <w:tab/>
      </w:r>
      <w:r w:rsidR="00142DCC" w:rsidRPr="00142DCC">
        <w:rPr>
          <w:lang w:val="es-ES"/>
        </w:rPr>
        <w:t>Introducción</w:t>
      </w:r>
      <w:r w:rsidR="00142DCC" w:rsidRPr="00142DCC">
        <w:rPr>
          <w:lang w:val="es-ES"/>
        </w:rPr>
        <w:tab/>
      </w:r>
      <w:r>
        <w:fldChar w:fldCharType="begin"/>
      </w:r>
      <w:r w:rsidR="00142DCC" w:rsidRPr="00142DCC">
        <w:rPr>
          <w:lang w:val="es-ES"/>
        </w:rPr>
        <w:instrText xml:space="preserve"> PAGEREF _Toc300921094 \h </w:instrText>
      </w:r>
      <w:r>
        <w:fldChar w:fldCharType="separate"/>
      </w:r>
      <w:r w:rsidR="00E25A4C">
        <w:rPr>
          <w:lang w:val="es-ES"/>
        </w:rPr>
        <w:t>1</w:t>
      </w:r>
      <w:r>
        <w:fldChar w:fldCharType="end"/>
      </w:r>
    </w:p>
    <w:p w:rsidR="00142DCC" w:rsidRPr="00142DCC" w:rsidRDefault="00142DCC">
      <w:pPr>
        <w:pStyle w:val="TOC1"/>
        <w:rPr>
          <w:rFonts w:ascii="Calibri" w:hAnsi="Calibri"/>
          <w:smallCaps w:val="0"/>
          <w:sz w:val="22"/>
          <w:szCs w:val="22"/>
          <w:lang w:val="es-ES"/>
        </w:rPr>
      </w:pPr>
      <w:r w:rsidRPr="00142DCC">
        <w:rPr>
          <w:lang w:val="es-ES"/>
        </w:rPr>
        <w:t>II.</w:t>
      </w:r>
      <w:r w:rsidRPr="00142DCC">
        <w:rPr>
          <w:rFonts w:ascii="Calibri" w:hAnsi="Calibri"/>
          <w:smallCaps w:val="0"/>
          <w:sz w:val="22"/>
          <w:szCs w:val="22"/>
          <w:lang w:val="es-ES"/>
        </w:rPr>
        <w:tab/>
      </w:r>
      <w:r w:rsidRPr="00142DCC">
        <w:rPr>
          <w:lang w:val="es-ES"/>
        </w:rPr>
        <w:t>Monitoreo</w:t>
      </w:r>
      <w:r w:rsidRPr="00142DCC">
        <w:rPr>
          <w:lang w:val="es-ES"/>
        </w:rPr>
        <w:tab/>
      </w:r>
      <w:r w:rsidR="00FC5313">
        <w:fldChar w:fldCharType="begin"/>
      </w:r>
      <w:r w:rsidRPr="00142DCC">
        <w:rPr>
          <w:lang w:val="es-ES"/>
        </w:rPr>
        <w:instrText xml:space="preserve"> PAGEREF _Toc300921095 \h </w:instrText>
      </w:r>
      <w:r w:rsidR="00FC5313">
        <w:fldChar w:fldCharType="separate"/>
      </w:r>
      <w:r w:rsidR="00E25A4C">
        <w:rPr>
          <w:lang w:val="es-ES"/>
        </w:rPr>
        <w:t>1</w:t>
      </w:r>
      <w:r w:rsidR="00FC5313">
        <w:fldChar w:fldCharType="end"/>
      </w:r>
    </w:p>
    <w:p w:rsidR="00142DCC" w:rsidRPr="00142DCC" w:rsidRDefault="00142DCC">
      <w:pPr>
        <w:pStyle w:val="TOC2"/>
        <w:rPr>
          <w:rFonts w:ascii="Calibri" w:hAnsi="Calibri"/>
          <w:sz w:val="22"/>
          <w:szCs w:val="22"/>
          <w:lang w:val="es-ES"/>
        </w:rPr>
      </w:pPr>
      <w:r w:rsidRPr="00142DCC">
        <w:rPr>
          <w:lang w:val="es-ES"/>
        </w:rPr>
        <w:t>A.</w:t>
      </w:r>
      <w:r w:rsidRPr="00142DCC">
        <w:rPr>
          <w:rFonts w:ascii="Calibri" w:hAnsi="Calibri"/>
          <w:sz w:val="22"/>
          <w:szCs w:val="22"/>
          <w:lang w:val="es-ES"/>
        </w:rPr>
        <w:tab/>
      </w:r>
      <w:r w:rsidRPr="00142DCC">
        <w:rPr>
          <w:lang w:val="es-ES"/>
        </w:rPr>
        <w:t>Indicadores</w:t>
      </w:r>
      <w:r w:rsidRPr="00142DCC">
        <w:rPr>
          <w:lang w:val="es-ES"/>
        </w:rPr>
        <w:tab/>
      </w:r>
      <w:r w:rsidR="00FC5313">
        <w:fldChar w:fldCharType="begin"/>
      </w:r>
      <w:r w:rsidRPr="00142DCC">
        <w:rPr>
          <w:lang w:val="es-ES"/>
        </w:rPr>
        <w:instrText xml:space="preserve"> PAGEREF _Toc300921096 \h </w:instrText>
      </w:r>
      <w:r w:rsidR="00FC5313">
        <w:fldChar w:fldCharType="separate"/>
      </w:r>
      <w:r w:rsidR="00E25A4C">
        <w:rPr>
          <w:lang w:val="es-ES"/>
        </w:rPr>
        <w:t>2</w:t>
      </w:r>
      <w:r w:rsidR="00FC5313">
        <w:fldChar w:fldCharType="end"/>
      </w:r>
    </w:p>
    <w:p w:rsidR="00142DCC" w:rsidRPr="00142DCC" w:rsidRDefault="00142DCC">
      <w:pPr>
        <w:pStyle w:val="TOC2"/>
        <w:rPr>
          <w:rFonts w:ascii="Calibri" w:hAnsi="Calibri"/>
          <w:sz w:val="22"/>
          <w:szCs w:val="22"/>
          <w:lang w:val="es-ES"/>
        </w:rPr>
      </w:pPr>
      <w:r w:rsidRPr="00142DCC">
        <w:rPr>
          <w:lang w:val="es-ES"/>
        </w:rPr>
        <w:t>B.</w:t>
      </w:r>
      <w:r w:rsidRPr="00142DCC">
        <w:rPr>
          <w:rFonts w:ascii="Calibri" w:hAnsi="Calibri"/>
          <w:sz w:val="22"/>
          <w:szCs w:val="22"/>
          <w:lang w:val="es-ES"/>
        </w:rPr>
        <w:tab/>
      </w:r>
      <w:r w:rsidRPr="00F26760">
        <w:rPr>
          <w:lang w:val="es-ES_tradnl"/>
        </w:rPr>
        <w:t>Recopilación de datos e instrumentos</w:t>
      </w:r>
      <w:r w:rsidRPr="00142DCC">
        <w:rPr>
          <w:lang w:val="es-ES"/>
        </w:rPr>
        <w:tab/>
      </w:r>
      <w:r w:rsidR="00FC5313">
        <w:fldChar w:fldCharType="begin"/>
      </w:r>
      <w:r w:rsidRPr="00142DCC">
        <w:rPr>
          <w:lang w:val="es-ES"/>
        </w:rPr>
        <w:instrText xml:space="preserve"> PAGEREF _Toc300921097 \h </w:instrText>
      </w:r>
      <w:r w:rsidR="00FC5313">
        <w:fldChar w:fldCharType="separate"/>
      </w:r>
      <w:r w:rsidR="00E25A4C">
        <w:rPr>
          <w:lang w:val="es-ES"/>
        </w:rPr>
        <w:t>2</w:t>
      </w:r>
      <w:r w:rsidR="00FC5313">
        <w:fldChar w:fldCharType="end"/>
      </w:r>
    </w:p>
    <w:p w:rsidR="00142DCC" w:rsidRPr="00142DCC" w:rsidRDefault="00142DCC">
      <w:pPr>
        <w:pStyle w:val="TOC2"/>
        <w:rPr>
          <w:rFonts w:ascii="Calibri" w:hAnsi="Calibri"/>
          <w:sz w:val="22"/>
          <w:szCs w:val="22"/>
          <w:lang w:val="es-ES"/>
        </w:rPr>
      </w:pPr>
      <w:r w:rsidRPr="00142DCC">
        <w:rPr>
          <w:lang w:val="es-ES"/>
        </w:rPr>
        <w:t>C.</w:t>
      </w:r>
      <w:r w:rsidRPr="00142DCC">
        <w:rPr>
          <w:rFonts w:ascii="Calibri" w:hAnsi="Calibri"/>
          <w:sz w:val="22"/>
          <w:szCs w:val="22"/>
          <w:lang w:val="es-ES"/>
        </w:rPr>
        <w:tab/>
      </w:r>
      <w:r w:rsidRPr="00142DCC">
        <w:rPr>
          <w:lang w:val="es-ES"/>
        </w:rPr>
        <w:t>Presentación de informes</w:t>
      </w:r>
      <w:r w:rsidRPr="00142DCC">
        <w:rPr>
          <w:lang w:val="es-ES"/>
        </w:rPr>
        <w:tab/>
      </w:r>
      <w:r w:rsidR="00FC5313">
        <w:fldChar w:fldCharType="begin"/>
      </w:r>
      <w:r w:rsidRPr="00142DCC">
        <w:rPr>
          <w:lang w:val="es-ES"/>
        </w:rPr>
        <w:instrText xml:space="preserve"> PAGEREF _Toc300921098 \h </w:instrText>
      </w:r>
      <w:r w:rsidR="00FC5313">
        <w:fldChar w:fldCharType="separate"/>
      </w:r>
      <w:r w:rsidR="00E25A4C">
        <w:rPr>
          <w:lang w:val="es-ES"/>
        </w:rPr>
        <w:t>2</w:t>
      </w:r>
      <w:r w:rsidR="00FC5313">
        <w:fldChar w:fldCharType="end"/>
      </w:r>
    </w:p>
    <w:p w:rsidR="00142DCC" w:rsidRPr="00142DCC" w:rsidRDefault="00142DCC">
      <w:pPr>
        <w:pStyle w:val="TOC2"/>
        <w:rPr>
          <w:rFonts w:ascii="Calibri" w:hAnsi="Calibri"/>
          <w:sz w:val="22"/>
          <w:szCs w:val="22"/>
          <w:lang w:val="es-ES"/>
        </w:rPr>
      </w:pPr>
      <w:r w:rsidRPr="00142DCC">
        <w:rPr>
          <w:lang w:val="es-ES"/>
        </w:rPr>
        <w:t>D.</w:t>
      </w:r>
      <w:r w:rsidRPr="00142DCC">
        <w:rPr>
          <w:rFonts w:ascii="Calibri" w:hAnsi="Calibri"/>
          <w:sz w:val="22"/>
          <w:szCs w:val="22"/>
          <w:lang w:val="es-ES"/>
        </w:rPr>
        <w:tab/>
      </w:r>
      <w:r w:rsidRPr="00F26760">
        <w:rPr>
          <w:lang w:val="es-ES_tradnl"/>
        </w:rPr>
        <w:t>Coordinación, plan de trabajo y presupuesto del monitoreo</w:t>
      </w:r>
      <w:r w:rsidRPr="00142DCC">
        <w:rPr>
          <w:lang w:val="es-ES"/>
        </w:rPr>
        <w:tab/>
      </w:r>
      <w:r w:rsidR="00FC5313">
        <w:fldChar w:fldCharType="begin"/>
      </w:r>
      <w:r w:rsidRPr="00142DCC">
        <w:rPr>
          <w:lang w:val="es-ES"/>
        </w:rPr>
        <w:instrText xml:space="preserve"> PAGEREF _Toc300921099 \h </w:instrText>
      </w:r>
      <w:r w:rsidR="00FC5313">
        <w:fldChar w:fldCharType="separate"/>
      </w:r>
      <w:r w:rsidR="00E25A4C">
        <w:rPr>
          <w:lang w:val="es-ES"/>
        </w:rPr>
        <w:t>2</w:t>
      </w:r>
      <w:r w:rsidR="00FC5313">
        <w:fldChar w:fldCharType="end"/>
      </w:r>
    </w:p>
    <w:p w:rsidR="00142DCC" w:rsidRPr="00142DCC" w:rsidRDefault="00142DCC">
      <w:pPr>
        <w:pStyle w:val="TOC1"/>
        <w:rPr>
          <w:rFonts w:ascii="Calibri" w:hAnsi="Calibri"/>
          <w:smallCaps w:val="0"/>
          <w:sz w:val="22"/>
          <w:szCs w:val="22"/>
          <w:lang w:val="es-ES"/>
        </w:rPr>
      </w:pPr>
      <w:r w:rsidRPr="00142DCC">
        <w:rPr>
          <w:lang w:val="es-ES"/>
        </w:rPr>
        <w:t>III.</w:t>
      </w:r>
      <w:r w:rsidRPr="00142DCC">
        <w:rPr>
          <w:rFonts w:ascii="Calibri" w:hAnsi="Calibri"/>
          <w:smallCaps w:val="0"/>
          <w:sz w:val="22"/>
          <w:szCs w:val="22"/>
          <w:lang w:val="es-ES"/>
        </w:rPr>
        <w:tab/>
      </w:r>
      <w:r w:rsidRPr="00142DCC">
        <w:rPr>
          <w:lang w:val="es-ES"/>
        </w:rPr>
        <w:t>Evaluación</w:t>
      </w:r>
      <w:r w:rsidRPr="00142DCC">
        <w:rPr>
          <w:lang w:val="es-ES"/>
        </w:rPr>
        <w:tab/>
      </w:r>
      <w:r w:rsidR="00FC5313">
        <w:fldChar w:fldCharType="begin"/>
      </w:r>
      <w:r w:rsidRPr="00142DCC">
        <w:rPr>
          <w:lang w:val="es-ES"/>
        </w:rPr>
        <w:instrText xml:space="preserve"> PAGEREF _Toc300921100 \h </w:instrText>
      </w:r>
      <w:r w:rsidR="00FC5313">
        <w:fldChar w:fldCharType="separate"/>
      </w:r>
      <w:r w:rsidR="00E25A4C">
        <w:rPr>
          <w:lang w:val="es-ES"/>
        </w:rPr>
        <w:t>5</w:t>
      </w:r>
      <w:r w:rsidR="00FC5313">
        <w:fldChar w:fldCharType="end"/>
      </w:r>
    </w:p>
    <w:p w:rsidR="00142DCC" w:rsidRPr="00142DCC" w:rsidRDefault="00142DCC">
      <w:pPr>
        <w:pStyle w:val="TOC2"/>
        <w:rPr>
          <w:rFonts w:ascii="Calibri" w:hAnsi="Calibri"/>
          <w:sz w:val="22"/>
          <w:szCs w:val="22"/>
          <w:lang w:val="es-ES"/>
        </w:rPr>
      </w:pPr>
      <w:r w:rsidRPr="00142DCC">
        <w:rPr>
          <w:lang w:val="es-ES"/>
        </w:rPr>
        <w:t>A.</w:t>
      </w:r>
      <w:r w:rsidRPr="00142DCC">
        <w:rPr>
          <w:rFonts w:ascii="Calibri" w:hAnsi="Calibri"/>
          <w:sz w:val="22"/>
          <w:szCs w:val="22"/>
          <w:lang w:val="es-ES"/>
        </w:rPr>
        <w:tab/>
      </w:r>
      <w:r w:rsidRPr="00142DCC">
        <w:rPr>
          <w:lang w:val="es-ES"/>
        </w:rPr>
        <w:t>Principales preguntas de evaluación</w:t>
      </w:r>
      <w:r w:rsidRPr="00142DCC">
        <w:rPr>
          <w:lang w:val="es-ES"/>
        </w:rPr>
        <w:tab/>
      </w:r>
      <w:r w:rsidR="00FC5313">
        <w:fldChar w:fldCharType="begin"/>
      </w:r>
      <w:r w:rsidRPr="00142DCC">
        <w:rPr>
          <w:lang w:val="es-ES"/>
        </w:rPr>
        <w:instrText xml:space="preserve"> PAGEREF _Toc300921101 \h </w:instrText>
      </w:r>
      <w:r w:rsidR="00FC5313">
        <w:fldChar w:fldCharType="separate"/>
      </w:r>
      <w:r w:rsidR="00E25A4C">
        <w:rPr>
          <w:lang w:val="es-ES"/>
        </w:rPr>
        <w:t>5</w:t>
      </w:r>
      <w:r w:rsidR="00FC5313">
        <w:fldChar w:fldCharType="end"/>
      </w:r>
    </w:p>
    <w:p w:rsidR="00142DCC" w:rsidRPr="00142DCC" w:rsidRDefault="00142DCC">
      <w:pPr>
        <w:pStyle w:val="TOC2"/>
        <w:rPr>
          <w:rFonts w:ascii="Calibri" w:hAnsi="Calibri"/>
          <w:sz w:val="22"/>
          <w:szCs w:val="22"/>
          <w:lang w:val="es-ES"/>
        </w:rPr>
      </w:pPr>
      <w:r w:rsidRPr="00142DCC">
        <w:rPr>
          <w:lang w:val="es-ES"/>
        </w:rPr>
        <w:t>B.</w:t>
      </w:r>
      <w:r w:rsidRPr="00142DCC">
        <w:rPr>
          <w:rFonts w:ascii="Calibri" w:hAnsi="Calibri"/>
          <w:sz w:val="22"/>
          <w:szCs w:val="22"/>
          <w:lang w:val="es-ES"/>
        </w:rPr>
        <w:tab/>
      </w:r>
      <w:r w:rsidRPr="00F26760">
        <w:rPr>
          <w:lang w:val="es-ES_tradnl"/>
        </w:rPr>
        <w:t>Conocimiento existente (evaluaciones previas, análisis económico ex-ante)</w:t>
      </w:r>
      <w:r w:rsidRPr="00142DCC">
        <w:rPr>
          <w:lang w:val="es-ES"/>
        </w:rPr>
        <w:tab/>
      </w:r>
      <w:r w:rsidR="00FC5313">
        <w:fldChar w:fldCharType="begin"/>
      </w:r>
      <w:r w:rsidRPr="00142DCC">
        <w:rPr>
          <w:lang w:val="es-ES"/>
        </w:rPr>
        <w:instrText xml:space="preserve"> PAGEREF _Toc300921102 \h </w:instrText>
      </w:r>
      <w:r w:rsidR="00FC5313">
        <w:fldChar w:fldCharType="separate"/>
      </w:r>
      <w:r w:rsidR="00E25A4C">
        <w:rPr>
          <w:lang w:val="es-ES"/>
        </w:rPr>
        <w:t>6</w:t>
      </w:r>
      <w:r w:rsidR="00FC5313">
        <w:fldChar w:fldCharType="end"/>
      </w:r>
    </w:p>
    <w:p w:rsidR="00142DCC" w:rsidRPr="00142DCC" w:rsidRDefault="00142DCC">
      <w:pPr>
        <w:pStyle w:val="TOC2"/>
        <w:rPr>
          <w:rFonts w:ascii="Calibri" w:hAnsi="Calibri"/>
          <w:sz w:val="22"/>
          <w:szCs w:val="22"/>
          <w:lang w:val="es-ES"/>
        </w:rPr>
      </w:pPr>
      <w:r w:rsidRPr="00142DCC">
        <w:rPr>
          <w:lang w:val="es-ES"/>
        </w:rPr>
        <w:t>C.</w:t>
      </w:r>
      <w:r w:rsidRPr="00142DCC">
        <w:rPr>
          <w:rFonts w:ascii="Calibri" w:hAnsi="Calibri"/>
          <w:sz w:val="22"/>
          <w:szCs w:val="22"/>
          <w:lang w:val="es-ES"/>
        </w:rPr>
        <w:tab/>
      </w:r>
      <w:r w:rsidRPr="00142DCC">
        <w:rPr>
          <w:lang w:val="es-ES"/>
        </w:rPr>
        <w:t>Principales indicadores de efectos directos</w:t>
      </w:r>
      <w:r w:rsidRPr="00142DCC">
        <w:rPr>
          <w:lang w:val="es-ES"/>
        </w:rPr>
        <w:tab/>
      </w:r>
      <w:r w:rsidR="00FC5313">
        <w:fldChar w:fldCharType="begin"/>
      </w:r>
      <w:r w:rsidRPr="00142DCC">
        <w:rPr>
          <w:lang w:val="es-ES"/>
        </w:rPr>
        <w:instrText xml:space="preserve"> PAGEREF _Toc300921103 \h </w:instrText>
      </w:r>
      <w:r w:rsidR="00FC5313">
        <w:fldChar w:fldCharType="separate"/>
      </w:r>
      <w:r w:rsidR="00E25A4C">
        <w:rPr>
          <w:lang w:val="es-ES"/>
        </w:rPr>
        <w:t>8</w:t>
      </w:r>
      <w:r w:rsidR="00FC5313">
        <w:fldChar w:fldCharType="end"/>
      </w:r>
    </w:p>
    <w:p w:rsidR="00142DCC" w:rsidRPr="00142DCC" w:rsidRDefault="00142DCC">
      <w:pPr>
        <w:pStyle w:val="TOC2"/>
        <w:rPr>
          <w:rFonts w:ascii="Calibri" w:hAnsi="Calibri"/>
          <w:sz w:val="22"/>
          <w:szCs w:val="22"/>
          <w:lang w:val="es-ES"/>
        </w:rPr>
      </w:pPr>
      <w:r w:rsidRPr="00142DCC">
        <w:rPr>
          <w:lang w:val="es-ES"/>
        </w:rPr>
        <w:t>D.</w:t>
      </w:r>
      <w:r w:rsidRPr="00142DCC">
        <w:rPr>
          <w:rFonts w:ascii="Calibri" w:hAnsi="Calibri"/>
          <w:sz w:val="22"/>
          <w:szCs w:val="22"/>
          <w:lang w:val="es-ES"/>
        </w:rPr>
        <w:tab/>
      </w:r>
      <w:r w:rsidRPr="00142DCC">
        <w:rPr>
          <w:lang w:val="es-ES"/>
        </w:rPr>
        <w:t>Metodología de la evaluación</w:t>
      </w:r>
      <w:r w:rsidRPr="00142DCC">
        <w:rPr>
          <w:lang w:val="es-ES"/>
        </w:rPr>
        <w:tab/>
      </w:r>
      <w:r w:rsidR="00FC5313">
        <w:fldChar w:fldCharType="begin"/>
      </w:r>
      <w:r w:rsidRPr="00142DCC">
        <w:rPr>
          <w:lang w:val="es-ES"/>
        </w:rPr>
        <w:instrText xml:space="preserve"> PAGEREF _Toc300921104 \h </w:instrText>
      </w:r>
      <w:r w:rsidR="00FC5313">
        <w:fldChar w:fldCharType="separate"/>
      </w:r>
      <w:r w:rsidR="00E25A4C">
        <w:rPr>
          <w:lang w:val="es-ES"/>
        </w:rPr>
        <w:t>8</w:t>
      </w:r>
      <w:r w:rsidR="00FC5313">
        <w:fldChar w:fldCharType="end"/>
      </w:r>
    </w:p>
    <w:p w:rsidR="00142DCC" w:rsidRPr="00142DCC" w:rsidRDefault="00142DCC">
      <w:pPr>
        <w:pStyle w:val="TOC2"/>
        <w:rPr>
          <w:rFonts w:ascii="Calibri" w:hAnsi="Calibri"/>
          <w:sz w:val="22"/>
          <w:szCs w:val="22"/>
          <w:lang w:val="es-ES"/>
        </w:rPr>
      </w:pPr>
      <w:r w:rsidRPr="00142DCC">
        <w:rPr>
          <w:lang w:val="es-ES"/>
        </w:rPr>
        <w:t>E.</w:t>
      </w:r>
      <w:r w:rsidRPr="00142DCC">
        <w:rPr>
          <w:rFonts w:ascii="Calibri" w:hAnsi="Calibri"/>
          <w:sz w:val="22"/>
          <w:szCs w:val="22"/>
          <w:lang w:val="es-ES"/>
        </w:rPr>
        <w:tab/>
      </w:r>
      <w:r w:rsidRPr="00142DCC">
        <w:rPr>
          <w:lang w:val="es-ES"/>
        </w:rPr>
        <w:t>Información de los resultados</w:t>
      </w:r>
      <w:r w:rsidRPr="00142DCC">
        <w:rPr>
          <w:lang w:val="es-ES"/>
        </w:rPr>
        <w:tab/>
      </w:r>
      <w:r w:rsidR="00FC5313">
        <w:fldChar w:fldCharType="begin"/>
      </w:r>
      <w:r w:rsidRPr="00142DCC">
        <w:rPr>
          <w:lang w:val="es-ES"/>
        </w:rPr>
        <w:instrText xml:space="preserve"> PAGEREF _Toc300921105 \h </w:instrText>
      </w:r>
      <w:r w:rsidR="00FC5313">
        <w:fldChar w:fldCharType="separate"/>
      </w:r>
      <w:r w:rsidR="00E25A4C">
        <w:rPr>
          <w:lang w:val="es-ES"/>
        </w:rPr>
        <w:t>10</w:t>
      </w:r>
      <w:r w:rsidR="00FC5313">
        <w:fldChar w:fldCharType="end"/>
      </w:r>
    </w:p>
    <w:p w:rsidR="00142DCC" w:rsidRPr="00142DCC" w:rsidRDefault="00142DCC">
      <w:pPr>
        <w:pStyle w:val="TOC2"/>
        <w:rPr>
          <w:rFonts w:ascii="Calibri" w:hAnsi="Calibri"/>
          <w:sz w:val="22"/>
          <w:szCs w:val="22"/>
          <w:lang w:val="es-ES"/>
        </w:rPr>
      </w:pPr>
      <w:r w:rsidRPr="00142DCC">
        <w:rPr>
          <w:lang w:val="es-ES"/>
        </w:rPr>
        <w:t>F.</w:t>
      </w:r>
      <w:r w:rsidRPr="00142DCC">
        <w:rPr>
          <w:rFonts w:ascii="Calibri" w:hAnsi="Calibri"/>
          <w:sz w:val="22"/>
          <w:szCs w:val="22"/>
          <w:lang w:val="es-ES"/>
        </w:rPr>
        <w:tab/>
      </w:r>
      <w:r w:rsidRPr="00F26760">
        <w:rPr>
          <w:lang w:val="es-ES_tradnl"/>
        </w:rPr>
        <w:t>Coordinación, plan de trabajo y presupuesto de la evaluación</w:t>
      </w:r>
      <w:r w:rsidRPr="00142DCC">
        <w:rPr>
          <w:lang w:val="es-ES"/>
        </w:rPr>
        <w:tab/>
      </w:r>
      <w:r w:rsidR="00FC5313">
        <w:fldChar w:fldCharType="begin"/>
      </w:r>
      <w:r w:rsidRPr="00142DCC">
        <w:rPr>
          <w:lang w:val="es-ES"/>
        </w:rPr>
        <w:instrText xml:space="preserve"> PAGEREF _Toc300921106 \h </w:instrText>
      </w:r>
      <w:r w:rsidR="00FC5313">
        <w:fldChar w:fldCharType="separate"/>
      </w:r>
      <w:r w:rsidR="00E25A4C">
        <w:rPr>
          <w:lang w:val="es-ES"/>
        </w:rPr>
        <w:t>10</w:t>
      </w:r>
      <w:r w:rsidR="00FC5313">
        <w:fldChar w:fldCharType="end"/>
      </w:r>
    </w:p>
    <w:p w:rsidR="00B54624" w:rsidRDefault="00FC5313">
      <w:pPr>
        <w:pStyle w:val="TOC3"/>
      </w:pPr>
      <w:r>
        <w:fldChar w:fldCharType="end"/>
      </w:r>
    </w:p>
    <w:p w:rsidR="00B54624" w:rsidRPr="00716323" w:rsidRDefault="00716323" w:rsidP="00FA3B66">
      <w:pPr>
        <w:rPr>
          <w:b/>
          <w:lang w:val="es-ES"/>
        </w:rPr>
      </w:pPr>
      <w:r>
        <w:rPr>
          <w:lang w:val="es-ES"/>
        </w:rPr>
        <w:br w:type="page"/>
      </w:r>
    </w:p>
    <w:p w:rsidR="00B54624" w:rsidRDefault="004D302C">
      <w:pPr>
        <w:pStyle w:val="Newpage"/>
      </w:pPr>
      <w:r>
        <w:lastRenderedPageBreak/>
        <w:t>A</w:t>
      </w:r>
      <w:r w:rsidR="00B54624">
        <w:t>breviaturas</w:t>
      </w:r>
    </w:p>
    <w:p w:rsidR="00B54624" w:rsidRDefault="00B54624">
      <w:pPr>
        <w:tabs>
          <w:tab w:val="left" w:pos="3060"/>
        </w:tabs>
        <w:jc w:val="center"/>
        <w:rPr>
          <w:b/>
          <w:lang w:val="es-ES"/>
        </w:rPr>
      </w:pPr>
    </w:p>
    <w:p w:rsidR="00B54624" w:rsidRDefault="00B54624">
      <w:pPr>
        <w:tabs>
          <w:tab w:val="left" w:pos="3060"/>
        </w:tabs>
        <w:jc w:val="both"/>
        <w:rPr>
          <w:b/>
          <w:lang w:val="es-ES"/>
        </w:rPr>
      </w:pPr>
    </w:p>
    <w:tbl>
      <w:tblPr>
        <w:tblW w:w="8970" w:type="dxa"/>
        <w:tblLayout w:type="fixed"/>
        <w:tblLook w:val="0000" w:firstRow="0" w:lastRow="0" w:firstColumn="0" w:lastColumn="0" w:noHBand="0" w:noVBand="0"/>
      </w:tblPr>
      <w:tblGrid>
        <w:gridCol w:w="1548"/>
        <w:gridCol w:w="7422"/>
      </w:tblGrid>
      <w:tr w:rsidR="006733EE" w:rsidTr="00FA3B66">
        <w:trPr>
          <w:cantSplit/>
        </w:trPr>
        <w:tc>
          <w:tcPr>
            <w:tcW w:w="1548" w:type="dxa"/>
          </w:tcPr>
          <w:p w:rsidR="006733EE" w:rsidRPr="00E8555B" w:rsidRDefault="006733EE" w:rsidP="00ED4FB3">
            <w:pPr>
              <w:pStyle w:val="ABBR"/>
              <w:rPr>
                <w:szCs w:val="24"/>
              </w:rPr>
            </w:pPr>
            <w:r>
              <w:rPr>
                <w:szCs w:val="24"/>
              </w:rPr>
              <w:t>BID</w:t>
            </w:r>
          </w:p>
        </w:tc>
        <w:tc>
          <w:tcPr>
            <w:tcW w:w="7422" w:type="dxa"/>
            <w:vAlign w:val="bottom"/>
          </w:tcPr>
          <w:p w:rsidR="006733EE" w:rsidRPr="00E8555B" w:rsidRDefault="006733EE" w:rsidP="00ED4FB3">
            <w:pPr>
              <w:pStyle w:val="AbbrDesc"/>
              <w:rPr>
                <w:szCs w:val="24"/>
              </w:rPr>
            </w:pPr>
            <w:r>
              <w:rPr>
                <w:szCs w:val="24"/>
              </w:rPr>
              <w:t>Banco Interamericano de Desarrollo</w:t>
            </w:r>
          </w:p>
        </w:tc>
      </w:tr>
      <w:tr w:rsidR="006733EE" w:rsidRPr="00276EF4" w:rsidTr="00FA3B66">
        <w:trPr>
          <w:cantSplit/>
        </w:trPr>
        <w:tc>
          <w:tcPr>
            <w:tcW w:w="1548" w:type="dxa"/>
          </w:tcPr>
          <w:p w:rsidR="006733EE" w:rsidRPr="00E8555B" w:rsidRDefault="00A90BE7" w:rsidP="0077681D">
            <w:pPr>
              <w:pStyle w:val="ABBR"/>
              <w:rPr>
                <w:szCs w:val="24"/>
              </w:rPr>
            </w:pPr>
            <w:r>
              <w:rPr>
                <w:szCs w:val="24"/>
              </w:rPr>
              <w:t>SME</w:t>
            </w:r>
          </w:p>
        </w:tc>
        <w:tc>
          <w:tcPr>
            <w:tcW w:w="7422" w:type="dxa"/>
            <w:vAlign w:val="bottom"/>
          </w:tcPr>
          <w:p w:rsidR="006733EE" w:rsidRPr="00E8555B" w:rsidRDefault="00A90BE7" w:rsidP="0077681D">
            <w:pPr>
              <w:pStyle w:val="AbbrDesc"/>
              <w:rPr>
                <w:szCs w:val="24"/>
              </w:rPr>
            </w:pPr>
            <w:r>
              <w:rPr>
                <w:szCs w:val="24"/>
              </w:rPr>
              <w:t>Secretaria Municipal de Educación</w:t>
            </w:r>
          </w:p>
        </w:tc>
      </w:tr>
      <w:tr w:rsidR="006733EE" w:rsidTr="00FA3B66">
        <w:trPr>
          <w:cantSplit/>
        </w:trPr>
        <w:tc>
          <w:tcPr>
            <w:tcW w:w="1548" w:type="dxa"/>
          </w:tcPr>
          <w:p w:rsidR="006733EE" w:rsidRDefault="00C437C4">
            <w:pPr>
              <w:pStyle w:val="ABBR"/>
              <w:rPr>
                <w:lang w:val="es-ES"/>
              </w:rPr>
            </w:pPr>
            <w:r>
              <w:rPr>
                <w:lang w:val="es-ES"/>
              </w:rPr>
              <w:t>SIGEF</w:t>
            </w:r>
          </w:p>
        </w:tc>
        <w:tc>
          <w:tcPr>
            <w:tcW w:w="7422" w:type="dxa"/>
            <w:vAlign w:val="bottom"/>
          </w:tcPr>
          <w:p w:rsidR="006733EE" w:rsidRDefault="00C437C4" w:rsidP="008F2EA6">
            <w:pPr>
              <w:pStyle w:val="AbbrDesc"/>
              <w:rPr>
                <w:lang w:val="es-ES"/>
              </w:rPr>
            </w:pPr>
            <w:r>
              <w:rPr>
                <w:lang w:val="es-ES"/>
              </w:rPr>
              <w:t>Sistema Integrado de Gestión Educativa de Florianópolis</w:t>
            </w:r>
          </w:p>
        </w:tc>
      </w:tr>
      <w:tr w:rsidR="006733EE" w:rsidTr="00ED4FB3">
        <w:trPr>
          <w:cantSplit/>
        </w:trPr>
        <w:tc>
          <w:tcPr>
            <w:tcW w:w="1548" w:type="dxa"/>
          </w:tcPr>
          <w:p w:rsidR="006733EE" w:rsidRDefault="00C437C4" w:rsidP="00ED4FB3">
            <w:pPr>
              <w:pStyle w:val="ABBR"/>
              <w:rPr>
                <w:lang w:val="es-ES"/>
              </w:rPr>
            </w:pPr>
            <w:r>
              <w:rPr>
                <w:lang w:val="es-ES"/>
              </w:rPr>
              <w:t>EF</w:t>
            </w:r>
          </w:p>
        </w:tc>
        <w:tc>
          <w:tcPr>
            <w:tcW w:w="7422" w:type="dxa"/>
            <w:vAlign w:val="bottom"/>
          </w:tcPr>
          <w:p w:rsidR="006733EE" w:rsidRDefault="00C437C4" w:rsidP="00ED4FB3">
            <w:pPr>
              <w:pStyle w:val="AbbrDesc"/>
              <w:rPr>
                <w:lang w:val="es-ES"/>
              </w:rPr>
            </w:pPr>
            <w:r>
              <w:rPr>
                <w:lang w:val="es-ES"/>
              </w:rPr>
              <w:t>Enseñanza Fundamental</w:t>
            </w:r>
          </w:p>
        </w:tc>
      </w:tr>
      <w:tr w:rsidR="006733EE" w:rsidRPr="00276EF4" w:rsidTr="00FA3B66">
        <w:trPr>
          <w:cantSplit/>
        </w:trPr>
        <w:tc>
          <w:tcPr>
            <w:tcW w:w="1548" w:type="dxa"/>
          </w:tcPr>
          <w:p w:rsidR="006733EE" w:rsidRDefault="00886FC0" w:rsidP="0077681D">
            <w:pPr>
              <w:pStyle w:val="ABBR"/>
              <w:rPr>
                <w:szCs w:val="24"/>
              </w:rPr>
            </w:pPr>
            <w:r>
              <w:rPr>
                <w:szCs w:val="24"/>
              </w:rPr>
              <w:t>EI</w:t>
            </w:r>
          </w:p>
        </w:tc>
        <w:tc>
          <w:tcPr>
            <w:tcW w:w="7422" w:type="dxa"/>
            <w:vAlign w:val="bottom"/>
          </w:tcPr>
          <w:p w:rsidR="006733EE" w:rsidRDefault="00886FC0" w:rsidP="002A0489">
            <w:pPr>
              <w:pStyle w:val="AbbrDesc"/>
              <w:rPr>
                <w:szCs w:val="24"/>
              </w:rPr>
            </w:pPr>
            <w:r>
              <w:rPr>
                <w:szCs w:val="24"/>
              </w:rPr>
              <w:t>Educación Infantil</w:t>
            </w:r>
          </w:p>
        </w:tc>
      </w:tr>
      <w:tr w:rsidR="006733EE" w:rsidRPr="00276EF4" w:rsidTr="00FA3B66">
        <w:trPr>
          <w:cantSplit/>
        </w:trPr>
        <w:tc>
          <w:tcPr>
            <w:tcW w:w="1548" w:type="dxa"/>
          </w:tcPr>
          <w:p w:rsidR="006733EE" w:rsidRDefault="006733EE" w:rsidP="002A0489">
            <w:pPr>
              <w:pStyle w:val="ABBR"/>
              <w:rPr>
                <w:szCs w:val="24"/>
              </w:rPr>
            </w:pPr>
            <w:r>
              <w:rPr>
                <w:szCs w:val="24"/>
              </w:rPr>
              <w:t>SCL/EDU</w:t>
            </w:r>
          </w:p>
        </w:tc>
        <w:tc>
          <w:tcPr>
            <w:tcW w:w="7422" w:type="dxa"/>
            <w:vAlign w:val="bottom"/>
          </w:tcPr>
          <w:p w:rsidR="006733EE" w:rsidRDefault="006733EE" w:rsidP="002A0489">
            <w:pPr>
              <w:pStyle w:val="AbbrDesc"/>
              <w:rPr>
                <w:szCs w:val="24"/>
              </w:rPr>
            </w:pPr>
            <w:r>
              <w:rPr>
                <w:szCs w:val="24"/>
              </w:rPr>
              <w:t>División de Educación</w:t>
            </w:r>
          </w:p>
        </w:tc>
      </w:tr>
      <w:tr w:rsidR="006733EE" w:rsidTr="00FA3B66">
        <w:trPr>
          <w:cantSplit/>
        </w:trPr>
        <w:tc>
          <w:tcPr>
            <w:tcW w:w="1548" w:type="dxa"/>
          </w:tcPr>
          <w:p w:rsidR="006733EE" w:rsidRDefault="006733EE" w:rsidP="00713179">
            <w:pPr>
              <w:pStyle w:val="ABBR"/>
              <w:rPr>
                <w:lang w:val="es-ES"/>
              </w:rPr>
            </w:pPr>
            <w:r>
              <w:t>VAN</w:t>
            </w:r>
          </w:p>
        </w:tc>
        <w:tc>
          <w:tcPr>
            <w:tcW w:w="7422" w:type="dxa"/>
            <w:vAlign w:val="bottom"/>
          </w:tcPr>
          <w:p w:rsidR="006733EE" w:rsidRPr="008F2EA6" w:rsidRDefault="006733EE" w:rsidP="00713179">
            <w:pPr>
              <w:pStyle w:val="AbbrDesc"/>
            </w:pPr>
            <w:r>
              <w:t>Valor Actual Neto</w:t>
            </w:r>
          </w:p>
        </w:tc>
      </w:tr>
      <w:tr w:rsidR="008F2EA6" w:rsidTr="00FA3B66">
        <w:trPr>
          <w:cantSplit/>
        </w:trPr>
        <w:tc>
          <w:tcPr>
            <w:tcW w:w="1548" w:type="dxa"/>
          </w:tcPr>
          <w:p w:rsidR="008F2EA6" w:rsidRPr="007515B6" w:rsidRDefault="008F2EA6">
            <w:pPr>
              <w:pStyle w:val="ABBR"/>
              <w:rPr>
                <w:lang w:val="es-ES"/>
              </w:rPr>
            </w:pPr>
          </w:p>
        </w:tc>
        <w:tc>
          <w:tcPr>
            <w:tcW w:w="7422" w:type="dxa"/>
            <w:vAlign w:val="bottom"/>
          </w:tcPr>
          <w:p w:rsidR="008F2EA6" w:rsidRDefault="008F2EA6" w:rsidP="00455D51">
            <w:pPr>
              <w:pStyle w:val="AbbrDesc"/>
              <w:rPr>
                <w:lang w:val="es-ES"/>
              </w:rPr>
            </w:pPr>
          </w:p>
        </w:tc>
      </w:tr>
      <w:tr w:rsidR="008F2EA6" w:rsidTr="00FA3B66">
        <w:trPr>
          <w:cantSplit/>
        </w:trPr>
        <w:tc>
          <w:tcPr>
            <w:tcW w:w="1548" w:type="dxa"/>
          </w:tcPr>
          <w:p w:rsidR="008F2EA6" w:rsidRPr="007515B6" w:rsidRDefault="008F2EA6">
            <w:pPr>
              <w:pStyle w:val="ABBR"/>
              <w:rPr>
                <w:lang w:val="es-ES"/>
              </w:rPr>
            </w:pPr>
          </w:p>
        </w:tc>
        <w:tc>
          <w:tcPr>
            <w:tcW w:w="7422" w:type="dxa"/>
            <w:vAlign w:val="bottom"/>
          </w:tcPr>
          <w:p w:rsidR="008F2EA6" w:rsidRDefault="008F2EA6">
            <w:pPr>
              <w:pStyle w:val="AbbrDesc"/>
              <w:rPr>
                <w:lang w:val="es-ES"/>
              </w:rPr>
            </w:pPr>
          </w:p>
        </w:tc>
      </w:tr>
    </w:tbl>
    <w:p w:rsidR="00B54624" w:rsidRDefault="00B54624">
      <w:pPr>
        <w:tabs>
          <w:tab w:val="left" w:pos="3060"/>
        </w:tabs>
        <w:jc w:val="both"/>
        <w:rPr>
          <w:lang w:val="es-ES"/>
        </w:rPr>
      </w:pPr>
    </w:p>
    <w:p w:rsidR="00B54624" w:rsidRDefault="00B54624">
      <w:pPr>
        <w:tabs>
          <w:tab w:val="left" w:pos="3060"/>
        </w:tabs>
        <w:jc w:val="both"/>
        <w:rPr>
          <w:lang w:val="es-ES"/>
        </w:rPr>
      </w:pPr>
    </w:p>
    <w:p w:rsidR="00B54624" w:rsidRDefault="00B54624">
      <w:pPr>
        <w:pStyle w:val="AbbrDesc"/>
        <w:tabs>
          <w:tab w:val="left" w:pos="1440"/>
        </w:tabs>
        <w:rPr>
          <w:lang w:val="es-ES"/>
        </w:rPr>
        <w:sectPr w:rsidR="00B54624" w:rsidSect="000227B9">
          <w:headerReference w:type="first" r:id="rId13"/>
          <w:pgSz w:w="12240" w:h="15840" w:code="1"/>
          <w:pgMar w:top="1440" w:right="1800" w:bottom="1440" w:left="1800" w:header="706" w:footer="706" w:gutter="0"/>
          <w:pgNumType w:fmt="lowerRoman" w:start="1"/>
          <w:cols w:space="720"/>
          <w:formProt w:val="0"/>
          <w:titlePg/>
        </w:sectPr>
      </w:pPr>
    </w:p>
    <w:p w:rsidR="00B54624" w:rsidRPr="00716323" w:rsidRDefault="00FA3B66">
      <w:pPr>
        <w:pStyle w:val="Chapter"/>
      </w:pPr>
      <w:bookmarkStart w:id="1" w:name="ESSectionPages"/>
      <w:bookmarkStart w:id="2" w:name="_Toc300921094"/>
      <w:bookmarkEnd w:id="1"/>
      <w:r>
        <w:lastRenderedPageBreak/>
        <w:t>Introducción</w:t>
      </w:r>
      <w:bookmarkEnd w:id="2"/>
    </w:p>
    <w:p w:rsidR="00A90BE7" w:rsidRDefault="00FA3B66" w:rsidP="00A90BE7">
      <w:pPr>
        <w:pStyle w:val="Paragraph"/>
      </w:pPr>
      <w:r>
        <w:t xml:space="preserve">Este documento describe </w:t>
      </w:r>
      <w:r w:rsidR="000E6813">
        <w:t>los</w:t>
      </w:r>
      <w:r>
        <w:t xml:space="preserve"> mecanismo</w:t>
      </w:r>
      <w:r w:rsidR="000E6813">
        <w:t>s</w:t>
      </w:r>
      <w:r>
        <w:t xml:space="preserve"> de </w:t>
      </w:r>
      <w:r w:rsidR="00C8164B">
        <w:t xml:space="preserve">monitoreo </w:t>
      </w:r>
      <w:r>
        <w:t xml:space="preserve">y </w:t>
      </w:r>
      <w:r w:rsidR="00656C8D">
        <w:t>evaluación</w:t>
      </w:r>
      <w:r w:rsidR="002F193F">
        <w:t xml:space="preserve"> para el</w:t>
      </w:r>
      <w:r w:rsidR="003B2B3F">
        <w:t xml:space="preserve"> Pro</w:t>
      </w:r>
      <w:r w:rsidR="00252BA4">
        <w:t>yecto</w:t>
      </w:r>
      <w:r w:rsidR="003B2B3F">
        <w:t xml:space="preserve"> de </w:t>
      </w:r>
      <w:r w:rsidR="00143134">
        <w:t>E</w:t>
      </w:r>
      <w:r w:rsidR="003B2B3F">
        <w:t xml:space="preserve">xpansión y </w:t>
      </w:r>
      <w:r w:rsidR="00143134">
        <w:t>M</w:t>
      </w:r>
      <w:r w:rsidR="003B2B3F">
        <w:t xml:space="preserve">ejoramiento de la </w:t>
      </w:r>
      <w:r w:rsidR="00143134">
        <w:t>E</w:t>
      </w:r>
      <w:r w:rsidR="003B2B3F">
        <w:t xml:space="preserve">ducación </w:t>
      </w:r>
      <w:r w:rsidR="00143134">
        <w:t>I</w:t>
      </w:r>
      <w:r w:rsidR="003B2B3F">
        <w:t xml:space="preserve">nfantil y la </w:t>
      </w:r>
      <w:r w:rsidR="00143134">
        <w:t>Enseñanza F</w:t>
      </w:r>
      <w:r w:rsidR="003B2B3F">
        <w:t>undamental en Florianópolis</w:t>
      </w:r>
      <w:r w:rsidR="002F193F">
        <w:t xml:space="preserve"> </w:t>
      </w:r>
      <w:r w:rsidR="003B2B3F">
        <w:t>(BR-L1329)</w:t>
      </w:r>
      <w:r w:rsidR="00A90BE7">
        <w:t xml:space="preserve">. El objetivo </w:t>
      </w:r>
      <w:r w:rsidRPr="00D42ECD">
        <w:t xml:space="preserve">de la operación </w:t>
      </w:r>
      <w:r w:rsidR="00A90BE7" w:rsidRPr="00A90BE7">
        <w:rPr>
          <w:lang w:val="es-AR"/>
        </w:rPr>
        <w:t xml:space="preserve">es expandir la cobertura y mejorar la calidad </w:t>
      </w:r>
      <w:r w:rsidR="00A90BE7" w:rsidRPr="00C62E90">
        <w:rPr>
          <w:lang w:val="es-AR"/>
        </w:rPr>
        <w:t xml:space="preserve">de la </w:t>
      </w:r>
      <w:r w:rsidR="00143134" w:rsidRPr="00C62E90">
        <w:rPr>
          <w:lang w:val="es-AR"/>
        </w:rPr>
        <w:t>Educación Infantil (</w:t>
      </w:r>
      <w:r w:rsidR="00A90BE7" w:rsidRPr="00C62E90">
        <w:rPr>
          <w:lang w:val="es-AR"/>
        </w:rPr>
        <w:t>EI</w:t>
      </w:r>
      <w:r w:rsidR="00143134" w:rsidRPr="00C62E90">
        <w:rPr>
          <w:lang w:val="es-AR"/>
        </w:rPr>
        <w:t>)</w:t>
      </w:r>
      <w:r w:rsidR="00A90BE7" w:rsidRPr="00C62E90">
        <w:rPr>
          <w:lang w:val="es-AR"/>
        </w:rPr>
        <w:t xml:space="preserve"> y</w:t>
      </w:r>
      <w:r w:rsidR="00143134" w:rsidRPr="00C62E90">
        <w:rPr>
          <w:lang w:val="es-AR"/>
        </w:rPr>
        <w:t xml:space="preserve"> la Enseñanza Fundamental (</w:t>
      </w:r>
      <w:r w:rsidR="00A90BE7" w:rsidRPr="00C62E90">
        <w:rPr>
          <w:lang w:val="es-AR"/>
        </w:rPr>
        <w:t>EF</w:t>
      </w:r>
      <w:r w:rsidR="00143134" w:rsidRPr="00C62E90">
        <w:rPr>
          <w:lang w:val="es-AR"/>
        </w:rPr>
        <w:t>)</w:t>
      </w:r>
      <w:r w:rsidR="00A90BE7" w:rsidRPr="00C62E90">
        <w:rPr>
          <w:lang w:val="es-AR"/>
        </w:rPr>
        <w:t xml:space="preserve"> de la red municipal, asegurando el desarrollo de las múltiples dimensiones humanas de sus</w:t>
      </w:r>
      <w:r w:rsidR="00A90BE7" w:rsidRPr="00A90BE7">
        <w:rPr>
          <w:lang w:val="es-AR"/>
        </w:rPr>
        <w:t xml:space="preserve"> estudiantes, a través del acceso a servicios de jornada integral. Cuenta con tres componentes: </w:t>
      </w:r>
      <w:r w:rsidR="00143134">
        <w:rPr>
          <w:lang w:val="es-AR"/>
        </w:rPr>
        <w:t>(</w:t>
      </w:r>
      <w:r w:rsidR="00A90BE7" w:rsidRPr="00A90BE7">
        <w:rPr>
          <w:lang w:val="es-AR"/>
        </w:rPr>
        <w:t>i)</w:t>
      </w:r>
      <w:r w:rsidR="00143134">
        <w:rPr>
          <w:lang w:val="es-AR"/>
        </w:rPr>
        <w:t> e</w:t>
      </w:r>
      <w:r w:rsidR="00A90BE7" w:rsidRPr="00A90BE7">
        <w:rPr>
          <w:lang w:val="es-AR"/>
        </w:rPr>
        <w:t xml:space="preserve">xpansión de la cobertura y mejora de la infraestructura educativa; </w:t>
      </w:r>
      <w:r w:rsidR="00143134">
        <w:rPr>
          <w:lang w:val="es-AR"/>
        </w:rPr>
        <w:t>(</w:t>
      </w:r>
      <w:r w:rsidR="00A90BE7" w:rsidRPr="00A90BE7">
        <w:rPr>
          <w:lang w:val="es-AR"/>
        </w:rPr>
        <w:t>ii)</w:t>
      </w:r>
      <w:r w:rsidR="00143134">
        <w:rPr>
          <w:lang w:val="es-AR"/>
        </w:rPr>
        <w:t> m</w:t>
      </w:r>
      <w:r w:rsidR="00A90BE7" w:rsidRPr="00A90BE7">
        <w:rPr>
          <w:lang w:val="es-AR"/>
        </w:rPr>
        <w:t xml:space="preserve">ejora de la calidad de la educación; y </w:t>
      </w:r>
      <w:r w:rsidR="00143134">
        <w:rPr>
          <w:lang w:val="es-AR"/>
        </w:rPr>
        <w:t>(</w:t>
      </w:r>
      <w:r w:rsidR="00A90BE7" w:rsidRPr="00A90BE7">
        <w:rPr>
          <w:lang w:val="es-AR"/>
        </w:rPr>
        <w:t>iii)</w:t>
      </w:r>
      <w:r w:rsidR="00143134">
        <w:rPr>
          <w:lang w:val="es-AR"/>
        </w:rPr>
        <w:t> g</w:t>
      </w:r>
      <w:r w:rsidR="00A90BE7" w:rsidRPr="00A90BE7">
        <w:rPr>
          <w:lang w:val="es-AR"/>
        </w:rPr>
        <w:t>estión, monitoreo y evaluación.</w:t>
      </w:r>
      <w:r w:rsidR="00387B7C" w:rsidRPr="00A90BE7">
        <w:t xml:space="preserve"> </w:t>
      </w:r>
      <w:r w:rsidR="00014829">
        <w:t xml:space="preserve">Cada uno de los tres componentes de este programa será </w:t>
      </w:r>
      <w:r w:rsidR="00387B7C">
        <w:t xml:space="preserve">monitoreado y </w:t>
      </w:r>
      <w:r w:rsidR="00014829">
        <w:t>evaluado de manera independiente</w:t>
      </w:r>
      <w:r w:rsidR="00A90BE7">
        <w:t>, dadas las diferentes características de los mismos.</w:t>
      </w:r>
    </w:p>
    <w:p w:rsidR="00B54624" w:rsidRPr="00716323" w:rsidRDefault="00B54624">
      <w:pPr>
        <w:pStyle w:val="Chapter"/>
        <w:sectPr w:rsidR="00B54624" w:rsidRPr="00716323" w:rsidSect="000227B9">
          <w:headerReference w:type="default" r:id="rId14"/>
          <w:headerReference w:type="first" r:id="rId15"/>
          <w:pgSz w:w="12240" w:h="15840" w:code="1"/>
          <w:pgMar w:top="1440" w:right="1800" w:bottom="1440" w:left="1800" w:header="706" w:footer="706" w:gutter="0"/>
          <w:pgNumType w:start="1"/>
          <w:cols w:space="720"/>
          <w:formProt w:val="0"/>
          <w:titlePg/>
        </w:sectPr>
      </w:pPr>
      <w:bookmarkStart w:id="3" w:name="_Toc450478044"/>
      <w:bookmarkStart w:id="4" w:name="_Toc451059696"/>
      <w:bookmarkStart w:id="5" w:name="_Toc451059760"/>
      <w:bookmarkStart w:id="6" w:name="_Toc451922468"/>
      <w:bookmarkStart w:id="7" w:name="_Toc456499459"/>
      <w:bookmarkStart w:id="8" w:name="_Toc456499553"/>
      <w:bookmarkStart w:id="9" w:name="_Toc456499748"/>
      <w:bookmarkStart w:id="10" w:name="_Toc456503316"/>
      <w:bookmarkStart w:id="11" w:name="_Toc456503686"/>
      <w:bookmarkStart w:id="12" w:name="_Toc456504238"/>
      <w:bookmarkStart w:id="13" w:name="_Toc456504326"/>
      <w:bookmarkStart w:id="14" w:name="_Toc456504420"/>
      <w:bookmarkStart w:id="15" w:name="_Toc456504507"/>
      <w:bookmarkStart w:id="16" w:name="_Toc82922282"/>
      <w:bookmarkStart w:id="17" w:name="_Toc82924005"/>
      <w:bookmarkStart w:id="18" w:name="_Toc82924484"/>
      <w:bookmarkStart w:id="19" w:name="_Toc95628371"/>
      <w:bookmarkStart w:id="20" w:name="_Toc95628558"/>
    </w:p>
    <w:p w:rsidR="00B54624" w:rsidRPr="00716323" w:rsidRDefault="003C02C0" w:rsidP="00FA3B66">
      <w:pPr>
        <w:pStyle w:val="Chapter"/>
        <w:spacing w:before="240"/>
      </w:pPr>
      <w:bookmarkStart w:id="21" w:name="_Toc30092109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lastRenderedPageBreak/>
        <w:t>Monitoreo</w:t>
      </w:r>
      <w:bookmarkEnd w:id="21"/>
    </w:p>
    <w:p w:rsidR="00FA3B66" w:rsidRPr="00C437C4" w:rsidRDefault="00A90BE7">
      <w:pPr>
        <w:pStyle w:val="Paragraph"/>
      </w:pPr>
      <w:r>
        <w:t xml:space="preserve">La </w:t>
      </w:r>
      <w:r w:rsidR="00EA4AC3">
        <w:t>Secretaría Municipal de Educación (</w:t>
      </w:r>
      <w:r>
        <w:t>SME</w:t>
      </w:r>
      <w:r w:rsidR="00EA4AC3">
        <w:t>)</w:t>
      </w:r>
      <w:r w:rsidR="00AF6671">
        <w:t xml:space="preserve"> </w:t>
      </w:r>
      <w:r w:rsidR="00434B50">
        <w:t xml:space="preserve">será </w:t>
      </w:r>
      <w:r w:rsidR="00233677">
        <w:t xml:space="preserve">la </w:t>
      </w:r>
      <w:r w:rsidR="00434B50">
        <w:t>encargada</w:t>
      </w:r>
      <w:r w:rsidR="00FA3B66">
        <w:t xml:space="preserve"> del </w:t>
      </w:r>
      <w:r w:rsidR="001C5D94">
        <w:t xml:space="preserve">monitoreo </w:t>
      </w:r>
      <w:r w:rsidR="00FA3B66">
        <w:t>del progreso en la implementación del programa</w:t>
      </w:r>
      <w:r w:rsidR="00FA3B66" w:rsidRPr="0070507C">
        <w:rPr>
          <w:color w:val="000000"/>
        </w:rPr>
        <w:t>.</w:t>
      </w:r>
      <w:r w:rsidR="00FA3B66">
        <w:rPr>
          <w:color w:val="000000"/>
        </w:rPr>
        <w:t xml:space="preserve"> El seguimiento de los resultados se basará en</w:t>
      </w:r>
      <w:r w:rsidR="00656C8D">
        <w:rPr>
          <w:color w:val="000000"/>
        </w:rPr>
        <w:t>:</w:t>
      </w:r>
      <w:r w:rsidR="00FA3B66">
        <w:rPr>
          <w:color w:val="000000"/>
        </w:rPr>
        <w:t xml:space="preserve"> (i)</w:t>
      </w:r>
      <w:r w:rsidR="00656C8D">
        <w:rPr>
          <w:color w:val="000000"/>
        </w:rPr>
        <w:t> </w:t>
      </w:r>
      <w:r w:rsidR="00FA3B66">
        <w:rPr>
          <w:color w:val="000000"/>
        </w:rPr>
        <w:t xml:space="preserve">el Plan Anual de Operación (POA); </w:t>
      </w:r>
      <w:r w:rsidR="002F193F">
        <w:rPr>
          <w:color w:val="000000"/>
        </w:rPr>
        <w:t>y (i</w:t>
      </w:r>
      <w:r w:rsidR="00173F88">
        <w:rPr>
          <w:color w:val="000000"/>
        </w:rPr>
        <w:t>i)</w:t>
      </w:r>
      <w:r w:rsidR="002F193F">
        <w:rPr>
          <w:color w:val="000000"/>
        </w:rPr>
        <w:t> </w:t>
      </w:r>
      <w:r w:rsidR="00173F88">
        <w:rPr>
          <w:color w:val="000000"/>
        </w:rPr>
        <w:t>la Matriz de Resultados</w:t>
      </w:r>
      <w:r w:rsidR="00FA3B66">
        <w:rPr>
          <w:color w:val="000000"/>
        </w:rPr>
        <w:t xml:space="preserve">. Para facilitar el </w:t>
      </w:r>
      <w:r w:rsidR="002F193F">
        <w:rPr>
          <w:color w:val="000000"/>
        </w:rPr>
        <w:t xml:space="preserve">monitoreo, </w:t>
      </w:r>
      <w:r w:rsidR="00276EF4">
        <w:rPr>
          <w:color w:val="000000"/>
        </w:rPr>
        <w:t>la División de Educación (</w:t>
      </w:r>
      <w:r w:rsidR="00FA3B66">
        <w:rPr>
          <w:color w:val="000000"/>
        </w:rPr>
        <w:t>SCL/EDU</w:t>
      </w:r>
      <w:r w:rsidR="00276EF4">
        <w:rPr>
          <w:color w:val="000000"/>
        </w:rPr>
        <w:t>)</w:t>
      </w:r>
      <w:r w:rsidR="00FA3B66">
        <w:rPr>
          <w:color w:val="000000"/>
        </w:rPr>
        <w:t xml:space="preserve"> realizará </w:t>
      </w:r>
      <w:r w:rsidR="0042101B">
        <w:rPr>
          <w:color w:val="000000"/>
        </w:rPr>
        <w:t xml:space="preserve">periódicamente </w:t>
      </w:r>
      <w:r w:rsidR="00FA3B66">
        <w:rPr>
          <w:color w:val="000000"/>
        </w:rPr>
        <w:t>visitas de cam</w:t>
      </w:r>
      <w:r w:rsidR="00AF6671">
        <w:rPr>
          <w:color w:val="000000"/>
        </w:rPr>
        <w:t>po y misiones de administración</w:t>
      </w:r>
      <w:r w:rsidR="00A21B69">
        <w:rPr>
          <w:color w:val="000000"/>
        </w:rPr>
        <w:t xml:space="preserve"> para facilitar el seguimiento</w:t>
      </w:r>
      <w:r w:rsidR="00FA3B66">
        <w:rPr>
          <w:color w:val="000000"/>
        </w:rPr>
        <w:t>.</w:t>
      </w:r>
    </w:p>
    <w:p w:rsidR="00886FC0" w:rsidRPr="00BA65D8" w:rsidRDefault="00C437C4" w:rsidP="00BA65D8">
      <w:pPr>
        <w:pStyle w:val="Paragraph"/>
        <w:rPr>
          <w:rFonts w:eastAsia="Calibri"/>
          <w:lang w:eastAsia="pt-BR"/>
        </w:rPr>
      </w:pPr>
      <w:r w:rsidRPr="00C437C4">
        <w:rPr>
          <w:color w:val="000000"/>
        </w:rPr>
        <w:t>Cabe señalar que el programa incluye tres actividades que fortalecerán</w:t>
      </w:r>
      <w:r w:rsidR="009D1822">
        <w:rPr>
          <w:color w:val="000000"/>
        </w:rPr>
        <w:t xml:space="preserve"> de por si</w:t>
      </w:r>
      <w:r w:rsidRPr="00C437C4">
        <w:rPr>
          <w:color w:val="000000"/>
        </w:rPr>
        <w:t xml:space="preserve"> la capacidad de monitoreo de la SME. En primer lugar, la creación del </w:t>
      </w:r>
      <w:r w:rsidR="00143134" w:rsidRPr="009361BD">
        <w:rPr>
          <w:rFonts w:eastAsia="Arial Unicode MS"/>
          <w:lang w:val="es-AR"/>
        </w:rPr>
        <w:t xml:space="preserve">Sistema Integral de Gestión Escolar </w:t>
      </w:r>
      <w:r w:rsidR="00143134">
        <w:rPr>
          <w:rFonts w:eastAsia="Arial Unicode MS"/>
          <w:lang w:val="es-AR"/>
        </w:rPr>
        <w:t>(</w:t>
      </w:r>
      <w:r w:rsidRPr="00C437C4">
        <w:rPr>
          <w:color w:val="000000"/>
        </w:rPr>
        <w:t>SIGEF</w:t>
      </w:r>
      <w:r w:rsidR="00143134">
        <w:rPr>
          <w:color w:val="000000"/>
        </w:rPr>
        <w:t>)</w:t>
      </w:r>
      <w:r w:rsidRPr="00C437C4">
        <w:rPr>
          <w:color w:val="000000"/>
        </w:rPr>
        <w:t>, que mediante una estructura modular unifi</w:t>
      </w:r>
      <w:r>
        <w:rPr>
          <w:color w:val="000000"/>
        </w:rPr>
        <w:t>cará</w:t>
      </w:r>
      <w:r w:rsidRPr="00C437C4">
        <w:rPr>
          <w:color w:val="000000"/>
        </w:rPr>
        <w:t xml:space="preserve"> las bases de datos existentes</w:t>
      </w:r>
      <w:r>
        <w:rPr>
          <w:color w:val="000000"/>
        </w:rPr>
        <w:t xml:space="preserve"> (alumnos, profesores, desempeño académico, infraestructura y materiales)</w:t>
      </w:r>
      <w:r w:rsidRPr="00C437C4">
        <w:rPr>
          <w:color w:val="000000"/>
        </w:rPr>
        <w:t>, agregando nuevas funcionalidades</w:t>
      </w:r>
      <w:r>
        <w:rPr>
          <w:color w:val="000000"/>
        </w:rPr>
        <w:t>,</w:t>
      </w:r>
      <w:r w:rsidRPr="00C437C4">
        <w:rPr>
          <w:color w:val="000000"/>
        </w:rPr>
        <w:t xml:space="preserve"> permitiendo el rediseño y la optimización de los procesos de gestión</w:t>
      </w:r>
      <w:r>
        <w:rPr>
          <w:color w:val="000000"/>
        </w:rPr>
        <w:t xml:space="preserve"> y monitoreo</w:t>
      </w:r>
      <w:r w:rsidRPr="00C437C4">
        <w:rPr>
          <w:color w:val="000000"/>
        </w:rPr>
        <w:t>.</w:t>
      </w:r>
      <w:r>
        <w:rPr>
          <w:color w:val="000000"/>
        </w:rPr>
        <w:t xml:space="preserve"> En segundo término, el mejoramiento de la Prova Floripa de EF, que mejorará </w:t>
      </w:r>
      <w:r w:rsidR="00886FC0">
        <w:rPr>
          <w:color w:val="000000"/>
        </w:rPr>
        <w:t xml:space="preserve">el uso de los resultados de las pruebas para la gestión de la SME y de los profesores en la sala de clase, permitiendo detectar problemas tanto a nivel de red, </w:t>
      </w:r>
      <w:r w:rsidR="00563E2E">
        <w:rPr>
          <w:color w:val="000000"/>
        </w:rPr>
        <w:t>escuela y</w:t>
      </w:r>
      <w:r w:rsidR="00886FC0">
        <w:rPr>
          <w:color w:val="000000"/>
        </w:rPr>
        <w:t xml:space="preserve"> </w:t>
      </w:r>
      <w:r w:rsidR="00563E2E">
        <w:rPr>
          <w:color w:val="000000"/>
        </w:rPr>
        <w:t xml:space="preserve">a nivel individual </w:t>
      </w:r>
      <w:r w:rsidR="00886FC0">
        <w:rPr>
          <w:color w:val="000000"/>
        </w:rPr>
        <w:t>de alumnos e iniciar acciones de apoyo a escuelas y/o alumnos que no estén progresando adecuadamente. Por último, será desarrollado un sistema de monitoreo de la calidad de los servicios de EI, inédito en el Brasil. Este sistema, que apoyará el trabajo de la SME en EI en todos los niveles (</w:t>
      </w:r>
      <w:r w:rsidR="00EA4AC3">
        <w:rPr>
          <w:rFonts w:eastAsia="Calibri"/>
          <w:lang w:val="es-AR" w:eastAsia="pt-BR"/>
        </w:rPr>
        <w:t>secretarí</w:t>
      </w:r>
      <w:r w:rsidR="00886FC0" w:rsidRPr="00886FC0">
        <w:rPr>
          <w:rFonts w:eastAsia="Calibri"/>
          <w:lang w:val="es-AR" w:eastAsia="pt-BR"/>
        </w:rPr>
        <w:t>a, equip</w:t>
      </w:r>
      <w:r w:rsidR="00886FC0">
        <w:rPr>
          <w:rFonts w:eastAsia="Calibri"/>
          <w:lang w:val="es-AR" w:eastAsia="pt-BR"/>
        </w:rPr>
        <w:t>o</w:t>
      </w:r>
      <w:r w:rsidR="00886FC0" w:rsidRPr="00886FC0">
        <w:rPr>
          <w:rFonts w:eastAsia="Calibri"/>
          <w:lang w:val="es-AR" w:eastAsia="pt-BR"/>
        </w:rPr>
        <w:t xml:space="preserve"> central, unidades</w:t>
      </w:r>
      <w:r w:rsidR="00886FC0">
        <w:rPr>
          <w:rFonts w:eastAsia="Calibri"/>
          <w:lang w:val="es-AR" w:eastAsia="pt-BR"/>
        </w:rPr>
        <w:t xml:space="preserve"> educativas</w:t>
      </w:r>
      <w:r w:rsidR="00886FC0" w:rsidRPr="00886FC0">
        <w:rPr>
          <w:rFonts w:eastAsia="Calibri"/>
          <w:lang w:val="es-AR" w:eastAsia="pt-BR"/>
        </w:rPr>
        <w:t>)</w:t>
      </w:r>
      <w:r w:rsidR="00886FC0">
        <w:rPr>
          <w:rFonts w:eastAsia="Calibri"/>
          <w:lang w:val="es-AR" w:eastAsia="pt-BR"/>
        </w:rPr>
        <w:t xml:space="preserve">, podrá tener un </w:t>
      </w:r>
      <w:r w:rsidR="00886FC0" w:rsidRPr="00886FC0">
        <w:rPr>
          <w:rFonts w:eastAsia="Calibri"/>
          <w:lang w:eastAsia="pt-BR"/>
        </w:rPr>
        <w:t>enfoque tanto de evaluaci</w:t>
      </w:r>
      <w:r w:rsidR="00886FC0">
        <w:rPr>
          <w:rFonts w:eastAsia="Calibri"/>
          <w:lang w:eastAsia="pt-BR"/>
        </w:rPr>
        <w:t xml:space="preserve">ón de </w:t>
      </w:r>
      <w:r w:rsidR="00886FC0" w:rsidRPr="00886FC0">
        <w:rPr>
          <w:rFonts w:eastAsia="Calibri"/>
          <w:lang w:eastAsia="pt-BR"/>
        </w:rPr>
        <w:t xml:space="preserve">ambientes </w:t>
      </w:r>
      <w:r w:rsidR="00886FC0">
        <w:rPr>
          <w:rFonts w:eastAsia="Calibri"/>
          <w:lang w:eastAsia="pt-BR"/>
        </w:rPr>
        <w:t xml:space="preserve">y </w:t>
      </w:r>
      <w:r w:rsidR="00886FC0" w:rsidRPr="00886FC0">
        <w:rPr>
          <w:rFonts w:eastAsia="Calibri"/>
          <w:lang w:eastAsia="pt-BR"/>
        </w:rPr>
        <w:t xml:space="preserve">procesos pedagógicos </w:t>
      </w:r>
      <w:r w:rsidR="00886FC0">
        <w:rPr>
          <w:rFonts w:eastAsia="Calibri"/>
          <w:lang w:eastAsia="pt-BR"/>
        </w:rPr>
        <w:t xml:space="preserve">como de niños. </w:t>
      </w:r>
      <w:r w:rsidR="00563E2E">
        <w:rPr>
          <w:rFonts w:eastAsia="Calibri"/>
          <w:lang w:eastAsia="pt-BR"/>
        </w:rPr>
        <w:t>E</w:t>
      </w:r>
      <w:r w:rsidR="00886FC0" w:rsidRPr="00886FC0">
        <w:rPr>
          <w:rFonts w:eastAsia="Calibri"/>
          <w:lang w:eastAsia="pt-BR"/>
        </w:rPr>
        <w:t>n un primer momento, será realizada una línea de base utilizando escalas de observación (ITERS-R y ECERS-R)</w:t>
      </w:r>
      <w:r w:rsidR="000D31AD">
        <w:rPr>
          <w:rStyle w:val="FootnoteReference"/>
          <w:rFonts w:eastAsia="Calibri"/>
          <w:lang w:eastAsia="pt-BR"/>
        </w:rPr>
        <w:footnoteReference w:id="1"/>
      </w:r>
      <w:r w:rsidR="00886FC0" w:rsidRPr="00886FC0">
        <w:rPr>
          <w:rFonts w:eastAsia="Calibri"/>
          <w:lang w:eastAsia="pt-BR"/>
        </w:rPr>
        <w:t xml:space="preserve"> que darán cuenta del perfil de los profesionales de EI, la </w:t>
      </w:r>
      <w:r w:rsidR="009D1822" w:rsidRPr="00886FC0">
        <w:rPr>
          <w:rFonts w:eastAsia="Calibri"/>
          <w:lang w:eastAsia="pt-BR"/>
        </w:rPr>
        <w:t>dinámica</w:t>
      </w:r>
      <w:r w:rsidR="00886FC0" w:rsidRPr="00886FC0">
        <w:rPr>
          <w:rFonts w:eastAsia="Calibri"/>
          <w:lang w:eastAsia="pt-BR"/>
        </w:rPr>
        <w:t xml:space="preserve"> de supervisión y </w:t>
      </w:r>
      <w:r w:rsidR="009D1822" w:rsidRPr="00886FC0">
        <w:rPr>
          <w:rFonts w:eastAsia="Calibri"/>
          <w:lang w:eastAsia="pt-BR"/>
        </w:rPr>
        <w:t>formación</w:t>
      </w:r>
      <w:r w:rsidR="00886FC0" w:rsidRPr="00886FC0">
        <w:rPr>
          <w:rFonts w:eastAsia="Calibri"/>
          <w:lang w:eastAsia="pt-BR"/>
        </w:rPr>
        <w:t xml:space="preserve"> continuada, limitaciones y posibilidades para el funcionamiento pleno d</w:t>
      </w:r>
      <w:r w:rsidR="00886FC0">
        <w:rPr>
          <w:rFonts w:eastAsia="Calibri"/>
          <w:lang w:eastAsia="pt-BR"/>
        </w:rPr>
        <w:t>e l</w:t>
      </w:r>
      <w:r w:rsidR="00886FC0" w:rsidRPr="00886FC0">
        <w:rPr>
          <w:rFonts w:eastAsia="Calibri"/>
          <w:lang w:eastAsia="pt-BR"/>
        </w:rPr>
        <w:t>as unidades, distribu</w:t>
      </w:r>
      <w:r w:rsidR="00886FC0">
        <w:rPr>
          <w:rFonts w:eastAsia="Calibri"/>
          <w:lang w:eastAsia="pt-BR"/>
        </w:rPr>
        <w:t>c</w:t>
      </w:r>
      <w:r w:rsidR="00886FC0" w:rsidRPr="00886FC0">
        <w:rPr>
          <w:rFonts w:eastAsia="Calibri"/>
          <w:lang w:eastAsia="pt-BR"/>
        </w:rPr>
        <w:t>i</w:t>
      </w:r>
      <w:r w:rsidR="00886FC0">
        <w:rPr>
          <w:rFonts w:eastAsia="Calibri"/>
          <w:lang w:eastAsia="pt-BR"/>
        </w:rPr>
        <w:t>ón</w:t>
      </w:r>
      <w:r w:rsidR="00886FC0" w:rsidRPr="00886FC0">
        <w:rPr>
          <w:rFonts w:eastAsia="Calibri"/>
          <w:lang w:eastAsia="pt-BR"/>
        </w:rPr>
        <w:t xml:space="preserve"> de recursos </w:t>
      </w:r>
      <w:r w:rsidR="00886FC0">
        <w:rPr>
          <w:rFonts w:eastAsia="Calibri"/>
          <w:lang w:eastAsia="pt-BR"/>
        </w:rPr>
        <w:t>y</w:t>
      </w:r>
      <w:r w:rsidR="00886FC0" w:rsidRPr="00886FC0">
        <w:rPr>
          <w:rFonts w:eastAsia="Calibri"/>
          <w:lang w:eastAsia="pt-BR"/>
        </w:rPr>
        <w:t xml:space="preserve"> materia</w:t>
      </w:r>
      <w:r w:rsidR="00886FC0">
        <w:rPr>
          <w:rFonts w:eastAsia="Calibri"/>
          <w:lang w:eastAsia="pt-BR"/>
        </w:rPr>
        <w:t>le</w:t>
      </w:r>
      <w:r w:rsidR="00886FC0" w:rsidRPr="00886FC0">
        <w:rPr>
          <w:rFonts w:eastAsia="Calibri"/>
          <w:lang w:eastAsia="pt-BR"/>
        </w:rPr>
        <w:t>s, manten</w:t>
      </w:r>
      <w:r w:rsidR="00886FC0">
        <w:rPr>
          <w:rFonts w:eastAsia="Calibri"/>
          <w:lang w:eastAsia="pt-BR"/>
        </w:rPr>
        <w:t>imiento</w:t>
      </w:r>
      <w:r w:rsidR="00886FC0" w:rsidRPr="00886FC0">
        <w:rPr>
          <w:rFonts w:eastAsia="Calibri"/>
          <w:lang w:eastAsia="pt-BR"/>
        </w:rPr>
        <w:t xml:space="preserve"> d</w:t>
      </w:r>
      <w:r w:rsidR="00886FC0">
        <w:rPr>
          <w:rFonts w:eastAsia="Calibri"/>
          <w:lang w:eastAsia="pt-BR"/>
        </w:rPr>
        <w:t>e l</w:t>
      </w:r>
      <w:r w:rsidR="00886FC0" w:rsidRPr="00886FC0">
        <w:rPr>
          <w:rFonts w:eastAsia="Calibri"/>
          <w:lang w:eastAsia="pt-BR"/>
        </w:rPr>
        <w:t>a infraestru</w:t>
      </w:r>
      <w:r w:rsidR="00886FC0">
        <w:rPr>
          <w:rFonts w:eastAsia="Calibri"/>
          <w:lang w:eastAsia="pt-BR"/>
        </w:rPr>
        <w:t>c</w:t>
      </w:r>
      <w:r w:rsidR="00886FC0" w:rsidRPr="00886FC0">
        <w:rPr>
          <w:rFonts w:eastAsia="Calibri"/>
          <w:lang w:eastAsia="pt-BR"/>
        </w:rPr>
        <w:t>tura, provis</w:t>
      </w:r>
      <w:r w:rsidR="00886FC0">
        <w:rPr>
          <w:rFonts w:eastAsia="Calibri"/>
          <w:lang w:eastAsia="pt-BR"/>
        </w:rPr>
        <w:t xml:space="preserve">ión </w:t>
      </w:r>
      <w:r w:rsidR="00886FC0" w:rsidRPr="00886FC0">
        <w:rPr>
          <w:rFonts w:eastAsia="Calibri"/>
          <w:lang w:eastAsia="pt-BR"/>
        </w:rPr>
        <w:t>de recursos humanos</w:t>
      </w:r>
      <w:r w:rsidR="009D1822">
        <w:rPr>
          <w:rFonts w:eastAsia="Calibri"/>
          <w:lang w:eastAsia="pt-BR"/>
        </w:rPr>
        <w:t xml:space="preserve"> y </w:t>
      </w:r>
      <w:r w:rsidR="00886FC0" w:rsidRPr="00886FC0">
        <w:rPr>
          <w:rFonts w:eastAsia="Calibri"/>
          <w:lang w:eastAsia="pt-BR"/>
        </w:rPr>
        <w:t>u</w:t>
      </w:r>
      <w:r w:rsidR="009D1822">
        <w:rPr>
          <w:rFonts w:eastAsia="Calibri"/>
          <w:lang w:eastAsia="pt-BR"/>
        </w:rPr>
        <w:t>n</w:t>
      </w:r>
      <w:r w:rsidR="00886FC0" w:rsidRPr="00886FC0">
        <w:rPr>
          <w:rFonts w:eastAsia="Calibri"/>
          <w:lang w:eastAsia="pt-BR"/>
        </w:rPr>
        <w:t xml:space="preserve">a </w:t>
      </w:r>
      <w:r w:rsidR="009D1822">
        <w:rPr>
          <w:rFonts w:eastAsia="Calibri"/>
          <w:lang w:eastAsia="pt-BR"/>
        </w:rPr>
        <w:t>e</w:t>
      </w:r>
      <w:r w:rsidR="00886FC0" w:rsidRPr="00886FC0">
        <w:rPr>
          <w:rFonts w:eastAsia="Calibri"/>
          <w:lang w:eastAsia="pt-BR"/>
        </w:rPr>
        <w:t>val</w:t>
      </w:r>
      <w:r w:rsidR="009D1822">
        <w:rPr>
          <w:rFonts w:eastAsia="Calibri"/>
          <w:lang w:eastAsia="pt-BR"/>
        </w:rPr>
        <w:t>u</w:t>
      </w:r>
      <w:r w:rsidR="00886FC0" w:rsidRPr="00886FC0">
        <w:rPr>
          <w:rFonts w:eastAsia="Calibri"/>
          <w:lang w:eastAsia="pt-BR"/>
        </w:rPr>
        <w:t>a</w:t>
      </w:r>
      <w:r w:rsidR="009D1822">
        <w:rPr>
          <w:rFonts w:eastAsia="Calibri"/>
          <w:lang w:eastAsia="pt-BR"/>
        </w:rPr>
        <w:t xml:space="preserve">ción de los </w:t>
      </w:r>
      <w:r w:rsidR="00886FC0" w:rsidRPr="00886FC0">
        <w:rPr>
          <w:rFonts w:eastAsia="Calibri"/>
          <w:lang w:eastAsia="pt-BR"/>
        </w:rPr>
        <w:t xml:space="preserve">ambientes </w:t>
      </w:r>
      <w:r w:rsidR="009D1822">
        <w:rPr>
          <w:rFonts w:eastAsia="Calibri"/>
          <w:lang w:eastAsia="pt-BR"/>
        </w:rPr>
        <w:t>de l</w:t>
      </w:r>
      <w:r w:rsidR="00886FC0" w:rsidRPr="00886FC0">
        <w:rPr>
          <w:rFonts w:eastAsia="Calibri"/>
          <w:lang w:eastAsia="pt-BR"/>
        </w:rPr>
        <w:t>as unidades co</w:t>
      </w:r>
      <w:r w:rsidR="009D1822">
        <w:rPr>
          <w:rFonts w:eastAsia="Calibri"/>
          <w:lang w:eastAsia="pt-BR"/>
        </w:rPr>
        <w:t>n</w:t>
      </w:r>
      <w:r w:rsidR="00886FC0" w:rsidRPr="00886FC0">
        <w:rPr>
          <w:rFonts w:eastAsia="Calibri"/>
          <w:lang w:eastAsia="pt-BR"/>
        </w:rPr>
        <w:t xml:space="preserve"> foco </w:t>
      </w:r>
      <w:r w:rsidR="009D1822">
        <w:rPr>
          <w:rFonts w:eastAsia="Calibri"/>
          <w:lang w:eastAsia="pt-BR"/>
        </w:rPr>
        <w:t xml:space="preserve">en el trabajo </w:t>
      </w:r>
      <w:r w:rsidR="00886FC0" w:rsidRPr="00886FC0">
        <w:rPr>
          <w:rFonts w:eastAsia="Calibri"/>
          <w:lang w:eastAsia="pt-BR"/>
        </w:rPr>
        <w:t>pedagógico co</w:t>
      </w:r>
      <w:r w:rsidR="009D1822">
        <w:rPr>
          <w:rFonts w:eastAsia="Calibri"/>
          <w:lang w:eastAsia="pt-BR"/>
        </w:rPr>
        <w:t>n los niños</w:t>
      </w:r>
      <w:r w:rsidR="00886FC0" w:rsidRPr="00886FC0">
        <w:rPr>
          <w:rFonts w:eastAsia="Calibri"/>
          <w:lang w:eastAsia="pt-BR"/>
        </w:rPr>
        <w:t>.</w:t>
      </w:r>
      <w:r w:rsidR="007B31B3">
        <w:rPr>
          <w:rFonts w:eastAsia="Calibri"/>
          <w:lang w:eastAsia="pt-BR"/>
        </w:rPr>
        <w:t xml:space="preserve"> </w:t>
      </w:r>
      <w:r w:rsidR="00BA65D8" w:rsidRPr="00BA65D8">
        <w:rPr>
          <w:rFonts w:eastAsia="Calibri"/>
          <w:lang w:eastAsia="pt-BR"/>
        </w:rPr>
        <w:t xml:space="preserve">Por tanto, la estrategia de monitoreo de esta operación se basará, no </w:t>
      </w:r>
      <w:r w:rsidR="00BA65D8" w:rsidRPr="00BA65D8">
        <w:rPr>
          <w:rFonts w:eastAsia="Calibri"/>
          <w:lang w:eastAsia="pt-BR"/>
        </w:rPr>
        <w:lastRenderedPageBreak/>
        <w:t xml:space="preserve">en acciones aisladas, puntuales, exclusivas de este programa, sino que en las mismas herramientas, sistemas y prácticas que la SME utilizará rutinariamente y que el programa contribuirá a </w:t>
      </w:r>
      <w:r w:rsidR="00BA65D8">
        <w:rPr>
          <w:rFonts w:eastAsia="Calibri"/>
          <w:lang w:eastAsia="pt-BR"/>
        </w:rPr>
        <w:t xml:space="preserve">diseñar y/o </w:t>
      </w:r>
      <w:r w:rsidR="00BA65D8" w:rsidRPr="00BA65D8">
        <w:rPr>
          <w:rFonts w:eastAsia="Calibri"/>
          <w:lang w:eastAsia="pt-BR"/>
        </w:rPr>
        <w:t>fortalecer. Para los pocos caso</w:t>
      </w:r>
      <w:r w:rsidR="00BA65D8">
        <w:rPr>
          <w:rFonts w:eastAsia="Calibri"/>
          <w:lang w:eastAsia="pt-BR"/>
        </w:rPr>
        <w:t>s</w:t>
      </w:r>
      <w:r w:rsidR="00BA65D8" w:rsidRPr="00BA65D8">
        <w:rPr>
          <w:rFonts w:eastAsia="Calibri"/>
          <w:lang w:eastAsia="pt-BR"/>
        </w:rPr>
        <w:t xml:space="preserve"> que así lo ameriten serán utilizadas actividades y herramientas específicas.</w:t>
      </w:r>
      <w:r w:rsidR="00BA65D8">
        <w:rPr>
          <w:rFonts w:eastAsia="Calibri"/>
          <w:lang w:eastAsia="pt-BR"/>
        </w:rPr>
        <w:t xml:space="preserve"> </w:t>
      </w:r>
    </w:p>
    <w:bookmarkStart w:id="22" w:name="_Toc429646046"/>
    <w:bookmarkStart w:id="23" w:name="_Toc429652578"/>
    <w:bookmarkStart w:id="24" w:name="_Toc429655314"/>
    <w:bookmarkStart w:id="25" w:name="_Toc429655349"/>
    <w:bookmarkStart w:id="26" w:name="_Toc429655493"/>
    <w:bookmarkStart w:id="27" w:name="_Toc429655690"/>
    <w:bookmarkStart w:id="28" w:name="_Toc429657383"/>
    <w:bookmarkStart w:id="29" w:name="_Toc430679376"/>
    <w:bookmarkStart w:id="30" w:name="_Toc430679400"/>
    <w:bookmarkStart w:id="31" w:name="_Toc434845957"/>
    <w:bookmarkStart w:id="32" w:name="_Toc434846225"/>
    <w:bookmarkStart w:id="33" w:name="_Toc434846938"/>
    <w:bookmarkStart w:id="34" w:name="_Toc437759766"/>
    <w:bookmarkStart w:id="35" w:name="_Toc444883307"/>
    <w:bookmarkStart w:id="36" w:name="_Toc445703758"/>
    <w:bookmarkStart w:id="37" w:name="_Toc445703977"/>
    <w:bookmarkStart w:id="38" w:name="_Toc450478047"/>
    <w:bookmarkStart w:id="39" w:name="_Toc451059699"/>
    <w:bookmarkStart w:id="40" w:name="_Toc451059763"/>
    <w:bookmarkStart w:id="41" w:name="_Toc451922471"/>
    <w:bookmarkStart w:id="42" w:name="_Toc456499462"/>
    <w:bookmarkStart w:id="43" w:name="_Toc456499556"/>
    <w:bookmarkStart w:id="44" w:name="_Toc456499751"/>
    <w:bookmarkStart w:id="45" w:name="_Toc456503319"/>
    <w:bookmarkStart w:id="46" w:name="_Toc456503689"/>
    <w:bookmarkStart w:id="47" w:name="_Toc456504241"/>
    <w:bookmarkStart w:id="48" w:name="_Toc456504329"/>
    <w:bookmarkStart w:id="49" w:name="_Toc456504423"/>
    <w:bookmarkStart w:id="50" w:name="_Toc456504510"/>
    <w:p w:rsidR="00C86872" w:rsidRDefault="00FC5313">
      <w:pPr>
        <w:pStyle w:val="FirstHeading"/>
        <w:numPr>
          <w:ilvl w:val="0"/>
          <w:numId w:val="0"/>
        </w:numPr>
        <w:ind w:left="720"/>
      </w:pPr>
      <w:r>
        <w:fldChar w:fldCharType="begin"/>
      </w:r>
      <w:r w:rsidR="00FA3B66">
        <w:instrText xml:space="preserve"> SEQ "</w:instrText>
      </w:r>
      <w:fldSimple w:instr=" SECTION  \* MERGEFORMAT ">
        <w:r w:rsidR="00F756BA">
          <w:instrText>4</w:instrText>
        </w:r>
      </w:fldSimple>
      <w:r w:rsidR="00FA3B66">
        <w:instrText xml:space="preserve">#"\* ALPHABETIC \* MERGEFORMAT </w:instrText>
      </w:r>
      <w:r>
        <w:fldChar w:fldCharType="separate"/>
      </w:r>
      <w:bookmarkStart w:id="51" w:name="_Toc300921096"/>
      <w:r w:rsidR="00F756BA">
        <w:rPr>
          <w:noProof/>
        </w:rPr>
        <w:t>A</w:t>
      </w:r>
      <w:r>
        <w:fldChar w:fldCharType="end"/>
      </w:r>
      <w:r w:rsidR="00FA3B66">
        <w:t>.</w:t>
      </w:r>
      <w:r w:rsidR="00FA3B66">
        <w:tab/>
        <w:t>Indicadores</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3C3922" w:rsidRDefault="00FA3B66" w:rsidP="003C3922">
      <w:pPr>
        <w:pStyle w:val="Paragraph"/>
      </w:pPr>
      <w:r>
        <w:t xml:space="preserve">Los indicadores de </w:t>
      </w:r>
      <w:r w:rsidR="0042101B">
        <w:t xml:space="preserve">monitoreo </w:t>
      </w:r>
      <w:r w:rsidR="003C3922">
        <w:t xml:space="preserve">medirán el grado de avance en la consecución </w:t>
      </w:r>
      <w:r w:rsidR="0042101B">
        <w:t xml:space="preserve">anual </w:t>
      </w:r>
      <w:r w:rsidR="003C3922">
        <w:t xml:space="preserve">de cada uno de los </w:t>
      </w:r>
      <w:r w:rsidR="008F2EA6">
        <w:t>p</w:t>
      </w:r>
      <w:r w:rsidR="003C3922">
        <w:t>roductos</w:t>
      </w:r>
      <w:r w:rsidR="00A5564D">
        <w:t>,</w:t>
      </w:r>
      <w:r w:rsidR="009C335E">
        <w:t xml:space="preserve"> resultados</w:t>
      </w:r>
      <w:r w:rsidR="00A5564D">
        <w:t xml:space="preserve"> y propósitos</w:t>
      </w:r>
      <w:r w:rsidR="009C335E">
        <w:t xml:space="preserve"> </w:t>
      </w:r>
      <w:r w:rsidR="003C3922">
        <w:t>listados en la Matriz de Resultados</w:t>
      </w:r>
      <w:r w:rsidR="006F509E">
        <w:t>, los indicadores de impacto se medirán con la evaluación de impacto</w:t>
      </w:r>
      <w:r w:rsidR="001D79A5">
        <w:t xml:space="preserve"> que se cita en la siguiente sección</w:t>
      </w:r>
      <w:r w:rsidR="006F509E">
        <w:t>.</w:t>
      </w:r>
    </w:p>
    <w:p w:rsidR="00C86872" w:rsidRDefault="00FC5313">
      <w:pPr>
        <w:pStyle w:val="FirstHeading"/>
        <w:keepNext w:val="0"/>
        <w:numPr>
          <w:ilvl w:val="0"/>
          <w:numId w:val="0"/>
        </w:numPr>
        <w:ind w:left="720"/>
      </w:pPr>
      <w:r>
        <w:fldChar w:fldCharType="begin"/>
      </w:r>
      <w:r w:rsidR="00FA3B66">
        <w:instrText xml:space="preserve"> SEQ "</w:instrText>
      </w:r>
      <w:fldSimple w:instr=" SECTION  \* MERGEFORMAT ">
        <w:r w:rsidR="00F756BA">
          <w:instrText>4</w:instrText>
        </w:r>
      </w:fldSimple>
      <w:r w:rsidR="00FA3B66">
        <w:instrText xml:space="preserve">#"\* ALPHABETIC \* MERGEFORMAT </w:instrText>
      </w:r>
      <w:r>
        <w:fldChar w:fldCharType="separate"/>
      </w:r>
      <w:bookmarkStart w:id="52" w:name="_Toc300921097"/>
      <w:r w:rsidR="00F756BA">
        <w:rPr>
          <w:noProof/>
        </w:rPr>
        <w:t>B</w:t>
      </w:r>
      <w:r>
        <w:fldChar w:fldCharType="end"/>
      </w:r>
      <w:r w:rsidR="00FA3B66">
        <w:t>.</w:t>
      </w:r>
      <w:r w:rsidR="00FA3B66">
        <w:tab/>
      </w:r>
      <w:r w:rsidR="00FA3B66" w:rsidRPr="001C53AB">
        <w:rPr>
          <w:lang w:val="es-ES_tradnl"/>
        </w:rPr>
        <w:t>Recopilación de datos e instrumentos</w:t>
      </w:r>
      <w:bookmarkEnd w:id="52"/>
    </w:p>
    <w:p w:rsidR="00861ABC" w:rsidRDefault="00290F92" w:rsidP="009D1822">
      <w:pPr>
        <w:pStyle w:val="Paragraph"/>
        <w:tabs>
          <w:tab w:val="clear" w:pos="720"/>
        </w:tabs>
      </w:pPr>
      <w:r>
        <w:rPr>
          <w:szCs w:val="24"/>
        </w:rPr>
        <w:t>E</w:t>
      </w:r>
      <w:r w:rsidRPr="00290F92">
        <w:rPr>
          <w:szCs w:val="24"/>
        </w:rPr>
        <w:t xml:space="preserve">l objetivo </w:t>
      </w:r>
      <w:r>
        <w:rPr>
          <w:szCs w:val="24"/>
        </w:rPr>
        <w:t xml:space="preserve">de esta actividad </w:t>
      </w:r>
      <w:r w:rsidRPr="00290F92">
        <w:rPr>
          <w:szCs w:val="24"/>
        </w:rPr>
        <w:t xml:space="preserve">es hacer un seguimiento cercano a la ejecución del programa, monitoreando el cumplimiento de las metas tanto en términos de eficacia (que las acciones del programa lleguen a los beneficiarios con una calidad acorde a las necesidades) como en términos de oportunidad (que las acciones lleguen en los momentos efectivamente </w:t>
      </w:r>
      <w:r w:rsidR="00A21B69">
        <w:rPr>
          <w:szCs w:val="24"/>
        </w:rPr>
        <w:t>planificados</w:t>
      </w:r>
      <w:r w:rsidRPr="00290F92">
        <w:rPr>
          <w:szCs w:val="24"/>
        </w:rPr>
        <w:t xml:space="preserve">). Esto se conseguirá con </w:t>
      </w:r>
      <w:r w:rsidR="00C437C4">
        <w:rPr>
          <w:szCs w:val="24"/>
        </w:rPr>
        <w:t>e</w:t>
      </w:r>
      <w:r w:rsidRPr="00290F92">
        <w:rPr>
          <w:szCs w:val="24"/>
        </w:rPr>
        <w:t>l levantamientos de datos</w:t>
      </w:r>
      <w:r w:rsidR="00C437C4">
        <w:rPr>
          <w:szCs w:val="24"/>
        </w:rPr>
        <w:t xml:space="preserve"> y análisis de las </w:t>
      </w:r>
      <w:r w:rsidR="00A21B69">
        <w:rPr>
          <w:szCs w:val="24"/>
        </w:rPr>
        <w:t xml:space="preserve">acciones </w:t>
      </w:r>
      <w:r w:rsidRPr="00290F92">
        <w:rPr>
          <w:szCs w:val="24"/>
        </w:rPr>
        <w:t>de monitoreo</w:t>
      </w:r>
      <w:r w:rsidR="00C437C4">
        <w:rPr>
          <w:szCs w:val="24"/>
        </w:rPr>
        <w:t>.</w:t>
      </w:r>
      <w:r w:rsidR="00861ABC">
        <w:t xml:space="preserve"> </w:t>
      </w:r>
    </w:p>
    <w:p w:rsidR="005F6FDA" w:rsidRPr="00A5564D" w:rsidRDefault="00BA65D8" w:rsidP="009D1822">
      <w:pPr>
        <w:pStyle w:val="Paragraph"/>
        <w:tabs>
          <w:tab w:val="clear" w:pos="720"/>
        </w:tabs>
      </w:pPr>
      <w:r>
        <w:t xml:space="preserve">Como señalado en 2.2, </w:t>
      </w:r>
      <w:r w:rsidR="00C12A7D">
        <w:t>el monitoreo regular de actividades y productos por componente</w:t>
      </w:r>
      <w:r>
        <w:t xml:space="preserve"> será realizado sobre herramientas e instrumentos que la SME utilizará rutinariamente y que el programa contribuirá con su diseño o fortalecimiento</w:t>
      </w:r>
      <w:r w:rsidR="00C12A7D">
        <w:t xml:space="preserve">. En términos de resultados, </w:t>
      </w:r>
      <w:r w:rsidR="005F6FDA">
        <w:t>se utilizará como instrumento</w:t>
      </w:r>
      <w:r w:rsidR="00C12A7D">
        <w:t xml:space="preserve"> principal</w:t>
      </w:r>
      <w:r w:rsidR="005F6FDA">
        <w:t xml:space="preserve"> de recolección</w:t>
      </w:r>
      <w:r w:rsidR="0006457C">
        <w:t xml:space="preserve"> </w:t>
      </w:r>
      <w:r w:rsidR="005F6FDA">
        <w:t xml:space="preserve">de datos el </w:t>
      </w:r>
      <w:r w:rsidR="00A8479A">
        <w:t>SIGEF</w:t>
      </w:r>
      <w:r w:rsidR="0026397D">
        <w:t xml:space="preserve">. El SIGEF </w:t>
      </w:r>
      <w:r w:rsidR="005F6FDA">
        <w:t xml:space="preserve">se alimentará con los sistemas actualmente en funcionamiento y los nuevos sistemas propuestos. </w:t>
      </w:r>
      <w:r>
        <w:t xml:space="preserve">Así serán utilizadas para EI las escalas </w:t>
      </w:r>
      <w:r w:rsidR="0026397D" w:rsidRPr="00886FC0">
        <w:rPr>
          <w:rFonts w:eastAsia="Calibri"/>
          <w:lang w:eastAsia="pt-BR"/>
        </w:rPr>
        <w:t>ITERS-R y ECERS-R</w:t>
      </w:r>
      <w:r>
        <w:rPr>
          <w:rFonts w:eastAsia="Calibri"/>
          <w:lang w:eastAsia="pt-BR"/>
        </w:rPr>
        <w:t>, base del nuevo sistema de monitoreo a desarrollarse</w:t>
      </w:r>
      <w:r w:rsidR="0026397D">
        <w:rPr>
          <w:rFonts w:eastAsia="Calibri"/>
          <w:lang w:eastAsia="pt-BR"/>
        </w:rPr>
        <w:t xml:space="preserve"> y </w:t>
      </w:r>
      <w:r>
        <w:rPr>
          <w:rFonts w:eastAsia="Calibri"/>
          <w:lang w:eastAsia="pt-BR"/>
        </w:rPr>
        <w:t xml:space="preserve">la </w:t>
      </w:r>
      <w:r w:rsidR="0026397D">
        <w:rPr>
          <w:rFonts w:eastAsia="Calibri"/>
          <w:lang w:eastAsia="pt-BR"/>
        </w:rPr>
        <w:t>Prova Floripa para EF.</w:t>
      </w:r>
    </w:p>
    <w:p w:rsidR="00C86872" w:rsidRDefault="00FC5313">
      <w:pPr>
        <w:pStyle w:val="FirstHeading"/>
        <w:keepLines/>
        <w:numPr>
          <w:ilvl w:val="0"/>
          <w:numId w:val="0"/>
        </w:numPr>
        <w:ind w:left="720"/>
      </w:pPr>
      <w:r>
        <w:fldChar w:fldCharType="begin"/>
      </w:r>
      <w:r w:rsidR="00244FAF">
        <w:instrText xml:space="preserve"> SEQ "</w:instrText>
      </w:r>
      <w:fldSimple w:instr=" SECTION  \* MERGEFORMAT ">
        <w:r w:rsidR="00F756BA">
          <w:instrText>4</w:instrText>
        </w:r>
      </w:fldSimple>
      <w:r w:rsidR="00244FAF">
        <w:instrText xml:space="preserve">#"\* ALPHABETIC \* MERGEFORMAT </w:instrText>
      </w:r>
      <w:r>
        <w:fldChar w:fldCharType="separate"/>
      </w:r>
      <w:bookmarkStart w:id="53" w:name="_Toc300921098"/>
      <w:r w:rsidR="00F756BA">
        <w:rPr>
          <w:noProof/>
        </w:rPr>
        <w:t>C</w:t>
      </w:r>
      <w:r>
        <w:fldChar w:fldCharType="end"/>
      </w:r>
      <w:r w:rsidR="00244FAF">
        <w:t>.</w:t>
      </w:r>
      <w:r w:rsidR="00244FAF">
        <w:tab/>
      </w:r>
      <w:r w:rsidR="00244FAF" w:rsidRPr="0070507C">
        <w:t>Presentación de informes</w:t>
      </w:r>
      <w:bookmarkEnd w:id="53"/>
    </w:p>
    <w:p w:rsidR="00244FAF" w:rsidRDefault="009D1822" w:rsidP="002F193F">
      <w:pPr>
        <w:pStyle w:val="Paragraph"/>
        <w:keepNext/>
        <w:keepLines/>
      </w:pPr>
      <w:r>
        <w:t>La SME</w:t>
      </w:r>
      <w:r w:rsidR="00244FAF">
        <w:t xml:space="preserve"> presentará informes de progreso con datos sobre los avances en la ejecución, incluyendo los indicadores de producto</w:t>
      </w:r>
      <w:r w:rsidR="00F723AE">
        <w:t xml:space="preserve"> y resultado</w:t>
      </w:r>
      <w:r w:rsidR="00244FAF" w:rsidRPr="0070507C">
        <w:t>.</w:t>
      </w:r>
      <w:r w:rsidR="00244FAF">
        <w:t xml:space="preserve"> Estos informes serán de periodicidad </w:t>
      </w:r>
      <w:r w:rsidR="001D79A5">
        <w:t>anual los primeros dos años de implementación, y semestrales a partir del tercer año</w:t>
      </w:r>
      <w:r w:rsidR="00F723AE">
        <w:t xml:space="preserve">. </w:t>
      </w:r>
    </w:p>
    <w:p w:rsidR="00C86872" w:rsidRDefault="00FC5313">
      <w:pPr>
        <w:pStyle w:val="FirstHeading"/>
        <w:keepNext w:val="0"/>
        <w:numPr>
          <w:ilvl w:val="0"/>
          <w:numId w:val="0"/>
        </w:numPr>
        <w:ind w:left="720"/>
      </w:pPr>
      <w:r>
        <w:fldChar w:fldCharType="begin"/>
      </w:r>
      <w:r w:rsidR="00244FAF">
        <w:instrText xml:space="preserve"> SEQ "</w:instrText>
      </w:r>
      <w:fldSimple w:instr=" SECTION  \* MERGEFORMAT ">
        <w:r w:rsidR="00F756BA">
          <w:instrText>4</w:instrText>
        </w:r>
      </w:fldSimple>
      <w:r w:rsidR="00244FAF">
        <w:instrText xml:space="preserve">#"\* ALPHABETIC \* MERGEFORMAT </w:instrText>
      </w:r>
      <w:r>
        <w:fldChar w:fldCharType="separate"/>
      </w:r>
      <w:bookmarkStart w:id="54" w:name="_Toc300921099"/>
      <w:r w:rsidR="00F756BA">
        <w:rPr>
          <w:noProof/>
        </w:rPr>
        <w:t>D</w:t>
      </w:r>
      <w:r>
        <w:fldChar w:fldCharType="end"/>
      </w:r>
      <w:r w:rsidR="00244FAF">
        <w:t>.</w:t>
      </w:r>
      <w:r w:rsidR="00244FAF">
        <w:tab/>
      </w:r>
      <w:r w:rsidR="00244FAF" w:rsidRPr="00B87A39">
        <w:rPr>
          <w:lang w:val="es-ES_tradnl"/>
        </w:rPr>
        <w:t xml:space="preserve">Coordinación, plan de trabajo y presupuesto del </w:t>
      </w:r>
      <w:r w:rsidR="003B0F14">
        <w:rPr>
          <w:lang w:val="es-ES_tradnl"/>
        </w:rPr>
        <w:t>monitoreo</w:t>
      </w:r>
      <w:bookmarkEnd w:id="54"/>
    </w:p>
    <w:p w:rsidR="006D23CB" w:rsidRDefault="009D1822" w:rsidP="00B369D8">
      <w:pPr>
        <w:pStyle w:val="Paragraph"/>
      </w:pPr>
      <w:r>
        <w:t>La SME</w:t>
      </w:r>
      <w:r w:rsidR="00244FAF">
        <w:t xml:space="preserve"> </w:t>
      </w:r>
      <w:r w:rsidR="00387B7C">
        <w:t>designar</w:t>
      </w:r>
      <w:r w:rsidR="00656C8D">
        <w:t>á</w:t>
      </w:r>
      <w:r w:rsidR="00244FAF">
        <w:t xml:space="preserve"> dentro de su </w:t>
      </w:r>
      <w:r w:rsidR="00656C8D">
        <w:t>organización</w:t>
      </w:r>
      <w:r w:rsidR="00244FAF">
        <w:t xml:space="preserve"> </w:t>
      </w:r>
      <w:r w:rsidR="00387B7C">
        <w:t xml:space="preserve">a los responsables del </w:t>
      </w:r>
      <w:r w:rsidR="00A8479A">
        <w:t>m</w:t>
      </w:r>
      <w:r w:rsidR="00244FAF">
        <w:t xml:space="preserve">onitoreo y </w:t>
      </w:r>
      <w:r w:rsidR="00A8479A">
        <w:t>e</w:t>
      </w:r>
      <w:r w:rsidR="00656C8D">
        <w:t>valuación</w:t>
      </w:r>
      <w:r w:rsidR="00B369D8">
        <w:rPr>
          <w:rStyle w:val="FootnoteReference"/>
        </w:rPr>
        <w:footnoteReference w:id="2"/>
      </w:r>
      <w:r w:rsidR="00244FAF">
        <w:t>. Est</w:t>
      </w:r>
      <w:r w:rsidR="00224527">
        <w:t>os llevará</w:t>
      </w:r>
      <w:r w:rsidR="00387B7C">
        <w:t xml:space="preserve">n a cabo </w:t>
      </w:r>
      <w:r w:rsidR="008F2EA6">
        <w:t>su</w:t>
      </w:r>
      <w:r w:rsidR="00244FAF">
        <w:t xml:space="preserve">s tareas </w:t>
      </w:r>
      <w:r w:rsidR="00656C8D">
        <w:t>contratando</w:t>
      </w:r>
      <w:r w:rsidR="00244FAF">
        <w:t xml:space="preserve"> tanto el personal de planta que sea necesario como las </w:t>
      </w:r>
      <w:r w:rsidR="00656C8D">
        <w:t>consultorías</w:t>
      </w:r>
      <w:r w:rsidR="00244FAF">
        <w:t xml:space="preserve"> que se requieran. Será responsabilidad de esta unidad los informes anuales descritos </w:t>
      </w:r>
      <w:r w:rsidR="00656C8D">
        <w:t>líneas</w:t>
      </w:r>
      <w:r w:rsidR="00244FAF">
        <w:t xml:space="preserve"> arriba</w:t>
      </w:r>
      <w:r w:rsidR="008F2EA6">
        <w:t xml:space="preserve">, </w:t>
      </w:r>
      <w:r w:rsidR="00244FAF">
        <w:t xml:space="preserve">el continuo monitoreo de </w:t>
      </w:r>
      <w:r w:rsidR="007B1B8E">
        <w:t>l</w:t>
      </w:r>
      <w:r w:rsidR="00244FAF">
        <w:t xml:space="preserve">os </w:t>
      </w:r>
      <w:r w:rsidR="007B1B8E">
        <w:t>i</w:t>
      </w:r>
      <w:r w:rsidR="00244FAF">
        <w:t xml:space="preserve">ndicadores </w:t>
      </w:r>
      <w:r w:rsidR="006D23CB">
        <w:t xml:space="preserve">de </w:t>
      </w:r>
      <w:r w:rsidR="007B1B8E">
        <w:t>p</w:t>
      </w:r>
      <w:r w:rsidR="006D23CB">
        <w:t xml:space="preserve">roducto </w:t>
      </w:r>
      <w:r w:rsidR="007B1B8E">
        <w:t xml:space="preserve">y resultado </w:t>
      </w:r>
      <w:r w:rsidR="006D23CB">
        <w:t>dentro de la Matriz de Resultados.</w:t>
      </w:r>
    </w:p>
    <w:p w:rsidR="00244FAF" w:rsidRDefault="00244FAF" w:rsidP="00244FAF">
      <w:pPr>
        <w:pStyle w:val="Paragraph"/>
      </w:pPr>
      <w:r>
        <w:t xml:space="preserve">El </w:t>
      </w:r>
      <w:r w:rsidRPr="00555E3F">
        <w:t xml:space="preserve">BID </w:t>
      </w:r>
      <w:r>
        <w:t>realizar</w:t>
      </w:r>
      <w:r w:rsidR="009D1822">
        <w:t xml:space="preserve">á, </w:t>
      </w:r>
      <w:r>
        <w:t>a</w:t>
      </w:r>
      <w:r w:rsidR="009D1822">
        <w:t xml:space="preserve">demás del apoyo regular al proyecto, </w:t>
      </w:r>
      <w:r>
        <w:t xml:space="preserve">misiones de </w:t>
      </w:r>
      <w:r w:rsidR="00656C8D">
        <w:t>administración</w:t>
      </w:r>
      <w:r>
        <w:t>, con periodicidad anual, para hacer seguimiento al avance del programa</w:t>
      </w:r>
      <w:r w:rsidR="00AD404A">
        <w:t xml:space="preserve"> en términos de productos y resultados. </w:t>
      </w:r>
      <w:r>
        <w:t xml:space="preserve">El </w:t>
      </w:r>
      <w:r w:rsidRPr="00555E3F">
        <w:t>seguimiento</w:t>
      </w:r>
      <w:r>
        <w:t xml:space="preserve"> estará compuesto </w:t>
      </w:r>
      <w:r>
        <w:lastRenderedPageBreak/>
        <w:t>de actividades de periodicidad semestral (</w:t>
      </w:r>
      <w:r w:rsidR="00656C8D">
        <w:t>actualización</w:t>
      </w:r>
      <w:r>
        <w:t xml:space="preserve"> </w:t>
      </w:r>
      <w:r w:rsidR="00656C8D">
        <w:t>periódica</w:t>
      </w:r>
      <w:r>
        <w:t xml:space="preserve"> de la base de datos) y otras de periodicidad anual (</w:t>
      </w:r>
      <w:r w:rsidR="00AD404A">
        <w:t xml:space="preserve">informes de productos y resultados, </w:t>
      </w:r>
      <w:r>
        <w:t xml:space="preserve">misiones de </w:t>
      </w:r>
      <w:r w:rsidR="00656C8D">
        <w:t>administración</w:t>
      </w:r>
      <w:r>
        <w:t xml:space="preserve"> del BID). </w:t>
      </w:r>
      <w:r w:rsidR="00AD404A">
        <w:t>Las actividades de monitoreo</w:t>
      </w:r>
      <w:r>
        <w:t xml:space="preserve"> se </w:t>
      </w:r>
      <w:r w:rsidR="003C02C0">
        <w:t>harán</w:t>
      </w:r>
      <w:r>
        <w:t xml:space="preserve"> con recurso</w:t>
      </w:r>
      <w:r w:rsidR="003C02C0">
        <w:t>s</w:t>
      </w:r>
      <w:r>
        <w:t xml:space="preserve"> </w:t>
      </w:r>
      <w:r w:rsidR="00AD404A">
        <w:t xml:space="preserve">tanto </w:t>
      </w:r>
      <w:r>
        <w:t>del programa</w:t>
      </w:r>
      <w:r w:rsidR="003C02C0">
        <w:t xml:space="preserve"> </w:t>
      </w:r>
      <w:r w:rsidR="00AD404A">
        <w:t>como de</w:t>
      </w:r>
      <w:r w:rsidR="003C02C0">
        <w:t xml:space="preserve"> administración del BID</w:t>
      </w:r>
      <w:r>
        <w:t xml:space="preserve"> según detalle del Cuadro</w:t>
      </w:r>
      <w:r w:rsidR="00146248">
        <w:t> </w:t>
      </w:r>
      <w:r w:rsidR="00050632">
        <w:t>II</w:t>
      </w:r>
      <w:r w:rsidR="00146248" w:rsidRPr="00146248">
        <w:noBreakHyphen/>
      </w:r>
      <w:r w:rsidR="003C02C0">
        <w:t>1</w:t>
      </w:r>
      <w:r>
        <w:t>.</w:t>
      </w:r>
    </w:p>
    <w:p w:rsidR="002C29F8" w:rsidRDefault="002C29F8" w:rsidP="002C29F8">
      <w:pPr>
        <w:pStyle w:val="Paragraph"/>
        <w:numPr>
          <w:ilvl w:val="0"/>
          <w:numId w:val="0"/>
        </w:numPr>
        <w:ind w:left="720"/>
        <w:sectPr w:rsidR="002C29F8" w:rsidSect="000227B9">
          <w:type w:val="continuous"/>
          <w:pgSz w:w="12240" w:h="15840" w:code="1"/>
          <w:pgMar w:top="1440" w:right="1800" w:bottom="1440" w:left="1800" w:header="706" w:footer="706" w:gutter="0"/>
          <w:cols w:space="720"/>
          <w:formProt w:val="0"/>
          <w:titlePg/>
        </w:sectPr>
      </w:pPr>
    </w:p>
    <w:p w:rsidR="002C29F8" w:rsidRDefault="002C29F8" w:rsidP="002C29F8">
      <w:pPr>
        <w:pStyle w:val="Paragraph"/>
        <w:numPr>
          <w:ilvl w:val="0"/>
          <w:numId w:val="0"/>
        </w:numPr>
        <w:ind w:left="720"/>
      </w:pPr>
    </w:p>
    <w:tbl>
      <w:tblPr>
        <w:tblW w:w="13175" w:type="dxa"/>
        <w:jc w:val="center"/>
        <w:tblInd w:w="-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247"/>
        <w:gridCol w:w="360"/>
        <w:gridCol w:w="360"/>
        <w:gridCol w:w="232"/>
        <w:gridCol w:w="128"/>
        <w:gridCol w:w="360"/>
        <w:gridCol w:w="360"/>
        <w:gridCol w:w="360"/>
        <w:gridCol w:w="360"/>
        <w:gridCol w:w="360"/>
        <w:gridCol w:w="360"/>
        <w:gridCol w:w="360"/>
        <w:gridCol w:w="360"/>
        <w:gridCol w:w="360"/>
        <w:gridCol w:w="401"/>
        <w:gridCol w:w="360"/>
        <w:gridCol w:w="360"/>
        <w:gridCol w:w="360"/>
        <w:gridCol w:w="360"/>
        <w:gridCol w:w="360"/>
        <w:gridCol w:w="360"/>
        <w:gridCol w:w="360"/>
        <w:gridCol w:w="1170"/>
        <w:gridCol w:w="1158"/>
        <w:gridCol w:w="1559"/>
      </w:tblGrid>
      <w:tr w:rsidR="001F59D2" w:rsidRPr="00252BA4" w:rsidTr="00C86872">
        <w:trPr>
          <w:trHeight w:val="70"/>
          <w:jc w:val="center"/>
        </w:trPr>
        <w:tc>
          <w:tcPr>
            <w:tcW w:w="13175" w:type="dxa"/>
            <w:gridSpan w:val="26"/>
            <w:tcBorders>
              <w:top w:val="nil"/>
              <w:left w:val="nil"/>
              <w:bottom w:val="single" w:sz="4" w:space="0" w:color="000000"/>
              <w:right w:val="nil"/>
            </w:tcBorders>
          </w:tcPr>
          <w:p w:rsidR="001F59D2" w:rsidRDefault="001F59D2" w:rsidP="00ED2EF7">
            <w:pPr>
              <w:jc w:val="center"/>
              <w:rPr>
                <w:rFonts w:ascii="Times New Roman Bold" w:hAnsi="Times New Roman Bold"/>
                <w:b/>
                <w:sz w:val="20"/>
                <w:lang w:val="es-ES"/>
              </w:rPr>
            </w:pPr>
            <w:r w:rsidRPr="002C29F8">
              <w:rPr>
                <w:rFonts w:ascii="Times New Roman Bold" w:hAnsi="Times New Roman Bold"/>
                <w:b/>
                <w:sz w:val="20"/>
                <w:lang w:val="es-ES"/>
              </w:rPr>
              <w:t>Cuadro</w:t>
            </w:r>
            <w:r>
              <w:rPr>
                <w:rFonts w:ascii="Times New Roman Bold" w:hAnsi="Times New Roman Bold"/>
                <w:b/>
                <w:sz w:val="20"/>
                <w:lang w:val="es-ES"/>
              </w:rPr>
              <w:t xml:space="preserve"> II-1</w:t>
            </w:r>
          </w:p>
          <w:p w:rsidR="001F59D2" w:rsidRPr="002C29F8" w:rsidRDefault="001F59D2" w:rsidP="00ED2EF7">
            <w:pPr>
              <w:jc w:val="center"/>
              <w:rPr>
                <w:rFonts w:ascii="Times New Roman Bold" w:hAnsi="Times New Roman Bold"/>
                <w:b/>
                <w:sz w:val="20"/>
                <w:lang w:val="es-ES"/>
              </w:rPr>
            </w:pPr>
            <w:r w:rsidRPr="002C29F8">
              <w:rPr>
                <w:rFonts w:ascii="Times New Roman Bold" w:eastAsia="Calibri" w:hAnsi="Times New Roman Bold"/>
                <w:b/>
                <w:sz w:val="20"/>
                <w:lang w:val="es-ES"/>
              </w:rPr>
              <w:t>Plan de trabajo de seguimiento</w:t>
            </w:r>
          </w:p>
        </w:tc>
      </w:tr>
      <w:tr w:rsidR="00B369D8" w:rsidRPr="0070507C" w:rsidTr="00A8479A">
        <w:trPr>
          <w:jc w:val="center"/>
        </w:trPr>
        <w:tc>
          <w:tcPr>
            <w:tcW w:w="2047" w:type="dxa"/>
            <w:gridSpan w:val="2"/>
            <w:vMerge w:val="restart"/>
            <w:shd w:val="clear" w:color="auto" w:fill="B6DDE8"/>
            <w:vAlign w:val="center"/>
          </w:tcPr>
          <w:p w:rsidR="00B369D8" w:rsidRPr="00455D51" w:rsidRDefault="00B369D8" w:rsidP="00ED2EF7">
            <w:pPr>
              <w:jc w:val="center"/>
              <w:rPr>
                <w:b/>
                <w:sz w:val="20"/>
                <w:lang w:val="es-ES"/>
              </w:rPr>
            </w:pPr>
            <w:r w:rsidRPr="00455D51">
              <w:rPr>
                <w:b/>
                <w:sz w:val="20"/>
                <w:lang w:val="es-ES"/>
              </w:rPr>
              <w:t xml:space="preserve">Principales actividades de </w:t>
            </w:r>
            <w:r>
              <w:rPr>
                <w:b/>
                <w:sz w:val="20"/>
                <w:lang w:val="es-ES"/>
              </w:rPr>
              <w:t>monitoreo</w:t>
            </w:r>
            <w:r w:rsidRPr="00455D51">
              <w:rPr>
                <w:b/>
                <w:sz w:val="20"/>
                <w:lang w:val="es-ES"/>
              </w:rPr>
              <w:t>/Productos por actividad</w:t>
            </w:r>
          </w:p>
        </w:tc>
        <w:tc>
          <w:tcPr>
            <w:tcW w:w="1440" w:type="dxa"/>
            <w:gridSpan w:val="5"/>
            <w:tcBorders>
              <w:bottom w:val="single" w:sz="4" w:space="0" w:color="000000"/>
            </w:tcBorders>
            <w:shd w:val="clear" w:color="auto" w:fill="B6DDE8"/>
            <w:vAlign w:val="center"/>
          </w:tcPr>
          <w:p w:rsidR="00B369D8" w:rsidRPr="00455D51" w:rsidRDefault="00B369D8" w:rsidP="00ED2EF7">
            <w:pPr>
              <w:jc w:val="center"/>
              <w:rPr>
                <w:b/>
                <w:sz w:val="20"/>
              </w:rPr>
            </w:pPr>
            <w:r w:rsidRPr="00455D51">
              <w:rPr>
                <w:b/>
                <w:sz w:val="20"/>
              </w:rPr>
              <w:t>Año 1</w:t>
            </w:r>
          </w:p>
        </w:tc>
        <w:tc>
          <w:tcPr>
            <w:tcW w:w="1440" w:type="dxa"/>
            <w:gridSpan w:val="4"/>
            <w:tcBorders>
              <w:bottom w:val="single" w:sz="4" w:space="0" w:color="000000"/>
            </w:tcBorders>
            <w:shd w:val="clear" w:color="auto" w:fill="B6DDE8"/>
            <w:vAlign w:val="center"/>
          </w:tcPr>
          <w:p w:rsidR="00B369D8" w:rsidRPr="00455D51" w:rsidRDefault="00B369D8" w:rsidP="00ED2EF7">
            <w:pPr>
              <w:jc w:val="center"/>
              <w:rPr>
                <w:b/>
                <w:sz w:val="20"/>
              </w:rPr>
            </w:pPr>
            <w:r w:rsidRPr="00455D51">
              <w:rPr>
                <w:b/>
                <w:sz w:val="20"/>
              </w:rPr>
              <w:t>Año 2</w:t>
            </w:r>
          </w:p>
        </w:tc>
        <w:tc>
          <w:tcPr>
            <w:tcW w:w="1440" w:type="dxa"/>
            <w:gridSpan w:val="4"/>
            <w:tcBorders>
              <w:bottom w:val="single" w:sz="4" w:space="0" w:color="000000"/>
            </w:tcBorders>
            <w:shd w:val="clear" w:color="auto" w:fill="B6DDE8"/>
            <w:vAlign w:val="center"/>
          </w:tcPr>
          <w:p w:rsidR="00B369D8" w:rsidRPr="00455D51" w:rsidRDefault="00B369D8" w:rsidP="00ED2EF7">
            <w:pPr>
              <w:jc w:val="center"/>
              <w:rPr>
                <w:b/>
                <w:sz w:val="20"/>
              </w:rPr>
            </w:pPr>
            <w:r w:rsidRPr="00455D51">
              <w:rPr>
                <w:b/>
                <w:sz w:val="20"/>
              </w:rPr>
              <w:t>Año 3</w:t>
            </w:r>
          </w:p>
        </w:tc>
        <w:tc>
          <w:tcPr>
            <w:tcW w:w="1481" w:type="dxa"/>
            <w:gridSpan w:val="4"/>
            <w:tcBorders>
              <w:bottom w:val="single" w:sz="4" w:space="0" w:color="000000"/>
            </w:tcBorders>
            <w:shd w:val="clear" w:color="auto" w:fill="B6DDE8"/>
            <w:vAlign w:val="center"/>
          </w:tcPr>
          <w:p w:rsidR="00B369D8" w:rsidRPr="00455D51" w:rsidRDefault="00B369D8" w:rsidP="00B369D8">
            <w:pPr>
              <w:jc w:val="center"/>
              <w:rPr>
                <w:b/>
                <w:sz w:val="20"/>
              </w:rPr>
            </w:pPr>
            <w:r w:rsidRPr="00455D51">
              <w:rPr>
                <w:b/>
                <w:sz w:val="20"/>
              </w:rPr>
              <w:t>Año</w:t>
            </w:r>
            <w:r>
              <w:rPr>
                <w:b/>
                <w:sz w:val="20"/>
              </w:rPr>
              <w:t xml:space="preserve"> 4</w:t>
            </w:r>
          </w:p>
        </w:tc>
        <w:tc>
          <w:tcPr>
            <w:tcW w:w="1440" w:type="dxa"/>
            <w:gridSpan w:val="4"/>
            <w:tcBorders>
              <w:bottom w:val="single" w:sz="4" w:space="0" w:color="000000"/>
            </w:tcBorders>
            <w:shd w:val="clear" w:color="auto" w:fill="B6DDE8"/>
          </w:tcPr>
          <w:p w:rsidR="00B369D8" w:rsidRPr="00455D51" w:rsidRDefault="00B369D8" w:rsidP="00B369D8">
            <w:pPr>
              <w:jc w:val="center"/>
              <w:rPr>
                <w:b/>
                <w:sz w:val="20"/>
              </w:rPr>
            </w:pPr>
            <w:r w:rsidRPr="00455D51">
              <w:rPr>
                <w:b/>
                <w:sz w:val="20"/>
              </w:rPr>
              <w:t xml:space="preserve">Año </w:t>
            </w:r>
            <w:r>
              <w:rPr>
                <w:b/>
                <w:sz w:val="20"/>
              </w:rPr>
              <w:t>5</w:t>
            </w:r>
          </w:p>
        </w:tc>
        <w:tc>
          <w:tcPr>
            <w:tcW w:w="1170" w:type="dxa"/>
            <w:vMerge w:val="restart"/>
            <w:shd w:val="clear" w:color="auto" w:fill="B6DDE8"/>
            <w:vAlign w:val="center"/>
          </w:tcPr>
          <w:p w:rsidR="00B369D8" w:rsidRPr="00455D51" w:rsidRDefault="00B369D8" w:rsidP="00ED2EF7">
            <w:pPr>
              <w:jc w:val="center"/>
              <w:rPr>
                <w:b/>
                <w:sz w:val="20"/>
              </w:rPr>
            </w:pPr>
            <w:r w:rsidRPr="00455D51">
              <w:rPr>
                <w:b/>
                <w:sz w:val="20"/>
              </w:rPr>
              <w:t>Responsable</w:t>
            </w:r>
          </w:p>
        </w:tc>
        <w:tc>
          <w:tcPr>
            <w:tcW w:w="1158" w:type="dxa"/>
            <w:vMerge w:val="restart"/>
            <w:shd w:val="clear" w:color="auto" w:fill="B6DDE8"/>
            <w:vAlign w:val="center"/>
          </w:tcPr>
          <w:p w:rsidR="00B369D8" w:rsidRPr="00455D51" w:rsidRDefault="00B369D8" w:rsidP="00ED2EF7">
            <w:pPr>
              <w:jc w:val="center"/>
              <w:rPr>
                <w:b/>
                <w:sz w:val="20"/>
              </w:rPr>
            </w:pPr>
            <w:r w:rsidRPr="00455D51">
              <w:rPr>
                <w:b/>
                <w:sz w:val="20"/>
              </w:rPr>
              <w:t>Costo</w:t>
            </w:r>
            <w:r>
              <w:rPr>
                <w:b/>
                <w:sz w:val="20"/>
              </w:rPr>
              <w:t xml:space="preserve"> US$</w:t>
            </w:r>
          </w:p>
        </w:tc>
        <w:tc>
          <w:tcPr>
            <w:tcW w:w="1559" w:type="dxa"/>
            <w:vMerge w:val="restart"/>
            <w:shd w:val="clear" w:color="auto" w:fill="B6DDE8"/>
            <w:vAlign w:val="center"/>
          </w:tcPr>
          <w:p w:rsidR="00B369D8" w:rsidRPr="00455D51" w:rsidRDefault="00B369D8" w:rsidP="00ED2EF7">
            <w:pPr>
              <w:jc w:val="center"/>
              <w:rPr>
                <w:b/>
                <w:sz w:val="20"/>
              </w:rPr>
            </w:pPr>
            <w:r w:rsidRPr="00455D51">
              <w:rPr>
                <w:b/>
                <w:sz w:val="20"/>
              </w:rPr>
              <w:t>Financiamiento</w:t>
            </w:r>
          </w:p>
        </w:tc>
      </w:tr>
      <w:tr w:rsidR="00A8479A" w:rsidRPr="0070507C" w:rsidTr="00A8479A">
        <w:trPr>
          <w:jc w:val="center"/>
        </w:trPr>
        <w:tc>
          <w:tcPr>
            <w:tcW w:w="2047" w:type="dxa"/>
            <w:gridSpan w:val="2"/>
            <w:vMerge/>
          </w:tcPr>
          <w:p w:rsidR="00A8479A" w:rsidRPr="00455D51" w:rsidRDefault="00A8479A" w:rsidP="00ED2EF7">
            <w:pPr>
              <w:jc w:val="center"/>
              <w:rPr>
                <w:sz w:val="20"/>
              </w:rPr>
            </w:pPr>
          </w:p>
        </w:tc>
        <w:tc>
          <w:tcPr>
            <w:tcW w:w="360" w:type="dxa"/>
            <w:shd w:val="clear" w:color="auto" w:fill="B6DDE8"/>
          </w:tcPr>
          <w:p w:rsidR="00A8479A" w:rsidRPr="00455D51" w:rsidRDefault="00A8479A" w:rsidP="00ED2EF7">
            <w:pPr>
              <w:jc w:val="center"/>
              <w:rPr>
                <w:b/>
                <w:sz w:val="20"/>
              </w:rPr>
            </w:pPr>
            <w:r w:rsidRPr="00455D51">
              <w:rPr>
                <w:b/>
                <w:sz w:val="20"/>
              </w:rPr>
              <w:t>1</w:t>
            </w:r>
          </w:p>
        </w:tc>
        <w:tc>
          <w:tcPr>
            <w:tcW w:w="360" w:type="dxa"/>
            <w:shd w:val="clear" w:color="auto" w:fill="B6DDE8"/>
          </w:tcPr>
          <w:p w:rsidR="00A8479A" w:rsidRPr="00455D51" w:rsidRDefault="00A8479A" w:rsidP="00ED2EF7">
            <w:pPr>
              <w:jc w:val="center"/>
              <w:rPr>
                <w:b/>
                <w:sz w:val="20"/>
              </w:rPr>
            </w:pPr>
            <w:r w:rsidRPr="00455D51">
              <w:rPr>
                <w:b/>
                <w:sz w:val="20"/>
              </w:rPr>
              <w:t>2</w:t>
            </w:r>
          </w:p>
        </w:tc>
        <w:tc>
          <w:tcPr>
            <w:tcW w:w="360" w:type="dxa"/>
            <w:gridSpan w:val="2"/>
            <w:shd w:val="clear" w:color="auto" w:fill="B6DDE8"/>
          </w:tcPr>
          <w:p w:rsidR="00A8479A" w:rsidRPr="00455D51" w:rsidRDefault="00A8479A" w:rsidP="00ED2EF7">
            <w:pPr>
              <w:jc w:val="center"/>
              <w:rPr>
                <w:b/>
                <w:sz w:val="20"/>
              </w:rPr>
            </w:pPr>
            <w:r w:rsidRPr="00455D51">
              <w:rPr>
                <w:b/>
                <w:sz w:val="20"/>
              </w:rPr>
              <w:t>3</w:t>
            </w:r>
          </w:p>
        </w:tc>
        <w:tc>
          <w:tcPr>
            <w:tcW w:w="360" w:type="dxa"/>
            <w:shd w:val="clear" w:color="auto" w:fill="B6DDE8"/>
          </w:tcPr>
          <w:p w:rsidR="00A8479A" w:rsidRPr="00455D51" w:rsidRDefault="00A8479A" w:rsidP="007B31B3">
            <w:pPr>
              <w:jc w:val="center"/>
              <w:rPr>
                <w:b/>
                <w:sz w:val="20"/>
              </w:rPr>
            </w:pPr>
            <w:r>
              <w:rPr>
                <w:b/>
                <w:sz w:val="20"/>
              </w:rPr>
              <w:t>4</w:t>
            </w:r>
          </w:p>
        </w:tc>
        <w:tc>
          <w:tcPr>
            <w:tcW w:w="360" w:type="dxa"/>
            <w:shd w:val="clear" w:color="auto" w:fill="B6DDE8"/>
          </w:tcPr>
          <w:p w:rsidR="00A8479A" w:rsidRPr="00455D51" w:rsidRDefault="00A8479A" w:rsidP="007B31B3">
            <w:pPr>
              <w:jc w:val="center"/>
              <w:rPr>
                <w:b/>
                <w:sz w:val="20"/>
              </w:rPr>
            </w:pPr>
            <w:r>
              <w:rPr>
                <w:b/>
                <w:sz w:val="20"/>
              </w:rPr>
              <w:t>1</w:t>
            </w:r>
          </w:p>
        </w:tc>
        <w:tc>
          <w:tcPr>
            <w:tcW w:w="360" w:type="dxa"/>
            <w:shd w:val="clear" w:color="auto" w:fill="B6DDE8"/>
          </w:tcPr>
          <w:p w:rsidR="00A8479A" w:rsidRPr="00455D51" w:rsidRDefault="00A8479A" w:rsidP="007B31B3">
            <w:pPr>
              <w:jc w:val="center"/>
              <w:rPr>
                <w:b/>
                <w:sz w:val="20"/>
              </w:rPr>
            </w:pPr>
            <w:r>
              <w:rPr>
                <w:b/>
                <w:sz w:val="20"/>
              </w:rPr>
              <w:t>2</w:t>
            </w:r>
          </w:p>
        </w:tc>
        <w:tc>
          <w:tcPr>
            <w:tcW w:w="360" w:type="dxa"/>
            <w:shd w:val="clear" w:color="auto" w:fill="B6DDE8"/>
          </w:tcPr>
          <w:p w:rsidR="00A8479A" w:rsidRPr="00455D51" w:rsidRDefault="00A8479A" w:rsidP="00ED2EF7">
            <w:pPr>
              <w:jc w:val="center"/>
              <w:rPr>
                <w:b/>
                <w:sz w:val="20"/>
              </w:rPr>
            </w:pPr>
            <w:r w:rsidRPr="00455D51">
              <w:rPr>
                <w:b/>
                <w:sz w:val="20"/>
              </w:rPr>
              <w:t>3</w:t>
            </w:r>
          </w:p>
        </w:tc>
        <w:tc>
          <w:tcPr>
            <w:tcW w:w="360" w:type="dxa"/>
            <w:shd w:val="clear" w:color="auto" w:fill="B6DDE8"/>
          </w:tcPr>
          <w:p w:rsidR="00A8479A" w:rsidRPr="00455D51" w:rsidRDefault="00A8479A" w:rsidP="00ED2EF7">
            <w:pPr>
              <w:jc w:val="center"/>
              <w:rPr>
                <w:b/>
                <w:sz w:val="20"/>
              </w:rPr>
            </w:pPr>
            <w:r w:rsidRPr="00455D51">
              <w:rPr>
                <w:b/>
                <w:sz w:val="20"/>
              </w:rPr>
              <w:t>4</w:t>
            </w:r>
          </w:p>
        </w:tc>
        <w:tc>
          <w:tcPr>
            <w:tcW w:w="360" w:type="dxa"/>
            <w:shd w:val="clear" w:color="auto" w:fill="B6DDE8"/>
          </w:tcPr>
          <w:p w:rsidR="00A8479A" w:rsidRPr="00455D51" w:rsidRDefault="00A8479A" w:rsidP="00ED2EF7">
            <w:pPr>
              <w:jc w:val="center"/>
              <w:rPr>
                <w:b/>
                <w:sz w:val="20"/>
              </w:rPr>
            </w:pPr>
            <w:r w:rsidRPr="00455D51">
              <w:rPr>
                <w:b/>
                <w:sz w:val="20"/>
              </w:rPr>
              <w:t>1</w:t>
            </w:r>
          </w:p>
        </w:tc>
        <w:tc>
          <w:tcPr>
            <w:tcW w:w="360" w:type="dxa"/>
            <w:shd w:val="clear" w:color="auto" w:fill="B6DDE8"/>
          </w:tcPr>
          <w:p w:rsidR="00A8479A" w:rsidRPr="00455D51" w:rsidRDefault="00A8479A" w:rsidP="00ED2EF7">
            <w:pPr>
              <w:jc w:val="center"/>
              <w:rPr>
                <w:b/>
                <w:sz w:val="20"/>
              </w:rPr>
            </w:pPr>
            <w:r w:rsidRPr="00455D51">
              <w:rPr>
                <w:b/>
                <w:sz w:val="20"/>
              </w:rPr>
              <w:t>2</w:t>
            </w:r>
          </w:p>
        </w:tc>
        <w:tc>
          <w:tcPr>
            <w:tcW w:w="360" w:type="dxa"/>
            <w:shd w:val="clear" w:color="auto" w:fill="B6DDE8"/>
          </w:tcPr>
          <w:p w:rsidR="00A8479A" w:rsidRPr="00455D51" w:rsidRDefault="00A8479A" w:rsidP="00ED2EF7">
            <w:pPr>
              <w:jc w:val="center"/>
              <w:rPr>
                <w:b/>
                <w:sz w:val="20"/>
              </w:rPr>
            </w:pPr>
            <w:r w:rsidRPr="00455D51">
              <w:rPr>
                <w:b/>
                <w:sz w:val="20"/>
              </w:rPr>
              <w:t>3</w:t>
            </w:r>
          </w:p>
        </w:tc>
        <w:tc>
          <w:tcPr>
            <w:tcW w:w="360" w:type="dxa"/>
            <w:shd w:val="clear" w:color="auto" w:fill="B6DDE8" w:themeFill="accent5" w:themeFillTint="66"/>
          </w:tcPr>
          <w:p w:rsidR="00A8479A" w:rsidRPr="00455D51" w:rsidRDefault="00A8479A" w:rsidP="00C41229">
            <w:pPr>
              <w:jc w:val="center"/>
              <w:rPr>
                <w:b/>
                <w:sz w:val="20"/>
              </w:rPr>
            </w:pPr>
            <w:r>
              <w:rPr>
                <w:b/>
                <w:sz w:val="20"/>
              </w:rPr>
              <w:t>4</w:t>
            </w:r>
          </w:p>
        </w:tc>
        <w:tc>
          <w:tcPr>
            <w:tcW w:w="401" w:type="dxa"/>
            <w:shd w:val="clear" w:color="auto" w:fill="B6DDE8" w:themeFill="accent5" w:themeFillTint="66"/>
          </w:tcPr>
          <w:p w:rsidR="00A8479A" w:rsidRPr="00B369D8" w:rsidRDefault="00A8479A" w:rsidP="00ED2EF7">
            <w:pPr>
              <w:jc w:val="center"/>
              <w:rPr>
                <w:b/>
                <w:sz w:val="20"/>
              </w:rPr>
            </w:pPr>
            <w:r w:rsidRPr="00455D51">
              <w:rPr>
                <w:b/>
                <w:sz w:val="20"/>
              </w:rPr>
              <w:t>1</w:t>
            </w:r>
          </w:p>
        </w:tc>
        <w:tc>
          <w:tcPr>
            <w:tcW w:w="360" w:type="dxa"/>
            <w:shd w:val="clear" w:color="auto" w:fill="B6DDE8" w:themeFill="accent5" w:themeFillTint="66"/>
          </w:tcPr>
          <w:p w:rsidR="00A8479A" w:rsidRPr="00455D51" w:rsidRDefault="00A8479A" w:rsidP="00ED2EF7">
            <w:pPr>
              <w:jc w:val="center"/>
              <w:rPr>
                <w:b/>
                <w:sz w:val="20"/>
              </w:rPr>
            </w:pPr>
            <w:r w:rsidRPr="00455D51">
              <w:rPr>
                <w:b/>
                <w:sz w:val="20"/>
              </w:rPr>
              <w:t>2</w:t>
            </w:r>
          </w:p>
        </w:tc>
        <w:tc>
          <w:tcPr>
            <w:tcW w:w="360" w:type="dxa"/>
            <w:shd w:val="clear" w:color="auto" w:fill="B6DDE8" w:themeFill="accent5" w:themeFillTint="66"/>
          </w:tcPr>
          <w:p w:rsidR="00A8479A" w:rsidRPr="00455D51" w:rsidRDefault="00A8479A" w:rsidP="00ED2EF7">
            <w:pPr>
              <w:jc w:val="center"/>
              <w:rPr>
                <w:b/>
                <w:sz w:val="20"/>
              </w:rPr>
            </w:pPr>
            <w:r w:rsidRPr="00455D51">
              <w:rPr>
                <w:b/>
                <w:sz w:val="20"/>
              </w:rPr>
              <w:t>3</w:t>
            </w:r>
          </w:p>
        </w:tc>
        <w:tc>
          <w:tcPr>
            <w:tcW w:w="360" w:type="dxa"/>
            <w:shd w:val="clear" w:color="auto" w:fill="B6DDE8" w:themeFill="accent5" w:themeFillTint="66"/>
          </w:tcPr>
          <w:p w:rsidR="00A8479A" w:rsidRPr="00455D51" w:rsidRDefault="00A8479A" w:rsidP="00ED2EF7">
            <w:pPr>
              <w:jc w:val="center"/>
              <w:rPr>
                <w:b/>
                <w:sz w:val="20"/>
              </w:rPr>
            </w:pPr>
            <w:r w:rsidRPr="00455D51">
              <w:rPr>
                <w:b/>
                <w:sz w:val="20"/>
              </w:rPr>
              <w:t>4</w:t>
            </w:r>
          </w:p>
        </w:tc>
        <w:tc>
          <w:tcPr>
            <w:tcW w:w="360" w:type="dxa"/>
            <w:shd w:val="clear" w:color="auto" w:fill="B6DDE8" w:themeFill="accent5" w:themeFillTint="66"/>
          </w:tcPr>
          <w:p w:rsidR="00A8479A" w:rsidRPr="00455D51" w:rsidRDefault="00A8479A" w:rsidP="00ED2EF7">
            <w:pPr>
              <w:jc w:val="center"/>
              <w:rPr>
                <w:b/>
                <w:sz w:val="20"/>
              </w:rPr>
            </w:pPr>
            <w:r w:rsidRPr="00455D51">
              <w:rPr>
                <w:b/>
                <w:sz w:val="20"/>
              </w:rPr>
              <w:t>1</w:t>
            </w:r>
          </w:p>
        </w:tc>
        <w:tc>
          <w:tcPr>
            <w:tcW w:w="360" w:type="dxa"/>
            <w:shd w:val="clear" w:color="auto" w:fill="B6DDE8" w:themeFill="accent5" w:themeFillTint="66"/>
          </w:tcPr>
          <w:p w:rsidR="00A8479A" w:rsidRPr="00455D51" w:rsidRDefault="00A8479A" w:rsidP="00ED2EF7">
            <w:pPr>
              <w:jc w:val="center"/>
              <w:rPr>
                <w:b/>
                <w:sz w:val="20"/>
              </w:rPr>
            </w:pPr>
            <w:r w:rsidRPr="00455D51">
              <w:rPr>
                <w:b/>
                <w:sz w:val="20"/>
              </w:rPr>
              <w:t>2</w:t>
            </w:r>
          </w:p>
        </w:tc>
        <w:tc>
          <w:tcPr>
            <w:tcW w:w="360" w:type="dxa"/>
            <w:shd w:val="clear" w:color="auto" w:fill="B6DDE8" w:themeFill="accent5" w:themeFillTint="66"/>
          </w:tcPr>
          <w:p w:rsidR="00A8479A" w:rsidRPr="00455D51" w:rsidRDefault="00A8479A" w:rsidP="00ED2EF7">
            <w:pPr>
              <w:jc w:val="center"/>
              <w:rPr>
                <w:b/>
                <w:sz w:val="20"/>
              </w:rPr>
            </w:pPr>
            <w:r w:rsidRPr="00455D51">
              <w:rPr>
                <w:b/>
                <w:sz w:val="20"/>
              </w:rPr>
              <w:t>3</w:t>
            </w:r>
          </w:p>
        </w:tc>
        <w:tc>
          <w:tcPr>
            <w:tcW w:w="360" w:type="dxa"/>
            <w:shd w:val="clear" w:color="auto" w:fill="B6DDE8" w:themeFill="accent5" w:themeFillTint="66"/>
          </w:tcPr>
          <w:p w:rsidR="00A8479A" w:rsidRPr="00455D51" w:rsidRDefault="00A8479A" w:rsidP="00ED2EF7">
            <w:pPr>
              <w:jc w:val="center"/>
              <w:rPr>
                <w:b/>
                <w:sz w:val="20"/>
              </w:rPr>
            </w:pPr>
            <w:r w:rsidRPr="00455D51">
              <w:rPr>
                <w:b/>
                <w:sz w:val="20"/>
              </w:rPr>
              <w:t>4</w:t>
            </w:r>
          </w:p>
        </w:tc>
        <w:tc>
          <w:tcPr>
            <w:tcW w:w="1170" w:type="dxa"/>
            <w:vMerge/>
          </w:tcPr>
          <w:p w:rsidR="00A8479A" w:rsidRPr="00455D51" w:rsidRDefault="00A8479A" w:rsidP="00ED2EF7">
            <w:pPr>
              <w:jc w:val="center"/>
              <w:rPr>
                <w:sz w:val="20"/>
              </w:rPr>
            </w:pPr>
          </w:p>
        </w:tc>
        <w:tc>
          <w:tcPr>
            <w:tcW w:w="1158" w:type="dxa"/>
            <w:vMerge/>
          </w:tcPr>
          <w:p w:rsidR="00A8479A" w:rsidRPr="00455D51" w:rsidRDefault="00A8479A" w:rsidP="00ED2EF7">
            <w:pPr>
              <w:jc w:val="center"/>
              <w:rPr>
                <w:sz w:val="20"/>
              </w:rPr>
            </w:pPr>
          </w:p>
        </w:tc>
        <w:tc>
          <w:tcPr>
            <w:tcW w:w="1559" w:type="dxa"/>
            <w:vMerge/>
          </w:tcPr>
          <w:p w:rsidR="00A8479A" w:rsidRPr="00455D51" w:rsidRDefault="00A8479A" w:rsidP="00ED2EF7">
            <w:pPr>
              <w:jc w:val="center"/>
              <w:rPr>
                <w:sz w:val="20"/>
              </w:rPr>
            </w:pPr>
          </w:p>
        </w:tc>
      </w:tr>
      <w:tr w:rsidR="00B369D8" w:rsidRPr="0070507C" w:rsidTr="00A8479A">
        <w:trPr>
          <w:jc w:val="center"/>
        </w:trPr>
        <w:tc>
          <w:tcPr>
            <w:tcW w:w="2047" w:type="dxa"/>
            <w:gridSpan w:val="2"/>
          </w:tcPr>
          <w:p w:rsidR="00B369D8" w:rsidRPr="00455D51" w:rsidRDefault="007B31B3" w:rsidP="00A8479A">
            <w:pPr>
              <w:rPr>
                <w:sz w:val="20"/>
                <w:lang w:val="es-ES"/>
              </w:rPr>
            </w:pPr>
            <w:r>
              <w:rPr>
                <w:sz w:val="20"/>
                <w:lang w:val="es-ES"/>
              </w:rPr>
              <w:t xml:space="preserve">Levantamiento de datos de </w:t>
            </w:r>
            <w:r w:rsidR="00A8479A">
              <w:rPr>
                <w:sz w:val="20"/>
                <w:lang w:val="es-ES"/>
              </w:rPr>
              <w:t>l</w:t>
            </w:r>
            <w:r>
              <w:rPr>
                <w:sz w:val="20"/>
                <w:lang w:val="es-ES"/>
              </w:rPr>
              <w:t>ínea</w:t>
            </w:r>
            <w:r w:rsidR="00A8479A">
              <w:rPr>
                <w:sz w:val="20"/>
                <w:lang w:val="es-ES"/>
              </w:rPr>
              <w:t xml:space="preserve"> de b</w:t>
            </w:r>
            <w:r>
              <w:rPr>
                <w:sz w:val="20"/>
                <w:lang w:val="es-ES"/>
              </w:rPr>
              <w:t xml:space="preserve">ase </w:t>
            </w:r>
            <w:r w:rsidR="00717BE6">
              <w:rPr>
                <w:sz w:val="20"/>
                <w:lang w:val="es-ES"/>
              </w:rPr>
              <w:t>para Matriz de Resultados</w:t>
            </w:r>
            <w:r w:rsidR="00EB6456">
              <w:rPr>
                <w:sz w:val="20"/>
                <w:lang w:val="es-ES"/>
              </w:rPr>
              <w:t>.</w:t>
            </w:r>
          </w:p>
        </w:tc>
        <w:tc>
          <w:tcPr>
            <w:tcW w:w="360" w:type="dxa"/>
            <w:shd w:val="clear" w:color="auto" w:fill="auto"/>
          </w:tcPr>
          <w:p w:rsidR="00B369D8" w:rsidRPr="00107885" w:rsidRDefault="00B369D8" w:rsidP="00ED2EF7">
            <w:r w:rsidRPr="00107885">
              <w:t>X</w:t>
            </w:r>
          </w:p>
        </w:tc>
        <w:tc>
          <w:tcPr>
            <w:tcW w:w="360" w:type="dxa"/>
            <w:shd w:val="clear" w:color="auto" w:fill="auto"/>
          </w:tcPr>
          <w:p w:rsidR="00B369D8" w:rsidRPr="00107885" w:rsidRDefault="00B369D8" w:rsidP="00ED2EF7">
            <w:r w:rsidRPr="00107885">
              <w:t>X</w:t>
            </w:r>
          </w:p>
        </w:tc>
        <w:tc>
          <w:tcPr>
            <w:tcW w:w="360" w:type="dxa"/>
            <w:gridSpan w:val="2"/>
            <w:shd w:val="clear" w:color="auto" w:fill="auto"/>
          </w:tcPr>
          <w:p w:rsidR="00B369D8" w:rsidRPr="00107885" w:rsidRDefault="00B369D8" w:rsidP="00ED2EF7"/>
        </w:tc>
        <w:tc>
          <w:tcPr>
            <w:tcW w:w="360" w:type="dxa"/>
            <w:shd w:val="clear" w:color="auto" w:fill="auto"/>
          </w:tcPr>
          <w:p w:rsidR="00B369D8" w:rsidRPr="00107885" w:rsidRDefault="00B369D8" w:rsidP="00ED2EF7"/>
        </w:tc>
        <w:tc>
          <w:tcPr>
            <w:tcW w:w="360" w:type="dxa"/>
            <w:shd w:val="clear" w:color="auto" w:fill="auto"/>
          </w:tcPr>
          <w:p w:rsidR="00B369D8" w:rsidRPr="00107885" w:rsidRDefault="00B369D8" w:rsidP="00ED2EF7"/>
        </w:tc>
        <w:tc>
          <w:tcPr>
            <w:tcW w:w="360" w:type="dxa"/>
            <w:shd w:val="clear" w:color="auto" w:fill="auto"/>
          </w:tcPr>
          <w:p w:rsidR="00B369D8" w:rsidRPr="00107885" w:rsidRDefault="00B369D8" w:rsidP="00ED2EF7"/>
        </w:tc>
        <w:tc>
          <w:tcPr>
            <w:tcW w:w="360" w:type="dxa"/>
            <w:shd w:val="clear" w:color="auto" w:fill="auto"/>
          </w:tcPr>
          <w:p w:rsidR="00B369D8" w:rsidRPr="00107885" w:rsidRDefault="00B369D8" w:rsidP="00ED2EF7"/>
        </w:tc>
        <w:tc>
          <w:tcPr>
            <w:tcW w:w="360" w:type="dxa"/>
            <w:shd w:val="clear" w:color="auto" w:fill="auto"/>
          </w:tcPr>
          <w:p w:rsidR="00B369D8" w:rsidRPr="00107885" w:rsidRDefault="00B369D8" w:rsidP="00ED2EF7"/>
        </w:tc>
        <w:tc>
          <w:tcPr>
            <w:tcW w:w="360" w:type="dxa"/>
            <w:shd w:val="clear" w:color="auto" w:fill="auto"/>
          </w:tcPr>
          <w:p w:rsidR="00B369D8" w:rsidRPr="00107885" w:rsidRDefault="00B369D8" w:rsidP="00ED2EF7"/>
        </w:tc>
        <w:tc>
          <w:tcPr>
            <w:tcW w:w="360" w:type="dxa"/>
            <w:shd w:val="clear" w:color="auto" w:fill="auto"/>
          </w:tcPr>
          <w:p w:rsidR="00B369D8" w:rsidRPr="00107885" w:rsidRDefault="00B369D8" w:rsidP="00ED2EF7"/>
        </w:tc>
        <w:tc>
          <w:tcPr>
            <w:tcW w:w="360" w:type="dxa"/>
            <w:shd w:val="clear" w:color="auto" w:fill="auto"/>
          </w:tcPr>
          <w:p w:rsidR="00B369D8" w:rsidRPr="00107885" w:rsidRDefault="00B369D8" w:rsidP="00ED2EF7"/>
        </w:tc>
        <w:tc>
          <w:tcPr>
            <w:tcW w:w="360" w:type="dxa"/>
            <w:shd w:val="clear" w:color="auto" w:fill="auto"/>
          </w:tcPr>
          <w:p w:rsidR="00B369D8" w:rsidRPr="00107885" w:rsidRDefault="00B369D8" w:rsidP="00ED2EF7"/>
        </w:tc>
        <w:tc>
          <w:tcPr>
            <w:tcW w:w="401" w:type="dxa"/>
          </w:tcPr>
          <w:p w:rsidR="00B369D8" w:rsidRPr="00455D51" w:rsidRDefault="00B369D8" w:rsidP="00ED2EF7">
            <w:pPr>
              <w:rPr>
                <w:sz w:val="20"/>
              </w:rPr>
            </w:pPr>
          </w:p>
        </w:tc>
        <w:tc>
          <w:tcPr>
            <w:tcW w:w="360" w:type="dxa"/>
          </w:tcPr>
          <w:p w:rsidR="00B369D8" w:rsidRPr="00455D51" w:rsidRDefault="00B369D8" w:rsidP="00ED2EF7">
            <w:pPr>
              <w:rPr>
                <w:sz w:val="20"/>
              </w:rPr>
            </w:pPr>
          </w:p>
        </w:tc>
        <w:tc>
          <w:tcPr>
            <w:tcW w:w="360" w:type="dxa"/>
          </w:tcPr>
          <w:p w:rsidR="00B369D8" w:rsidRPr="00455D51" w:rsidRDefault="00B369D8" w:rsidP="00ED2EF7">
            <w:pPr>
              <w:rPr>
                <w:sz w:val="20"/>
              </w:rPr>
            </w:pPr>
          </w:p>
        </w:tc>
        <w:tc>
          <w:tcPr>
            <w:tcW w:w="360" w:type="dxa"/>
          </w:tcPr>
          <w:p w:rsidR="00B369D8" w:rsidRPr="00455D51" w:rsidRDefault="00B369D8" w:rsidP="00ED2EF7">
            <w:pPr>
              <w:rPr>
                <w:sz w:val="20"/>
              </w:rPr>
            </w:pPr>
          </w:p>
        </w:tc>
        <w:tc>
          <w:tcPr>
            <w:tcW w:w="360" w:type="dxa"/>
          </w:tcPr>
          <w:p w:rsidR="00B369D8" w:rsidRPr="00455D51" w:rsidRDefault="00B369D8" w:rsidP="00ED2EF7">
            <w:pPr>
              <w:rPr>
                <w:sz w:val="20"/>
              </w:rPr>
            </w:pPr>
          </w:p>
        </w:tc>
        <w:tc>
          <w:tcPr>
            <w:tcW w:w="360" w:type="dxa"/>
          </w:tcPr>
          <w:p w:rsidR="00B369D8" w:rsidRPr="00455D51" w:rsidRDefault="00B369D8" w:rsidP="00ED2EF7">
            <w:pPr>
              <w:rPr>
                <w:sz w:val="20"/>
              </w:rPr>
            </w:pPr>
          </w:p>
        </w:tc>
        <w:tc>
          <w:tcPr>
            <w:tcW w:w="360" w:type="dxa"/>
          </w:tcPr>
          <w:p w:rsidR="00B369D8" w:rsidRPr="00455D51" w:rsidRDefault="00B369D8" w:rsidP="00ED2EF7">
            <w:pPr>
              <w:rPr>
                <w:sz w:val="20"/>
              </w:rPr>
            </w:pPr>
          </w:p>
        </w:tc>
        <w:tc>
          <w:tcPr>
            <w:tcW w:w="360" w:type="dxa"/>
          </w:tcPr>
          <w:p w:rsidR="00B369D8" w:rsidRPr="00455D51" w:rsidRDefault="00B369D8" w:rsidP="00ED2EF7">
            <w:pPr>
              <w:rPr>
                <w:sz w:val="20"/>
              </w:rPr>
            </w:pPr>
          </w:p>
        </w:tc>
        <w:tc>
          <w:tcPr>
            <w:tcW w:w="1170" w:type="dxa"/>
          </w:tcPr>
          <w:p w:rsidR="00B369D8" w:rsidRPr="00455D51" w:rsidRDefault="00B369D8" w:rsidP="00ED2EF7">
            <w:pPr>
              <w:rPr>
                <w:sz w:val="20"/>
              </w:rPr>
            </w:pPr>
            <w:r w:rsidRPr="00455D51">
              <w:rPr>
                <w:sz w:val="20"/>
              </w:rPr>
              <w:t>Consultorí</w:t>
            </w:r>
            <w:r>
              <w:rPr>
                <w:sz w:val="20"/>
              </w:rPr>
              <w:t xml:space="preserve">a externa y </w:t>
            </w:r>
            <w:r w:rsidR="007B31B3">
              <w:rPr>
                <w:sz w:val="20"/>
              </w:rPr>
              <w:t>SME</w:t>
            </w:r>
          </w:p>
        </w:tc>
        <w:tc>
          <w:tcPr>
            <w:tcW w:w="1158" w:type="dxa"/>
          </w:tcPr>
          <w:p w:rsidR="00B369D8" w:rsidRPr="00455D51" w:rsidRDefault="00067170" w:rsidP="00ED2EF7">
            <w:pPr>
              <w:jc w:val="right"/>
              <w:rPr>
                <w:sz w:val="20"/>
              </w:rPr>
            </w:pPr>
            <w:r>
              <w:rPr>
                <w:sz w:val="20"/>
              </w:rPr>
              <w:t>2</w:t>
            </w:r>
            <w:r w:rsidR="00B369D8" w:rsidRPr="00455D51">
              <w:rPr>
                <w:sz w:val="20"/>
              </w:rPr>
              <w:t>0.000</w:t>
            </w:r>
          </w:p>
        </w:tc>
        <w:tc>
          <w:tcPr>
            <w:tcW w:w="1559" w:type="dxa"/>
          </w:tcPr>
          <w:p w:rsidR="00B369D8" w:rsidRPr="00455D51" w:rsidRDefault="00B369D8" w:rsidP="00ED2EF7">
            <w:pPr>
              <w:rPr>
                <w:sz w:val="20"/>
              </w:rPr>
            </w:pPr>
            <w:r w:rsidRPr="00455D51">
              <w:rPr>
                <w:sz w:val="20"/>
              </w:rPr>
              <w:t>Recursos del préstamo</w:t>
            </w:r>
            <w:r w:rsidR="00A8479A">
              <w:rPr>
                <w:sz w:val="20"/>
              </w:rPr>
              <w:t>.</w:t>
            </w:r>
          </w:p>
        </w:tc>
      </w:tr>
      <w:tr w:rsidR="007B31B3" w:rsidRPr="0070507C" w:rsidTr="00A8479A">
        <w:trPr>
          <w:jc w:val="center"/>
        </w:trPr>
        <w:tc>
          <w:tcPr>
            <w:tcW w:w="2047" w:type="dxa"/>
            <w:gridSpan w:val="2"/>
          </w:tcPr>
          <w:p w:rsidR="007B31B3" w:rsidRPr="00455D51" w:rsidRDefault="007B31B3" w:rsidP="00ED2EF7">
            <w:pPr>
              <w:rPr>
                <w:sz w:val="20"/>
                <w:lang w:val="es-ES"/>
              </w:rPr>
            </w:pPr>
            <w:r w:rsidRPr="00455D51">
              <w:rPr>
                <w:sz w:val="20"/>
                <w:lang w:val="es-ES"/>
              </w:rPr>
              <w:t xml:space="preserve">Actualización </w:t>
            </w:r>
            <w:r>
              <w:rPr>
                <w:sz w:val="20"/>
                <w:lang w:val="es-ES"/>
              </w:rPr>
              <w:t xml:space="preserve">semi anual </w:t>
            </w:r>
            <w:r w:rsidRPr="00455D51">
              <w:rPr>
                <w:sz w:val="20"/>
                <w:lang w:val="es-ES"/>
              </w:rPr>
              <w:t>de la base de datos</w:t>
            </w:r>
            <w:r w:rsidR="00E85901">
              <w:rPr>
                <w:sz w:val="20"/>
                <w:lang w:val="es-ES"/>
              </w:rPr>
              <w:t xml:space="preserve"> (SIGEF)</w:t>
            </w:r>
            <w:r w:rsidR="00A8479A">
              <w:rPr>
                <w:sz w:val="20"/>
                <w:lang w:val="es-ES"/>
              </w:rPr>
              <w:t>.</w:t>
            </w:r>
          </w:p>
        </w:tc>
        <w:tc>
          <w:tcPr>
            <w:tcW w:w="360" w:type="dxa"/>
            <w:shd w:val="clear" w:color="auto" w:fill="auto"/>
          </w:tcPr>
          <w:p w:rsidR="007B31B3" w:rsidRPr="00050632" w:rsidRDefault="007B31B3" w:rsidP="00ED2EF7">
            <w:pPr>
              <w:rPr>
                <w:lang w:val="es-ES"/>
              </w:rPr>
            </w:pPr>
          </w:p>
        </w:tc>
        <w:tc>
          <w:tcPr>
            <w:tcW w:w="360" w:type="dxa"/>
            <w:shd w:val="clear" w:color="auto" w:fill="auto"/>
          </w:tcPr>
          <w:p w:rsidR="007B31B3" w:rsidRPr="00050632" w:rsidRDefault="007B31B3" w:rsidP="00ED2EF7">
            <w:pPr>
              <w:rPr>
                <w:lang w:val="es-ES"/>
              </w:rPr>
            </w:pPr>
          </w:p>
        </w:tc>
        <w:tc>
          <w:tcPr>
            <w:tcW w:w="360" w:type="dxa"/>
            <w:gridSpan w:val="2"/>
            <w:shd w:val="clear" w:color="auto" w:fill="auto"/>
          </w:tcPr>
          <w:p w:rsidR="007B31B3" w:rsidRPr="00050632" w:rsidRDefault="007B31B3" w:rsidP="00ED2EF7">
            <w:pPr>
              <w:rPr>
                <w:lang w:val="es-ES"/>
              </w:rPr>
            </w:pPr>
          </w:p>
        </w:tc>
        <w:tc>
          <w:tcPr>
            <w:tcW w:w="360" w:type="dxa"/>
            <w:shd w:val="clear" w:color="auto" w:fill="auto"/>
          </w:tcPr>
          <w:p w:rsidR="007B31B3" w:rsidRPr="00050632" w:rsidRDefault="007B31B3" w:rsidP="00ED2EF7">
            <w:pPr>
              <w:rPr>
                <w:lang w:val="es-ES"/>
              </w:rPr>
            </w:pPr>
          </w:p>
        </w:tc>
        <w:tc>
          <w:tcPr>
            <w:tcW w:w="360" w:type="dxa"/>
            <w:shd w:val="clear" w:color="auto" w:fill="auto"/>
          </w:tcPr>
          <w:p w:rsidR="007B31B3" w:rsidRPr="00107885" w:rsidRDefault="007B31B3" w:rsidP="00ED2EF7">
            <w:r w:rsidRPr="00107885">
              <w:t>X</w:t>
            </w:r>
          </w:p>
        </w:tc>
        <w:tc>
          <w:tcPr>
            <w:tcW w:w="360" w:type="dxa"/>
            <w:shd w:val="clear" w:color="auto" w:fill="auto"/>
          </w:tcPr>
          <w:p w:rsidR="007B31B3" w:rsidRPr="00107885" w:rsidRDefault="007B31B3" w:rsidP="00ED2EF7"/>
        </w:tc>
        <w:tc>
          <w:tcPr>
            <w:tcW w:w="360" w:type="dxa"/>
            <w:shd w:val="clear" w:color="auto" w:fill="auto"/>
          </w:tcPr>
          <w:p w:rsidR="007B31B3" w:rsidRPr="00107885" w:rsidRDefault="007B31B3" w:rsidP="00ED2EF7">
            <w:r w:rsidRPr="00107885">
              <w:t>X</w:t>
            </w:r>
          </w:p>
        </w:tc>
        <w:tc>
          <w:tcPr>
            <w:tcW w:w="360" w:type="dxa"/>
            <w:shd w:val="clear" w:color="auto" w:fill="auto"/>
          </w:tcPr>
          <w:p w:rsidR="007B31B3" w:rsidRPr="00107885" w:rsidRDefault="007B31B3" w:rsidP="00ED2EF7"/>
        </w:tc>
        <w:tc>
          <w:tcPr>
            <w:tcW w:w="360" w:type="dxa"/>
            <w:shd w:val="clear" w:color="auto" w:fill="auto"/>
          </w:tcPr>
          <w:p w:rsidR="007B31B3" w:rsidRPr="00107885" w:rsidRDefault="007B31B3" w:rsidP="00ED2EF7">
            <w:r w:rsidRPr="00107885">
              <w:t>X</w:t>
            </w:r>
          </w:p>
        </w:tc>
        <w:tc>
          <w:tcPr>
            <w:tcW w:w="360" w:type="dxa"/>
            <w:shd w:val="clear" w:color="auto" w:fill="auto"/>
          </w:tcPr>
          <w:p w:rsidR="007B31B3" w:rsidRPr="00107885" w:rsidRDefault="007B31B3" w:rsidP="00ED2EF7"/>
        </w:tc>
        <w:tc>
          <w:tcPr>
            <w:tcW w:w="360" w:type="dxa"/>
            <w:shd w:val="clear" w:color="auto" w:fill="auto"/>
          </w:tcPr>
          <w:p w:rsidR="007B31B3" w:rsidRPr="00107885" w:rsidRDefault="007B31B3" w:rsidP="00ED2EF7">
            <w:r w:rsidRPr="00107885">
              <w:t>X</w:t>
            </w:r>
          </w:p>
        </w:tc>
        <w:tc>
          <w:tcPr>
            <w:tcW w:w="360" w:type="dxa"/>
            <w:shd w:val="clear" w:color="auto" w:fill="auto"/>
          </w:tcPr>
          <w:p w:rsidR="007B31B3" w:rsidRPr="00107885" w:rsidRDefault="007B31B3" w:rsidP="00ED2EF7"/>
        </w:tc>
        <w:tc>
          <w:tcPr>
            <w:tcW w:w="401" w:type="dxa"/>
          </w:tcPr>
          <w:p w:rsidR="007B31B3" w:rsidRPr="00107885" w:rsidRDefault="007B31B3" w:rsidP="00ED2EF7">
            <w:r w:rsidRPr="00107885">
              <w:t>X</w:t>
            </w:r>
          </w:p>
        </w:tc>
        <w:tc>
          <w:tcPr>
            <w:tcW w:w="360" w:type="dxa"/>
          </w:tcPr>
          <w:p w:rsidR="007B31B3" w:rsidRPr="00107885" w:rsidRDefault="007B31B3" w:rsidP="00ED2EF7"/>
        </w:tc>
        <w:tc>
          <w:tcPr>
            <w:tcW w:w="360" w:type="dxa"/>
          </w:tcPr>
          <w:p w:rsidR="007B31B3" w:rsidRPr="00107885" w:rsidRDefault="007B31B3" w:rsidP="00ED2EF7">
            <w:r w:rsidRPr="00107885">
              <w:t>X</w:t>
            </w:r>
          </w:p>
        </w:tc>
        <w:tc>
          <w:tcPr>
            <w:tcW w:w="360" w:type="dxa"/>
          </w:tcPr>
          <w:p w:rsidR="007B31B3" w:rsidRPr="00107885" w:rsidRDefault="007B31B3" w:rsidP="00ED2EF7"/>
        </w:tc>
        <w:tc>
          <w:tcPr>
            <w:tcW w:w="360" w:type="dxa"/>
          </w:tcPr>
          <w:p w:rsidR="007B31B3" w:rsidRPr="00107885" w:rsidRDefault="007B31B3" w:rsidP="00ED2EF7">
            <w:r w:rsidRPr="00107885">
              <w:t>X</w:t>
            </w:r>
          </w:p>
        </w:tc>
        <w:tc>
          <w:tcPr>
            <w:tcW w:w="360" w:type="dxa"/>
          </w:tcPr>
          <w:p w:rsidR="007B31B3" w:rsidRPr="00107885" w:rsidRDefault="007B31B3" w:rsidP="00ED2EF7"/>
        </w:tc>
        <w:tc>
          <w:tcPr>
            <w:tcW w:w="360" w:type="dxa"/>
          </w:tcPr>
          <w:p w:rsidR="007B31B3" w:rsidRPr="00107885" w:rsidRDefault="007B31B3" w:rsidP="00ED2EF7">
            <w:r w:rsidRPr="00107885">
              <w:t>X</w:t>
            </w:r>
          </w:p>
        </w:tc>
        <w:tc>
          <w:tcPr>
            <w:tcW w:w="360" w:type="dxa"/>
          </w:tcPr>
          <w:p w:rsidR="007B31B3" w:rsidRDefault="007B31B3" w:rsidP="00ED2EF7">
            <w:pPr>
              <w:rPr>
                <w:sz w:val="20"/>
              </w:rPr>
            </w:pPr>
          </w:p>
        </w:tc>
        <w:tc>
          <w:tcPr>
            <w:tcW w:w="1170" w:type="dxa"/>
          </w:tcPr>
          <w:p w:rsidR="007B31B3" w:rsidRPr="00455D51" w:rsidRDefault="007B31B3" w:rsidP="007B31B3">
            <w:pPr>
              <w:rPr>
                <w:sz w:val="20"/>
              </w:rPr>
            </w:pPr>
            <w:r w:rsidRPr="00A8479A">
              <w:rPr>
                <w:sz w:val="20"/>
              </w:rPr>
              <w:t>SME</w:t>
            </w:r>
          </w:p>
        </w:tc>
        <w:tc>
          <w:tcPr>
            <w:tcW w:w="1158" w:type="dxa"/>
          </w:tcPr>
          <w:p w:rsidR="007B31B3" w:rsidRPr="00455D51" w:rsidRDefault="00067170" w:rsidP="007B31B3">
            <w:pPr>
              <w:jc w:val="right"/>
              <w:rPr>
                <w:sz w:val="20"/>
              </w:rPr>
            </w:pPr>
            <w:r>
              <w:rPr>
                <w:sz w:val="20"/>
              </w:rPr>
              <w:t>8</w:t>
            </w:r>
            <w:r w:rsidR="007B31B3" w:rsidRPr="00455D51">
              <w:rPr>
                <w:sz w:val="20"/>
              </w:rPr>
              <w:t>0.000</w:t>
            </w:r>
          </w:p>
        </w:tc>
        <w:tc>
          <w:tcPr>
            <w:tcW w:w="1559" w:type="dxa"/>
          </w:tcPr>
          <w:p w:rsidR="007B31B3" w:rsidRPr="00455D51" w:rsidRDefault="007B31B3" w:rsidP="007B31B3">
            <w:pPr>
              <w:rPr>
                <w:sz w:val="20"/>
              </w:rPr>
            </w:pPr>
            <w:r w:rsidRPr="00455D51">
              <w:rPr>
                <w:sz w:val="20"/>
              </w:rPr>
              <w:t>Recursos de</w:t>
            </w:r>
            <w:r>
              <w:rPr>
                <w:sz w:val="20"/>
              </w:rPr>
              <w:t xml:space="preserve"> la operación</w:t>
            </w:r>
            <w:r w:rsidR="00A8479A">
              <w:rPr>
                <w:sz w:val="20"/>
              </w:rPr>
              <w:t>.</w:t>
            </w:r>
          </w:p>
        </w:tc>
      </w:tr>
      <w:tr w:rsidR="007B31B3" w:rsidRPr="0070507C" w:rsidTr="00A8479A">
        <w:trPr>
          <w:jc w:val="center"/>
        </w:trPr>
        <w:tc>
          <w:tcPr>
            <w:tcW w:w="2047" w:type="dxa"/>
            <w:gridSpan w:val="2"/>
          </w:tcPr>
          <w:p w:rsidR="007B31B3" w:rsidRPr="00455D51" w:rsidRDefault="007B31B3" w:rsidP="00ED2EF7">
            <w:pPr>
              <w:rPr>
                <w:sz w:val="20"/>
                <w:lang w:val="es-ES"/>
              </w:rPr>
            </w:pPr>
            <w:r>
              <w:rPr>
                <w:sz w:val="20"/>
                <w:lang w:val="es-ES"/>
              </w:rPr>
              <w:t>Informes anuales de monitoreo.</w:t>
            </w:r>
          </w:p>
        </w:tc>
        <w:tc>
          <w:tcPr>
            <w:tcW w:w="360" w:type="dxa"/>
            <w:shd w:val="clear" w:color="auto" w:fill="auto"/>
          </w:tcPr>
          <w:p w:rsidR="007B31B3" w:rsidRPr="00107885" w:rsidRDefault="007B31B3" w:rsidP="00ED2EF7">
            <w:pPr>
              <w:rPr>
                <w:lang w:val="es-ES_tradnl"/>
              </w:rPr>
            </w:pPr>
          </w:p>
        </w:tc>
        <w:tc>
          <w:tcPr>
            <w:tcW w:w="360" w:type="dxa"/>
            <w:shd w:val="clear" w:color="auto" w:fill="auto"/>
          </w:tcPr>
          <w:p w:rsidR="007B31B3" w:rsidRPr="00107885" w:rsidRDefault="007B31B3" w:rsidP="00ED2EF7">
            <w:pPr>
              <w:rPr>
                <w:lang w:val="es-ES_tradnl"/>
              </w:rPr>
            </w:pPr>
          </w:p>
        </w:tc>
        <w:tc>
          <w:tcPr>
            <w:tcW w:w="360" w:type="dxa"/>
            <w:gridSpan w:val="2"/>
            <w:shd w:val="clear" w:color="auto" w:fill="auto"/>
          </w:tcPr>
          <w:p w:rsidR="007B31B3" w:rsidRPr="00107885" w:rsidRDefault="007B31B3" w:rsidP="00ED2EF7"/>
        </w:tc>
        <w:tc>
          <w:tcPr>
            <w:tcW w:w="360" w:type="dxa"/>
            <w:shd w:val="clear" w:color="auto" w:fill="auto"/>
          </w:tcPr>
          <w:p w:rsidR="007B31B3" w:rsidRPr="00107885" w:rsidRDefault="007B31B3" w:rsidP="00ED2EF7"/>
        </w:tc>
        <w:tc>
          <w:tcPr>
            <w:tcW w:w="360" w:type="dxa"/>
            <w:shd w:val="clear" w:color="auto" w:fill="auto"/>
          </w:tcPr>
          <w:p w:rsidR="007B31B3" w:rsidRPr="00107885" w:rsidRDefault="007B31B3" w:rsidP="00ED2EF7">
            <w:r>
              <w:t>X</w:t>
            </w:r>
          </w:p>
        </w:tc>
        <w:tc>
          <w:tcPr>
            <w:tcW w:w="360" w:type="dxa"/>
            <w:shd w:val="clear" w:color="auto" w:fill="auto"/>
          </w:tcPr>
          <w:p w:rsidR="007B31B3" w:rsidRPr="00107885" w:rsidRDefault="007B31B3" w:rsidP="00ED2EF7"/>
        </w:tc>
        <w:tc>
          <w:tcPr>
            <w:tcW w:w="360" w:type="dxa"/>
            <w:shd w:val="clear" w:color="auto" w:fill="auto"/>
          </w:tcPr>
          <w:p w:rsidR="007B31B3" w:rsidRPr="00107885" w:rsidRDefault="007B31B3" w:rsidP="00ED2EF7"/>
        </w:tc>
        <w:tc>
          <w:tcPr>
            <w:tcW w:w="360" w:type="dxa"/>
            <w:shd w:val="clear" w:color="auto" w:fill="auto"/>
          </w:tcPr>
          <w:p w:rsidR="007B31B3" w:rsidRPr="00107885" w:rsidRDefault="007B31B3" w:rsidP="00ED2EF7"/>
        </w:tc>
        <w:tc>
          <w:tcPr>
            <w:tcW w:w="360" w:type="dxa"/>
            <w:shd w:val="clear" w:color="auto" w:fill="auto"/>
          </w:tcPr>
          <w:p w:rsidR="007B31B3" w:rsidRPr="00107885" w:rsidRDefault="007B31B3" w:rsidP="00ED2EF7">
            <w:r>
              <w:t>X</w:t>
            </w:r>
          </w:p>
        </w:tc>
        <w:tc>
          <w:tcPr>
            <w:tcW w:w="360" w:type="dxa"/>
            <w:shd w:val="clear" w:color="auto" w:fill="auto"/>
          </w:tcPr>
          <w:p w:rsidR="007B31B3" w:rsidRPr="00107885" w:rsidRDefault="007B31B3" w:rsidP="00ED2EF7"/>
        </w:tc>
        <w:tc>
          <w:tcPr>
            <w:tcW w:w="360" w:type="dxa"/>
            <w:shd w:val="clear" w:color="auto" w:fill="auto"/>
          </w:tcPr>
          <w:p w:rsidR="007B31B3" w:rsidRPr="00107885" w:rsidRDefault="007B31B3" w:rsidP="00ED2EF7"/>
        </w:tc>
        <w:tc>
          <w:tcPr>
            <w:tcW w:w="360" w:type="dxa"/>
            <w:shd w:val="clear" w:color="auto" w:fill="auto"/>
          </w:tcPr>
          <w:p w:rsidR="007B31B3" w:rsidRPr="00107885" w:rsidRDefault="007B31B3" w:rsidP="00ED2EF7"/>
        </w:tc>
        <w:tc>
          <w:tcPr>
            <w:tcW w:w="401" w:type="dxa"/>
          </w:tcPr>
          <w:p w:rsidR="007B31B3" w:rsidRDefault="007B31B3" w:rsidP="00ED2EF7">
            <w:pPr>
              <w:rPr>
                <w:sz w:val="20"/>
              </w:rPr>
            </w:pPr>
            <w:r>
              <w:t>X</w:t>
            </w:r>
          </w:p>
        </w:tc>
        <w:tc>
          <w:tcPr>
            <w:tcW w:w="360" w:type="dxa"/>
          </w:tcPr>
          <w:p w:rsidR="007B31B3" w:rsidRDefault="007B31B3" w:rsidP="00ED2EF7">
            <w:pPr>
              <w:rPr>
                <w:sz w:val="20"/>
              </w:rPr>
            </w:pPr>
          </w:p>
        </w:tc>
        <w:tc>
          <w:tcPr>
            <w:tcW w:w="360" w:type="dxa"/>
          </w:tcPr>
          <w:p w:rsidR="007B31B3" w:rsidRDefault="007B31B3" w:rsidP="00ED2EF7">
            <w:pPr>
              <w:rPr>
                <w:sz w:val="20"/>
              </w:rPr>
            </w:pPr>
          </w:p>
        </w:tc>
        <w:tc>
          <w:tcPr>
            <w:tcW w:w="360" w:type="dxa"/>
          </w:tcPr>
          <w:p w:rsidR="007B31B3" w:rsidRDefault="007B31B3" w:rsidP="00ED2EF7">
            <w:pPr>
              <w:rPr>
                <w:sz w:val="20"/>
              </w:rPr>
            </w:pPr>
          </w:p>
        </w:tc>
        <w:tc>
          <w:tcPr>
            <w:tcW w:w="360" w:type="dxa"/>
          </w:tcPr>
          <w:p w:rsidR="007B31B3" w:rsidRDefault="007B31B3" w:rsidP="00ED2EF7">
            <w:pPr>
              <w:rPr>
                <w:sz w:val="20"/>
              </w:rPr>
            </w:pPr>
          </w:p>
        </w:tc>
        <w:tc>
          <w:tcPr>
            <w:tcW w:w="360" w:type="dxa"/>
          </w:tcPr>
          <w:p w:rsidR="007B31B3" w:rsidRDefault="007B31B3" w:rsidP="00ED2EF7">
            <w:pPr>
              <w:rPr>
                <w:sz w:val="20"/>
              </w:rPr>
            </w:pPr>
          </w:p>
        </w:tc>
        <w:tc>
          <w:tcPr>
            <w:tcW w:w="360" w:type="dxa"/>
          </w:tcPr>
          <w:p w:rsidR="007B31B3" w:rsidRDefault="007B31B3" w:rsidP="00ED2EF7">
            <w:pPr>
              <w:rPr>
                <w:sz w:val="20"/>
              </w:rPr>
            </w:pPr>
          </w:p>
        </w:tc>
        <w:tc>
          <w:tcPr>
            <w:tcW w:w="360" w:type="dxa"/>
          </w:tcPr>
          <w:p w:rsidR="007B31B3" w:rsidRDefault="007B31B3" w:rsidP="00ED2EF7">
            <w:pPr>
              <w:rPr>
                <w:sz w:val="20"/>
              </w:rPr>
            </w:pPr>
            <w:r>
              <w:t>X</w:t>
            </w:r>
          </w:p>
        </w:tc>
        <w:tc>
          <w:tcPr>
            <w:tcW w:w="1170" w:type="dxa"/>
          </w:tcPr>
          <w:p w:rsidR="007B31B3" w:rsidRPr="00455D51" w:rsidRDefault="007B31B3" w:rsidP="007B31B3">
            <w:pPr>
              <w:rPr>
                <w:sz w:val="20"/>
              </w:rPr>
            </w:pPr>
            <w:r>
              <w:rPr>
                <w:sz w:val="20"/>
              </w:rPr>
              <w:t>SME</w:t>
            </w:r>
          </w:p>
        </w:tc>
        <w:tc>
          <w:tcPr>
            <w:tcW w:w="1158" w:type="dxa"/>
          </w:tcPr>
          <w:p w:rsidR="007B31B3" w:rsidRPr="00455D51" w:rsidRDefault="007B31B3" w:rsidP="00ED2EF7">
            <w:pPr>
              <w:jc w:val="right"/>
              <w:rPr>
                <w:sz w:val="20"/>
              </w:rPr>
            </w:pPr>
            <w:r>
              <w:rPr>
                <w:sz w:val="20"/>
              </w:rPr>
              <w:t>21</w:t>
            </w:r>
            <w:r w:rsidRPr="00455D51">
              <w:rPr>
                <w:sz w:val="20"/>
              </w:rPr>
              <w:t>.000</w:t>
            </w:r>
          </w:p>
        </w:tc>
        <w:tc>
          <w:tcPr>
            <w:tcW w:w="1559" w:type="dxa"/>
          </w:tcPr>
          <w:p w:rsidR="007B31B3" w:rsidRPr="00455D51" w:rsidRDefault="007B31B3" w:rsidP="00ED2EF7">
            <w:pPr>
              <w:rPr>
                <w:sz w:val="20"/>
              </w:rPr>
            </w:pPr>
            <w:r w:rsidRPr="00455D51">
              <w:rPr>
                <w:sz w:val="20"/>
              </w:rPr>
              <w:t>Recursos del préstamo</w:t>
            </w:r>
            <w:r w:rsidR="00A8479A">
              <w:rPr>
                <w:sz w:val="20"/>
              </w:rPr>
              <w:t>.</w:t>
            </w:r>
          </w:p>
        </w:tc>
      </w:tr>
      <w:tr w:rsidR="00300B33" w:rsidRPr="0070507C" w:rsidTr="00A8479A">
        <w:trPr>
          <w:jc w:val="center"/>
        </w:trPr>
        <w:tc>
          <w:tcPr>
            <w:tcW w:w="2047" w:type="dxa"/>
            <w:gridSpan w:val="2"/>
          </w:tcPr>
          <w:p w:rsidR="00300B33" w:rsidRPr="00455D51" w:rsidRDefault="00300B33" w:rsidP="00300B33">
            <w:pPr>
              <w:rPr>
                <w:sz w:val="20"/>
                <w:lang w:val="es-ES"/>
              </w:rPr>
            </w:pPr>
            <w:r>
              <w:rPr>
                <w:sz w:val="20"/>
                <w:lang w:val="es-ES"/>
              </w:rPr>
              <w:t>Provas Floripa</w:t>
            </w:r>
            <w:r w:rsidR="00A8479A">
              <w:rPr>
                <w:sz w:val="20"/>
                <w:lang w:val="es-ES"/>
              </w:rPr>
              <w:t>.</w:t>
            </w:r>
          </w:p>
        </w:tc>
        <w:tc>
          <w:tcPr>
            <w:tcW w:w="360" w:type="dxa"/>
            <w:shd w:val="clear" w:color="auto" w:fill="auto"/>
          </w:tcPr>
          <w:p w:rsidR="00300B33" w:rsidRPr="00107885" w:rsidRDefault="00300B33" w:rsidP="00ED2EF7">
            <w:pPr>
              <w:rPr>
                <w:lang w:val="es-ES_tradnl"/>
              </w:rPr>
            </w:pPr>
          </w:p>
        </w:tc>
        <w:tc>
          <w:tcPr>
            <w:tcW w:w="360" w:type="dxa"/>
            <w:shd w:val="clear" w:color="auto" w:fill="auto"/>
          </w:tcPr>
          <w:p w:rsidR="00300B33" w:rsidRPr="00107885" w:rsidRDefault="00300B33" w:rsidP="00ED2EF7">
            <w:pPr>
              <w:rPr>
                <w:lang w:val="es-ES_tradnl"/>
              </w:rPr>
            </w:pPr>
          </w:p>
        </w:tc>
        <w:tc>
          <w:tcPr>
            <w:tcW w:w="360" w:type="dxa"/>
            <w:gridSpan w:val="2"/>
            <w:shd w:val="clear" w:color="auto" w:fill="auto"/>
          </w:tcPr>
          <w:p w:rsidR="00300B33" w:rsidRPr="00107885" w:rsidRDefault="00300B33" w:rsidP="00ED2EF7"/>
        </w:tc>
        <w:tc>
          <w:tcPr>
            <w:tcW w:w="360" w:type="dxa"/>
            <w:shd w:val="clear" w:color="auto" w:fill="auto"/>
          </w:tcPr>
          <w:p w:rsidR="00300B33" w:rsidRPr="00107885" w:rsidRDefault="00300B33" w:rsidP="00ED2EF7">
            <w:r w:rsidRPr="00107885">
              <w:t>X</w:t>
            </w:r>
          </w:p>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r w:rsidRPr="00107885">
              <w:t>X</w:t>
            </w:r>
          </w:p>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r w:rsidRPr="00107885">
              <w:t>X</w:t>
            </w:r>
          </w:p>
        </w:tc>
        <w:tc>
          <w:tcPr>
            <w:tcW w:w="401" w:type="dxa"/>
          </w:tcPr>
          <w:p w:rsidR="00300B33" w:rsidRPr="00107885" w:rsidRDefault="00300B33" w:rsidP="00ED2EF7"/>
        </w:tc>
        <w:tc>
          <w:tcPr>
            <w:tcW w:w="360" w:type="dxa"/>
          </w:tcPr>
          <w:p w:rsidR="00300B33" w:rsidRPr="00455D51" w:rsidRDefault="00300B33" w:rsidP="00ED2EF7">
            <w:pPr>
              <w:rPr>
                <w:sz w:val="20"/>
              </w:rPr>
            </w:pPr>
          </w:p>
        </w:tc>
        <w:tc>
          <w:tcPr>
            <w:tcW w:w="360" w:type="dxa"/>
          </w:tcPr>
          <w:p w:rsidR="00300B33" w:rsidRPr="00107885" w:rsidRDefault="00300B33" w:rsidP="00ED2EF7"/>
        </w:tc>
        <w:tc>
          <w:tcPr>
            <w:tcW w:w="360" w:type="dxa"/>
          </w:tcPr>
          <w:p w:rsidR="00300B33" w:rsidRPr="00107885" w:rsidRDefault="000E6813" w:rsidP="00ED2EF7">
            <w:r>
              <w:t>X</w:t>
            </w:r>
          </w:p>
        </w:tc>
        <w:tc>
          <w:tcPr>
            <w:tcW w:w="360" w:type="dxa"/>
          </w:tcPr>
          <w:p w:rsidR="00300B33" w:rsidRPr="00455D51" w:rsidRDefault="00300B33" w:rsidP="00ED2EF7">
            <w:pPr>
              <w:rPr>
                <w:sz w:val="20"/>
              </w:rPr>
            </w:pPr>
          </w:p>
        </w:tc>
        <w:tc>
          <w:tcPr>
            <w:tcW w:w="360" w:type="dxa"/>
          </w:tcPr>
          <w:p w:rsidR="00300B33" w:rsidRPr="00455D51" w:rsidRDefault="00300B33" w:rsidP="00ED2EF7">
            <w:pPr>
              <w:rPr>
                <w:sz w:val="20"/>
              </w:rPr>
            </w:pPr>
          </w:p>
        </w:tc>
        <w:tc>
          <w:tcPr>
            <w:tcW w:w="360" w:type="dxa"/>
          </w:tcPr>
          <w:p w:rsidR="00300B33" w:rsidRDefault="00300B33" w:rsidP="00ED2EF7"/>
        </w:tc>
        <w:tc>
          <w:tcPr>
            <w:tcW w:w="360" w:type="dxa"/>
          </w:tcPr>
          <w:p w:rsidR="00300B33" w:rsidRPr="00107885" w:rsidRDefault="00300B33" w:rsidP="00ED2EF7">
            <w:r w:rsidRPr="00107885">
              <w:t>X</w:t>
            </w:r>
          </w:p>
        </w:tc>
        <w:tc>
          <w:tcPr>
            <w:tcW w:w="1170" w:type="dxa"/>
          </w:tcPr>
          <w:p w:rsidR="00300B33" w:rsidRPr="00107885" w:rsidRDefault="00300B33" w:rsidP="00ED2EF7">
            <w:r w:rsidRPr="00455D51">
              <w:rPr>
                <w:sz w:val="20"/>
              </w:rPr>
              <w:t>Consultorí</w:t>
            </w:r>
            <w:r>
              <w:rPr>
                <w:sz w:val="20"/>
              </w:rPr>
              <w:t>a externa y SME</w:t>
            </w:r>
          </w:p>
        </w:tc>
        <w:tc>
          <w:tcPr>
            <w:tcW w:w="1158" w:type="dxa"/>
          </w:tcPr>
          <w:p w:rsidR="00300B33" w:rsidRPr="00455D51" w:rsidRDefault="00067170" w:rsidP="00ED2EF7">
            <w:pPr>
              <w:jc w:val="right"/>
              <w:rPr>
                <w:sz w:val="20"/>
              </w:rPr>
            </w:pPr>
            <w:r>
              <w:rPr>
                <w:sz w:val="20"/>
              </w:rPr>
              <w:t>1.700.000</w:t>
            </w:r>
          </w:p>
        </w:tc>
        <w:tc>
          <w:tcPr>
            <w:tcW w:w="1559" w:type="dxa"/>
          </w:tcPr>
          <w:p w:rsidR="00300B33" w:rsidRPr="00455D51" w:rsidRDefault="00300B33" w:rsidP="00ED2EF7">
            <w:pPr>
              <w:rPr>
                <w:sz w:val="20"/>
              </w:rPr>
            </w:pPr>
            <w:r w:rsidRPr="00455D51">
              <w:rPr>
                <w:sz w:val="20"/>
              </w:rPr>
              <w:t>Recursos de</w:t>
            </w:r>
            <w:r>
              <w:rPr>
                <w:sz w:val="20"/>
              </w:rPr>
              <w:t xml:space="preserve"> la operación</w:t>
            </w:r>
            <w:r w:rsidR="00A8479A">
              <w:rPr>
                <w:sz w:val="20"/>
              </w:rPr>
              <w:t>.</w:t>
            </w:r>
          </w:p>
        </w:tc>
      </w:tr>
      <w:tr w:rsidR="00300B33" w:rsidRPr="0070507C" w:rsidTr="00A8479A">
        <w:trPr>
          <w:jc w:val="center"/>
        </w:trPr>
        <w:tc>
          <w:tcPr>
            <w:tcW w:w="2047" w:type="dxa"/>
            <w:gridSpan w:val="2"/>
          </w:tcPr>
          <w:p w:rsidR="00300B33" w:rsidRPr="00455D51" w:rsidRDefault="00300B33" w:rsidP="00ED2EF7">
            <w:pPr>
              <w:rPr>
                <w:sz w:val="20"/>
                <w:lang w:val="es-ES"/>
              </w:rPr>
            </w:pPr>
            <w:r w:rsidRPr="00455D51">
              <w:rPr>
                <w:sz w:val="20"/>
                <w:lang w:val="es-ES"/>
              </w:rPr>
              <w:t>Misiones de administración del Banco</w:t>
            </w:r>
            <w:r>
              <w:rPr>
                <w:sz w:val="20"/>
                <w:lang w:val="es-ES"/>
              </w:rPr>
              <w:t>.</w:t>
            </w:r>
          </w:p>
        </w:tc>
        <w:tc>
          <w:tcPr>
            <w:tcW w:w="360" w:type="dxa"/>
            <w:shd w:val="clear" w:color="auto" w:fill="auto"/>
          </w:tcPr>
          <w:p w:rsidR="00300B33" w:rsidRPr="00107885" w:rsidRDefault="00300B33" w:rsidP="00ED2EF7">
            <w:pPr>
              <w:rPr>
                <w:lang w:val="es-ES_tradnl"/>
              </w:rPr>
            </w:pPr>
          </w:p>
        </w:tc>
        <w:tc>
          <w:tcPr>
            <w:tcW w:w="360" w:type="dxa"/>
            <w:shd w:val="clear" w:color="auto" w:fill="auto"/>
          </w:tcPr>
          <w:p w:rsidR="00300B33" w:rsidRPr="00107885" w:rsidRDefault="00300B33" w:rsidP="00ED2EF7">
            <w:pPr>
              <w:rPr>
                <w:lang w:val="es-ES_tradnl"/>
              </w:rPr>
            </w:pPr>
          </w:p>
        </w:tc>
        <w:tc>
          <w:tcPr>
            <w:tcW w:w="360" w:type="dxa"/>
            <w:gridSpan w:val="2"/>
            <w:shd w:val="clear" w:color="auto" w:fill="auto"/>
          </w:tcPr>
          <w:p w:rsidR="00300B33" w:rsidRPr="00107885" w:rsidRDefault="00300B33" w:rsidP="00ED2EF7">
            <w:r w:rsidRPr="00107885">
              <w:t>X</w:t>
            </w:r>
          </w:p>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r w:rsidRPr="00107885">
              <w:t>X</w:t>
            </w:r>
          </w:p>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tc>
        <w:tc>
          <w:tcPr>
            <w:tcW w:w="360" w:type="dxa"/>
            <w:shd w:val="clear" w:color="auto" w:fill="auto"/>
          </w:tcPr>
          <w:p w:rsidR="00300B33" w:rsidRPr="00107885" w:rsidRDefault="00300B33" w:rsidP="00ED2EF7">
            <w:r w:rsidRPr="00107885">
              <w:t>X</w:t>
            </w:r>
          </w:p>
        </w:tc>
        <w:tc>
          <w:tcPr>
            <w:tcW w:w="360" w:type="dxa"/>
            <w:shd w:val="clear" w:color="auto" w:fill="auto"/>
          </w:tcPr>
          <w:p w:rsidR="00300B33" w:rsidRPr="00107885" w:rsidRDefault="00300B33" w:rsidP="00ED2EF7"/>
        </w:tc>
        <w:tc>
          <w:tcPr>
            <w:tcW w:w="401" w:type="dxa"/>
          </w:tcPr>
          <w:p w:rsidR="00300B33" w:rsidRPr="00455D51" w:rsidRDefault="00300B33" w:rsidP="00ED2EF7">
            <w:pPr>
              <w:rPr>
                <w:sz w:val="20"/>
              </w:rPr>
            </w:pPr>
          </w:p>
        </w:tc>
        <w:tc>
          <w:tcPr>
            <w:tcW w:w="360" w:type="dxa"/>
          </w:tcPr>
          <w:p w:rsidR="00300B33" w:rsidRPr="00455D51" w:rsidRDefault="00300B33" w:rsidP="00ED2EF7">
            <w:pPr>
              <w:rPr>
                <w:sz w:val="20"/>
              </w:rPr>
            </w:pPr>
          </w:p>
        </w:tc>
        <w:tc>
          <w:tcPr>
            <w:tcW w:w="360" w:type="dxa"/>
          </w:tcPr>
          <w:p w:rsidR="00300B33" w:rsidRPr="00455D51" w:rsidRDefault="00300B33" w:rsidP="00ED2EF7">
            <w:pPr>
              <w:rPr>
                <w:sz w:val="20"/>
              </w:rPr>
            </w:pPr>
            <w:r>
              <w:t>X</w:t>
            </w:r>
          </w:p>
        </w:tc>
        <w:tc>
          <w:tcPr>
            <w:tcW w:w="360" w:type="dxa"/>
          </w:tcPr>
          <w:p w:rsidR="00300B33" w:rsidRPr="00455D51" w:rsidRDefault="00300B33" w:rsidP="00ED2EF7">
            <w:pPr>
              <w:rPr>
                <w:sz w:val="20"/>
              </w:rPr>
            </w:pPr>
          </w:p>
        </w:tc>
        <w:tc>
          <w:tcPr>
            <w:tcW w:w="360" w:type="dxa"/>
          </w:tcPr>
          <w:p w:rsidR="00300B33" w:rsidRPr="00455D51" w:rsidRDefault="00300B33" w:rsidP="00ED2EF7">
            <w:pPr>
              <w:rPr>
                <w:sz w:val="20"/>
              </w:rPr>
            </w:pPr>
          </w:p>
        </w:tc>
        <w:tc>
          <w:tcPr>
            <w:tcW w:w="360" w:type="dxa"/>
          </w:tcPr>
          <w:p w:rsidR="00300B33" w:rsidRPr="00455D51" w:rsidRDefault="00300B33" w:rsidP="00ED2EF7">
            <w:pPr>
              <w:rPr>
                <w:sz w:val="20"/>
              </w:rPr>
            </w:pPr>
          </w:p>
        </w:tc>
        <w:tc>
          <w:tcPr>
            <w:tcW w:w="360" w:type="dxa"/>
          </w:tcPr>
          <w:p w:rsidR="00300B33" w:rsidRPr="00455D51" w:rsidRDefault="00300B33" w:rsidP="00ED2EF7">
            <w:pPr>
              <w:rPr>
                <w:sz w:val="20"/>
              </w:rPr>
            </w:pPr>
            <w:r>
              <w:t>X</w:t>
            </w:r>
          </w:p>
        </w:tc>
        <w:tc>
          <w:tcPr>
            <w:tcW w:w="360" w:type="dxa"/>
          </w:tcPr>
          <w:p w:rsidR="00300B33" w:rsidRPr="00455D51" w:rsidRDefault="00300B33" w:rsidP="00ED2EF7">
            <w:pPr>
              <w:rPr>
                <w:sz w:val="20"/>
              </w:rPr>
            </w:pPr>
          </w:p>
        </w:tc>
        <w:tc>
          <w:tcPr>
            <w:tcW w:w="1170" w:type="dxa"/>
          </w:tcPr>
          <w:p w:rsidR="00300B33" w:rsidRPr="00455D51" w:rsidRDefault="00300B33" w:rsidP="00ED2EF7">
            <w:pPr>
              <w:rPr>
                <w:sz w:val="20"/>
              </w:rPr>
            </w:pPr>
            <w:r w:rsidRPr="00455D51">
              <w:rPr>
                <w:sz w:val="20"/>
              </w:rPr>
              <w:t>SCL/EDU</w:t>
            </w:r>
          </w:p>
        </w:tc>
        <w:tc>
          <w:tcPr>
            <w:tcW w:w="1158" w:type="dxa"/>
          </w:tcPr>
          <w:p w:rsidR="00300B33" w:rsidRPr="00455D51" w:rsidRDefault="00300B33" w:rsidP="00ED2EF7">
            <w:pPr>
              <w:jc w:val="right"/>
              <w:rPr>
                <w:sz w:val="20"/>
              </w:rPr>
            </w:pPr>
            <w:r w:rsidRPr="00455D51">
              <w:rPr>
                <w:sz w:val="20"/>
              </w:rPr>
              <w:t>2</w:t>
            </w:r>
            <w:r>
              <w:rPr>
                <w:sz w:val="20"/>
              </w:rPr>
              <w:t>1</w:t>
            </w:r>
            <w:r w:rsidRPr="00455D51">
              <w:rPr>
                <w:sz w:val="20"/>
              </w:rPr>
              <w:t>.000</w:t>
            </w:r>
          </w:p>
        </w:tc>
        <w:tc>
          <w:tcPr>
            <w:tcW w:w="1559" w:type="dxa"/>
          </w:tcPr>
          <w:p w:rsidR="00300B33" w:rsidRPr="00455D51" w:rsidRDefault="00300B33" w:rsidP="00ED2EF7">
            <w:pPr>
              <w:rPr>
                <w:sz w:val="20"/>
              </w:rPr>
            </w:pPr>
            <w:r w:rsidRPr="00455D51">
              <w:rPr>
                <w:sz w:val="20"/>
              </w:rPr>
              <w:t>Recursos administrativos</w:t>
            </w:r>
            <w:r w:rsidR="00A8479A">
              <w:rPr>
                <w:sz w:val="20"/>
              </w:rPr>
              <w:t>.</w:t>
            </w:r>
          </w:p>
        </w:tc>
      </w:tr>
      <w:tr w:rsidR="00300B33" w:rsidRPr="0070507C" w:rsidTr="00A8479A">
        <w:trPr>
          <w:jc w:val="center"/>
        </w:trPr>
        <w:tc>
          <w:tcPr>
            <w:tcW w:w="1800" w:type="dxa"/>
          </w:tcPr>
          <w:p w:rsidR="00300B33" w:rsidRPr="00455D51" w:rsidRDefault="00300B33" w:rsidP="00ED2EF7">
            <w:pPr>
              <w:jc w:val="right"/>
              <w:rPr>
                <w:b/>
                <w:sz w:val="20"/>
              </w:rPr>
            </w:pPr>
          </w:p>
        </w:tc>
        <w:tc>
          <w:tcPr>
            <w:tcW w:w="1199" w:type="dxa"/>
            <w:gridSpan w:val="4"/>
          </w:tcPr>
          <w:p w:rsidR="00300B33" w:rsidRPr="00455D51" w:rsidRDefault="00300B33" w:rsidP="00ED2EF7">
            <w:pPr>
              <w:jc w:val="right"/>
              <w:rPr>
                <w:b/>
                <w:sz w:val="20"/>
              </w:rPr>
            </w:pPr>
          </w:p>
        </w:tc>
        <w:tc>
          <w:tcPr>
            <w:tcW w:w="7459" w:type="dxa"/>
            <w:gridSpan w:val="19"/>
          </w:tcPr>
          <w:p w:rsidR="00300B33" w:rsidRPr="00455D51" w:rsidRDefault="00300B33" w:rsidP="00ED2EF7">
            <w:pPr>
              <w:jc w:val="right"/>
              <w:rPr>
                <w:b/>
                <w:sz w:val="20"/>
              </w:rPr>
            </w:pPr>
            <w:r w:rsidRPr="00455D51">
              <w:rPr>
                <w:b/>
                <w:sz w:val="20"/>
              </w:rPr>
              <w:t>Costo Total:</w:t>
            </w:r>
          </w:p>
        </w:tc>
        <w:tc>
          <w:tcPr>
            <w:tcW w:w="2717" w:type="dxa"/>
            <w:gridSpan w:val="2"/>
          </w:tcPr>
          <w:p w:rsidR="00300B33" w:rsidRPr="00050632" w:rsidRDefault="00300B33" w:rsidP="00300B33">
            <w:pPr>
              <w:jc w:val="both"/>
              <w:rPr>
                <w:rFonts w:ascii="Times New Roman Bold" w:hAnsi="Times New Roman Bold"/>
                <w:b/>
                <w:sz w:val="20"/>
                <w:u w:val="double"/>
              </w:rPr>
            </w:pPr>
            <w:r w:rsidRPr="00050632">
              <w:rPr>
                <w:rFonts w:ascii="Times New Roman Bold" w:hAnsi="Times New Roman Bold"/>
                <w:b/>
                <w:sz w:val="20"/>
                <w:u w:val="double"/>
              </w:rPr>
              <w:t>US$</w:t>
            </w:r>
            <w:r w:rsidR="00CA0122">
              <w:rPr>
                <w:rFonts w:ascii="Times New Roman Bold" w:hAnsi="Times New Roman Bold"/>
                <w:b/>
                <w:sz w:val="20"/>
                <w:u w:val="double"/>
              </w:rPr>
              <w:t>1.8</w:t>
            </w:r>
            <w:r w:rsidR="009D7656">
              <w:rPr>
                <w:rFonts w:ascii="Times New Roman Bold" w:hAnsi="Times New Roman Bold"/>
                <w:b/>
                <w:sz w:val="20"/>
                <w:u w:val="double"/>
              </w:rPr>
              <w:t>42</w:t>
            </w:r>
            <w:r w:rsidRPr="00050632">
              <w:rPr>
                <w:rFonts w:ascii="Times New Roman Bold" w:hAnsi="Times New Roman Bold"/>
                <w:b/>
                <w:sz w:val="20"/>
                <w:u w:val="double"/>
              </w:rPr>
              <w:t>.000</w:t>
            </w:r>
          </w:p>
        </w:tc>
      </w:tr>
    </w:tbl>
    <w:p w:rsidR="002C29F8" w:rsidRDefault="002C29F8" w:rsidP="002C29F8">
      <w:pPr>
        <w:pStyle w:val="Paragraph"/>
        <w:numPr>
          <w:ilvl w:val="0"/>
          <w:numId w:val="0"/>
        </w:numPr>
        <w:ind w:left="720"/>
      </w:pPr>
    </w:p>
    <w:p w:rsidR="00EB7C7D" w:rsidRPr="00716323" w:rsidRDefault="00EB7C7D" w:rsidP="00244FAF">
      <w:pPr>
        <w:pStyle w:val="Paragraph"/>
        <w:numPr>
          <w:ilvl w:val="0"/>
          <w:numId w:val="0"/>
        </w:numPr>
        <w:ind w:left="720"/>
      </w:pPr>
    </w:p>
    <w:p w:rsidR="00B54624" w:rsidRPr="00716323" w:rsidRDefault="00B54624">
      <w:pPr>
        <w:pStyle w:val="Chapter"/>
        <w:sectPr w:rsidR="00B54624" w:rsidRPr="00716323" w:rsidSect="000227B9">
          <w:pgSz w:w="15840" w:h="12240" w:orient="landscape" w:code="1"/>
          <w:pgMar w:top="1800" w:right="1440" w:bottom="1800" w:left="1440" w:header="706" w:footer="706" w:gutter="0"/>
          <w:cols w:space="720"/>
          <w:formProt w:val="0"/>
          <w:titlePg/>
          <w:docGrid w:linePitch="326"/>
        </w:sectPr>
      </w:pPr>
      <w:bookmarkStart w:id="55" w:name="_Toc450478048"/>
      <w:bookmarkStart w:id="56" w:name="_Toc451059700"/>
      <w:bookmarkStart w:id="57" w:name="_Toc451059764"/>
      <w:bookmarkStart w:id="58" w:name="_Toc451922472"/>
      <w:bookmarkStart w:id="59" w:name="_Toc456499463"/>
      <w:bookmarkStart w:id="60" w:name="_Toc456499557"/>
      <w:bookmarkStart w:id="61" w:name="_Toc456499752"/>
      <w:bookmarkStart w:id="62" w:name="_Toc456503320"/>
      <w:bookmarkStart w:id="63" w:name="_Toc456503690"/>
      <w:bookmarkStart w:id="64" w:name="_Toc456504242"/>
      <w:bookmarkStart w:id="65" w:name="_Toc456504330"/>
      <w:bookmarkStart w:id="66" w:name="_Toc456504424"/>
      <w:bookmarkStart w:id="67" w:name="_Toc456504511"/>
      <w:bookmarkStart w:id="68" w:name="_Toc82922285"/>
      <w:bookmarkStart w:id="69" w:name="_Toc82924008"/>
      <w:bookmarkStart w:id="70" w:name="_Toc82924487"/>
      <w:bookmarkStart w:id="71" w:name="_Toc95628374"/>
      <w:bookmarkStart w:id="72" w:name="_Toc95628561"/>
    </w:p>
    <w:p w:rsidR="00B54624" w:rsidRPr="00716323" w:rsidRDefault="00244FAF">
      <w:pPr>
        <w:pStyle w:val="Chapter"/>
      </w:pPr>
      <w:bookmarkStart w:id="73" w:name="_Toc300921100"/>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lastRenderedPageBreak/>
        <w:t>Evaluación</w:t>
      </w:r>
      <w:bookmarkEnd w:id="73"/>
    </w:p>
    <w:p w:rsidR="00F209E4" w:rsidRPr="00F209E4" w:rsidRDefault="00244FAF" w:rsidP="00BC013E">
      <w:pPr>
        <w:pStyle w:val="Paragraph"/>
      </w:pPr>
      <w:r w:rsidRPr="00BC013E">
        <w:rPr>
          <w:szCs w:val="24"/>
        </w:rPr>
        <w:t>El</w:t>
      </w:r>
      <w:r w:rsidR="00617DCA">
        <w:rPr>
          <w:szCs w:val="24"/>
        </w:rPr>
        <w:t xml:space="preserve"> objetivo</w:t>
      </w:r>
      <w:r w:rsidR="003931B0">
        <w:rPr>
          <w:szCs w:val="24"/>
        </w:rPr>
        <w:t xml:space="preserve"> principal</w:t>
      </w:r>
      <w:r w:rsidR="00617DCA">
        <w:rPr>
          <w:szCs w:val="24"/>
        </w:rPr>
        <w:t xml:space="preserve"> de la</w:t>
      </w:r>
      <w:r w:rsidR="00F209E4">
        <w:rPr>
          <w:szCs w:val="24"/>
        </w:rPr>
        <w:t xml:space="preserve">s evaluaciones descritas en esta sección es medir los logros en términos de los propósitos generales planteados por el programa. Con ello en mente, de manera adicional a las mediciones regulares que forman parte del plan de monitoreo, se han planeado y costeado </w:t>
      </w:r>
      <w:r w:rsidR="005B3E9B">
        <w:rPr>
          <w:szCs w:val="24"/>
        </w:rPr>
        <w:t>las siguientes evaluaciones</w:t>
      </w:r>
      <w:r w:rsidR="00F209E4">
        <w:rPr>
          <w:szCs w:val="24"/>
        </w:rPr>
        <w:t xml:space="preserve">: </w:t>
      </w:r>
      <w:r w:rsidR="00A8479A">
        <w:rPr>
          <w:sz w:val="23"/>
          <w:szCs w:val="23"/>
          <w:lang w:val="es-AR"/>
        </w:rPr>
        <w:t>(i) </w:t>
      </w:r>
      <w:r w:rsidR="005B3E9B">
        <w:rPr>
          <w:sz w:val="23"/>
          <w:szCs w:val="23"/>
          <w:lang w:val="es-AR"/>
        </w:rPr>
        <w:t>e</w:t>
      </w:r>
      <w:r w:rsidR="00F209E4" w:rsidRPr="002A14F2">
        <w:rPr>
          <w:sz w:val="23"/>
          <w:szCs w:val="23"/>
          <w:lang w:val="es-AR"/>
        </w:rPr>
        <w:t>valuación de calidad de la EI, en el marco de la implementa</w:t>
      </w:r>
      <w:r w:rsidR="00A8479A">
        <w:rPr>
          <w:sz w:val="23"/>
          <w:szCs w:val="23"/>
          <w:lang w:val="es-AR"/>
        </w:rPr>
        <w:t xml:space="preserve">ción del sistema de monitoreo, </w:t>
      </w:r>
      <w:r w:rsidR="00F209E4" w:rsidRPr="002A14F2">
        <w:rPr>
          <w:sz w:val="23"/>
          <w:szCs w:val="23"/>
          <w:lang w:val="es-AR"/>
        </w:rPr>
        <w:t>que permitirá una evaluación reflexiva (antes y después) del programa; (ii)</w:t>
      </w:r>
      <w:r w:rsidR="00A8479A">
        <w:rPr>
          <w:sz w:val="23"/>
          <w:szCs w:val="23"/>
          <w:lang w:val="es-AR"/>
        </w:rPr>
        <w:t> </w:t>
      </w:r>
      <w:r w:rsidR="005B3E9B">
        <w:rPr>
          <w:sz w:val="23"/>
          <w:szCs w:val="23"/>
          <w:lang w:val="es-AR"/>
        </w:rPr>
        <w:t>e</w:t>
      </w:r>
      <w:r w:rsidR="00F209E4" w:rsidRPr="002A14F2">
        <w:rPr>
          <w:sz w:val="23"/>
          <w:szCs w:val="23"/>
          <w:lang w:val="es-AR"/>
        </w:rPr>
        <w:t xml:space="preserve">valuación de impacto del programa de </w:t>
      </w:r>
      <w:r w:rsidR="00D44793">
        <w:rPr>
          <w:sz w:val="23"/>
          <w:szCs w:val="23"/>
          <w:lang w:val="es-AR"/>
        </w:rPr>
        <w:t>acompañamiento/</w:t>
      </w:r>
      <w:r w:rsidR="00F209E4" w:rsidRPr="002A14F2">
        <w:rPr>
          <w:sz w:val="23"/>
          <w:szCs w:val="23"/>
          <w:lang w:val="es-AR"/>
        </w:rPr>
        <w:t>asesoramiento para docentes efectivos</w:t>
      </w:r>
      <w:r w:rsidR="008D720D">
        <w:rPr>
          <w:sz w:val="23"/>
          <w:szCs w:val="23"/>
          <w:lang w:val="es-AR"/>
        </w:rPr>
        <w:t xml:space="preserve"> en EI </w:t>
      </w:r>
      <w:r w:rsidR="00A8479A">
        <w:rPr>
          <w:sz w:val="23"/>
          <w:szCs w:val="23"/>
          <w:lang w:val="es-AR"/>
        </w:rPr>
        <w:t>(en p</w:t>
      </w:r>
      <w:r w:rsidR="00A63655">
        <w:rPr>
          <w:sz w:val="23"/>
          <w:szCs w:val="23"/>
          <w:lang w:val="es-AR"/>
        </w:rPr>
        <w:t xml:space="preserve">reescolar) </w:t>
      </w:r>
      <w:r w:rsidR="008D720D">
        <w:rPr>
          <w:sz w:val="23"/>
          <w:szCs w:val="23"/>
          <w:lang w:val="es-AR"/>
        </w:rPr>
        <w:t xml:space="preserve">y </w:t>
      </w:r>
      <w:r w:rsidR="00F209E4" w:rsidRPr="002A14F2">
        <w:rPr>
          <w:sz w:val="23"/>
          <w:szCs w:val="23"/>
          <w:lang w:val="es-AR"/>
        </w:rPr>
        <w:t xml:space="preserve">en </w:t>
      </w:r>
      <w:r w:rsidR="004E413F">
        <w:rPr>
          <w:sz w:val="23"/>
          <w:szCs w:val="23"/>
          <w:lang w:val="es-AR"/>
        </w:rPr>
        <w:t>EF</w:t>
      </w:r>
      <w:r w:rsidR="00A8479A">
        <w:rPr>
          <w:sz w:val="23"/>
          <w:szCs w:val="23"/>
          <w:lang w:val="es-AR"/>
        </w:rPr>
        <w:t>;</w:t>
      </w:r>
      <w:r w:rsidR="00F209E4">
        <w:rPr>
          <w:sz w:val="23"/>
          <w:szCs w:val="23"/>
          <w:lang w:val="es-AR"/>
        </w:rPr>
        <w:t xml:space="preserve"> y (iii)</w:t>
      </w:r>
      <w:r w:rsidR="00A8479A">
        <w:rPr>
          <w:sz w:val="23"/>
          <w:szCs w:val="23"/>
          <w:lang w:val="es-AR"/>
        </w:rPr>
        <w:t> </w:t>
      </w:r>
      <w:r w:rsidR="004E413F">
        <w:rPr>
          <w:sz w:val="23"/>
          <w:szCs w:val="23"/>
          <w:lang w:val="es-AR"/>
        </w:rPr>
        <w:t>evaluación econ</w:t>
      </w:r>
      <w:r w:rsidR="002A62F6">
        <w:rPr>
          <w:sz w:val="23"/>
          <w:szCs w:val="23"/>
          <w:lang w:val="es-AR"/>
        </w:rPr>
        <w:t>ómica ex</w:t>
      </w:r>
      <w:r w:rsidR="004E413F">
        <w:rPr>
          <w:sz w:val="23"/>
          <w:szCs w:val="23"/>
          <w:lang w:val="es-AR"/>
        </w:rPr>
        <w:t xml:space="preserve"> post del programa (análisis costo-beneficio</w:t>
      </w:r>
      <w:r w:rsidR="004D0CE2">
        <w:rPr>
          <w:sz w:val="23"/>
          <w:szCs w:val="23"/>
          <w:lang w:val="es-AR"/>
        </w:rPr>
        <w:t xml:space="preserve"> ex post</w:t>
      </w:r>
      <w:r w:rsidR="004E413F">
        <w:rPr>
          <w:sz w:val="23"/>
          <w:szCs w:val="23"/>
          <w:lang w:val="es-AR"/>
        </w:rPr>
        <w:t>)</w:t>
      </w:r>
      <w:r w:rsidR="00A631EC" w:rsidRPr="008526C7">
        <w:t>.</w:t>
      </w:r>
    </w:p>
    <w:p w:rsidR="00244FAF" w:rsidRPr="00290F92" w:rsidRDefault="002A62F6" w:rsidP="002A62F6">
      <w:pPr>
        <w:pStyle w:val="Paragraph"/>
      </w:pPr>
      <w:r>
        <w:t xml:space="preserve">En el caso de los levantamientos de datos de línea de base y mediciones de seguimiento </w:t>
      </w:r>
      <w:r w:rsidR="00463BBA">
        <w:t>para</w:t>
      </w:r>
      <w:r>
        <w:t xml:space="preserve"> las evaluaciones (i) y (ii)</w:t>
      </w:r>
      <w:r w:rsidR="00290F92">
        <w:t xml:space="preserve"> </w:t>
      </w:r>
      <w:r>
        <w:t>serán contratadas</w:t>
      </w:r>
      <w:r w:rsidR="00290F92">
        <w:t xml:space="preserve"> firmas consultoras especializadas en </w:t>
      </w:r>
      <w:r w:rsidR="00E26783">
        <w:t>estas</w:t>
      </w:r>
      <w:r w:rsidR="00290F92">
        <w:t xml:space="preserve"> tareas.</w:t>
      </w:r>
      <w:r>
        <w:t xml:space="preserve"> La evaluación económica ex post se nutrirá de datos administrativos y de los resultados mismos de las evaluaciones (i) y (ii).</w:t>
      </w:r>
      <w:r w:rsidR="00290F92">
        <w:t xml:space="preserve"> La información a levantarse permitirá conocer caracterí</w:t>
      </w:r>
      <w:r w:rsidR="00050632">
        <w:t xml:space="preserve">sticas de las </w:t>
      </w:r>
      <w:r w:rsidR="00C374D0">
        <w:t>instituciones educativas</w:t>
      </w:r>
      <w:r w:rsidR="00290F92">
        <w:t xml:space="preserve"> (infraestructura, capital humano y características de las salas de clase, entre otros), los docentes (características socio</w:t>
      </w:r>
      <w:r w:rsidR="00050632">
        <w:t xml:space="preserve"> </w:t>
      </w:r>
      <w:r w:rsidR="00290F92">
        <w:t>demográficas y capacitación, entre otros) y los estudiantes (</w:t>
      </w:r>
      <w:r w:rsidR="003A5B80">
        <w:t>desarrollo cognitivo/aprendizajes</w:t>
      </w:r>
      <w:r w:rsidR="004723F1">
        <w:t xml:space="preserve">, y, en tanto como sea posible, </w:t>
      </w:r>
      <w:r w:rsidR="00290F92">
        <w:t>características socio</w:t>
      </w:r>
      <w:r w:rsidR="00050632">
        <w:t xml:space="preserve"> </w:t>
      </w:r>
      <w:r w:rsidR="00290F92">
        <w:t>demográficas de ellos y sus hogares, así como dinámicas al interior de los hogares, condiciones de vida, entre otros)</w:t>
      </w:r>
      <w:r w:rsidR="00050632" w:rsidRPr="002A62F6">
        <w:rPr>
          <w:szCs w:val="24"/>
        </w:rPr>
        <w:t>.</w:t>
      </w:r>
    </w:p>
    <w:p w:rsidR="00C86872" w:rsidRDefault="00FC5313">
      <w:pPr>
        <w:pStyle w:val="FirstHeading"/>
        <w:numPr>
          <w:ilvl w:val="0"/>
          <w:numId w:val="0"/>
        </w:numPr>
        <w:ind w:left="720"/>
      </w:pPr>
      <w:r>
        <w:fldChar w:fldCharType="begin"/>
      </w:r>
      <w:r w:rsidR="00244FAF">
        <w:instrText xml:space="preserve"> SEQ "</w:instrText>
      </w:r>
      <w:fldSimple w:instr=" SECTION  \* MERGEFORMAT ">
        <w:r w:rsidR="00F756BA">
          <w:instrText>6</w:instrText>
        </w:r>
      </w:fldSimple>
      <w:r w:rsidR="00244FAF">
        <w:instrText xml:space="preserve">#"\* ALPHABETIC \* MERGEFORMAT </w:instrText>
      </w:r>
      <w:r>
        <w:fldChar w:fldCharType="separate"/>
      </w:r>
      <w:bookmarkStart w:id="74" w:name="_Toc300921101"/>
      <w:r w:rsidR="00F756BA">
        <w:rPr>
          <w:noProof/>
        </w:rPr>
        <w:t>A</w:t>
      </w:r>
      <w:r>
        <w:fldChar w:fldCharType="end"/>
      </w:r>
      <w:r w:rsidR="00244FAF">
        <w:t>.</w:t>
      </w:r>
      <w:r w:rsidR="00244FAF">
        <w:tab/>
      </w:r>
      <w:r w:rsidR="00244FAF" w:rsidRPr="0070507C">
        <w:t>Principales preguntas de evaluación</w:t>
      </w:r>
      <w:bookmarkEnd w:id="74"/>
    </w:p>
    <w:p w:rsidR="00BC013E" w:rsidRDefault="00ED2146" w:rsidP="00244FAF">
      <w:pPr>
        <w:pStyle w:val="Paragraph"/>
      </w:pPr>
      <w:r>
        <w:t>Algunas de las preguntas principales que estas evaluaciones buscan resolver</w:t>
      </w:r>
      <w:r w:rsidR="00D221A6">
        <w:t xml:space="preserve"> incluyen:</w:t>
      </w:r>
    </w:p>
    <w:p w:rsidR="00C86872" w:rsidRDefault="00A77DFC">
      <w:pPr>
        <w:pStyle w:val="subpar"/>
        <w:rPr>
          <w:b/>
        </w:rPr>
      </w:pPr>
      <w:r w:rsidRPr="00A77DFC">
        <w:rPr>
          <w:b/>
        </w:rPr>
        <w:t>Evaluación reflexiva:</w:t>
      </w:r>
    </w:p>
    <w:p w:rsidR="00A63655" w:rsidRDefault="00000EF1" w:rsidP="00A63655">
      <w:pPr>
        <w:pStyle w:val="SubSubPar"/>
        <w:spacing w:before="0" w:after="0"/>
      </w:pPr>
      <w:r>
        <w:t>¿</w:t>
      </w:r>
      <w:r w:rsidR="002F4DF0">
        <w:t>Cómo cambian los ambientes</w:t>
      </w:r>
      <w:r w:rsidR="00563C43">
        <w:t xml:space="preserve"> </w:t>
      </w:r>
      <w:r w:rsidR="002F4DF0">
        <w:t xml:space="preserve">en EI con las nuevas </w:t>
      </w:r>
      <w:r w:rsidR="00E25A4C">
        <w:t>prácticas</w:t>
      </w:r>
      <w:r w:rsidR="002F4DF0">
        <w:t>/entrenamientos</w:t>
      </w:r>
      <w:r w:rsidR="00AE61CF">
        <w:t>?</w:t>
      </w:r>
    </w:p>
    <w:p w:rsidR="00C86872" w:rsidRDefault="0066122E" w:rsidP="00A63655">
      <w:pPr>
        <w:pStyle w:val="SubSubPar"/>
        <w:spacing w:before="0" w:after="0"/>
      </w:pPr>
      <w:r>
        <w:t xml:space="preserve">¿Qué cambios en </w:t>
      </w:r>
      <w:r w:rsidR="00766108">
        <w:t>habilidades</w:t>
      </w:r>
      <w:r w:rsidR="00270D68">
        <w:t xml:space="preserve"> cognitiva</w:t>
      </w:r>
      <w:r w:rsidR="00380D69">
        <w:t>s</w:t>
      </w:r>
      <w:r w:rsidR="00270D68">
        <w:t>/no-cognitiva</w:t>
      </w:r>
      <w:r w:rsidR="00380D69">
        <w:t>s</w:t>
      </w:r>
      <w:r w:rsidR="009A3E64">
        <w:t xml:space="preserve"> se observan en </w:t>
      </w:r>
      <w:r w:rsidR="00567143">
        <w:t xml:space="preserve"> los niños beneficiarios</w:t>
      </w:r>
      <w:r w:rsidR="00ED77EB">
        <w:t>?</w:t>
      </w:r>
      <w:r w:rsidR="00A63655">
        <w:t xml:space="preserve"> </w:t>
      </w:r>
    </w:p>
    <w:p w:rsidR="00C86872" w:rsidRDefault="00A77DFC">
      <w:pPr>
        <w:pStyle w:val="subpar"/>
        <w:rPr>
          <w:b/>
        </w:rPr>
      </w:pPr>
      <w:r w:rsidRPr="00A77DFC">
        <w:rPr>
          <w:b/>
        </w:rPr>
        <w:t>Evaluación de impacto acompañamiento:</w:t>
      </w:r>
      <w:r w:rsidR="00036AAE" w:rsidRPr="00036AAE">
        <w:t xml:space="preserve"> </w:t>
      </w:r>
    </w:p>
    <w:p w:rsidR="00C86872" w:rsidRDefault="00036AAE">
      <w:pPr>
        <w:pStyle w:val="subpar"/>
        <w:numPr>
          <w:ilvl w:val="0"/>
          <w:numId w:val="0"/>
        </w:numPr>
        <w:spacing w:before="0" w:after="0"/>
        <w:ind w:left="1152"/>
        <w:rPr>
          <w:b/>
        </w:rPr>
      </w:pPr>
      <w:r>
        <w:t>¿</w:t>
      </w:r>
      <w:r w:rsidR="003B3E32">
        <w:t xml:space="preserve"> </w:t>
      </w:r>
      <w:r>
        <w:t>El programa de acompañamiento</w:t>
      </w:r>
      <w:r w:rsidR="00A5683E">
        <w:t>…</w:t>
      </w:r>
    </w:p>
    <w:p w:rsidR="00C86872" w:rsidRDefault="00A5683E">
      <w:pPr>
        <w:pStyle w:val="SubSubPar"/>
        <w:spacing w:before="0" w:after="0"/>
      </w:pPr>
      <w:r>
        <w:t>…</w:t>
      </w:r>
      <w:r w:rsidR="00FF47BE">
        <w:t>promueve</w:t>
      </w:r>
      <w:r w:rsidR="003128C5">
        <w:t xml:space="preserve"> a que el nuevo docente se sienta más satisfecho con su profesión</w:t>
      </w:r>
      <w:r w:rsidR="00FF47BE">
        <w:t>?</w:t>
      </w:r>
      <w:r w:rsidR="003128C5">
        <w:t xml:space="preserve">, </w:t>
      </w:r>
      <w:r w:rsidR="00FF47BE">
        <w:t xml:space="preserve">¿sea </w:t>
      </w:r>
      <w:r w:rsidR="003128C5">
        <w:t>más comprometido en su trabajo</w:t>
      </w:r>
      <w:r w:rsidR="00FF47BE">
        <w:t>?</w:t>
      </w:r>
      <w:r w:rsidR="00A63655">
        <w:t xml:space="preserve"> (</w:t>
      </w:r>
      <w:r w:rsidR="00A63655" w:rsidRPr="006D1FB7">
        <w:rPr>
          <w:b/>
        </w:rPr>
        <w:t>nivel:</w:t>
      </w:r>
      <w:r w:rsidR="00A63655">
        <w:t xml:space="preserve"> docente)</w:t>
      </w:r>
    </w:p>
    <w:p w:rsidR="00C86872" w:rsidRDefault="00A5683E">
      <w:pPr>
        <w:pStyle w:val="SubSubPar"/>
        <w:spacing w:before="0" w:after="0"/>
      </w:pPr>
      <w:r>
        <w:t>…</w:t>
      </w:r>
      <w:r w:rsidR="00FF47BE">
        <w:t>aumenta</w:t>
      </w:r>
      <w:r w:rsidR="003128C5">
        <w:t xml:space="preserve"> la tasa de retención de los nuevos docentes?</w:t>
      </w:r>
      <w:r w:rsidR="00A63655">
        <w:t xml:space="preserve"> (</w:t>
      </w:r>
      <w:r w:rsidR="00A63655" w:rsidRPr="006D1FB7">
        <w:rPr>
          <w:b/>
        </w:rPr>
        <w:t>nivel:</w:t>
      </w:r>
      <w:r w:rsidR="00A63655">
        <w:t xml:space="preserve"> docente)</w:t>
      </w:r>
    </w:p>
    <w:p w:rsidR="00C86872" w:rsidRPr="00C62E90" w:rsidRDefault="00A5683E">
      <w:pPr>
        <w:pStyle w:val="SubSubPar"/>
        <w:spacing w:before="0" w:after="0"/>
      </w:pPr>
      <w:r w:rsidRPr="00C62E90">
        <w:t>…</w:t>
      </w:r>
      <w:r w:rsidR="003128C5" w:rsidRPr="00C62E90">
        <w:t>ayuda a que los docentes tengan mejores métodos de enseñanza – tienen mejores ambientes en el salón de clase, usan mejor los materiales didácticos, ajustan las clases a los intereses de los estudiantes, etc.?</w:t>
      </w:r>
      <w:r w:rsidR="00C62E90" w:rsidRPr="00C62E90">
        <w:t xml:space="preserve"> (</w:t>
      </w:r>
      <w:r w:rsidR="00C62E90" w:rsidRPr="00C62E90">
        <w:rPr>
          <w:b/>
        </w:rPr>
        <w:t>nivel:</w:t>
      </w:r>
      <w:r w:rsidR="00C62E90" w:rsidRPr="00C62E90">
        <w:t xml:space="preserve"> docente)</w:t>
      </w:r>
    </w:p>
    <w:p w:rsidR="00C86872" w:rsidRDefault="00A5683E">
      <w:pPr>
        <w:pStyle w:val="SubSubPar"/>
        <w:spacing w:before="0" w:after="0"/>
      </w:pPr>
      <w:r w:rsidRPr="00C62E90">
        <w:t>…</w:t>
      </w:r>
      <w:r w:rsidR="003128C5" w:rsidRPr="00C62E90">
        <w:t xml:space="preserve"> logra que los alumnos tengan mejores resultados académicos?</w:t>
      </w:r>
      <w:r w:rsidR="00A63655" w:rsidRPr="00C62E90">
        <w:t xml:space="preserve"> (</w:t>
      </w:r>
      <w:r w:rsidR="00A63655" w:rsidRPr="00C62E90">
        <w:rPr>
          <w:b/>
        </w:rPr>
        <w:t>nivel:</w:t>
      </w:r>
      <w:r w:rsidR="00A63655">
        <w:t xml:space="preserve"> alumno)</w:t>
      </w:r>
    </w:p>
    <w:p w:rsidR="00C86872" w:rsidRDefault="003B2DE9" w:rsidP="00724CA8">
      <w:pPr>
        <w:pStyle w:val="subpar"/>
        <w:rPr>
          <w:b/>
        </w:rPr>
      </w:pPr>
      <w:r>
        <w:rPr>
          <w:b/>
        </w:rPr>
        <w:t>Costo-</w:t>
      </w:r>
      <w:r w:rsidR="00724CA8">
        <w:rPr>
          <w:b/>
        </w:rPr>
        <w:t>b</w:t>
      </w:r>
      <w:r>
        <w:rPr>
          <w:b/>
        </w:rPr>
        <w:t xml:space="preserve">eneficio </w:t>
      </w:r>
      <w:r w:rsidR="00724CA8">
        <w:rPr>
          <w:b/>
        </w:rPr>
        <w:t>e</w:t>
      </w:r>
      <w:r>
        <w:rPr>
          <w:b/>
        </w:rPr>
        <w:t>x</w:t>
      </w:r>
      <w:r w:rsidR="00724CA8">
        <w:rPr>
          <w:b/>
        </w:rPr>
        <w:t xml:space="preserve"> </w:t>
      </w:r>
      <w:r>
        <w:rPr>
          <w:b/>
        </w:rPr>
        <w:t>post</w:t>
      </w:r>
      <w:r w:rsidR="00A77DFC" w:rsidRPr="00A77DFC">
        <w:rPr>
          <w:b/>
        </w:rPr>
        <w:t>:</w:t>
      </w:r>
    </w:p>
    <w:p w:rsidR="00C86872" w:rsidRDefault="006F3B69">
      <w:pPr>
        <w:pStyle w:val="SubSubPar"/>
        <w:spacing w:before="0" w:after="0"/>
      </w:pPr>
      <w:r>
        <w:t>¿</w:t>
      </w:r>
      <w:r w:rsidR="00C60A8B">
        <w:t>Cuál</w:t>
      </w:r>
      <w:r w:rsidR="004228D7">
        <w:t xml:space="preserve"> es la tasa interna de retorno</w:t>
      </w:r>
      <w:r w:rsidR="00CC4B1C">
        <w:t>, relación costo/beneficio</w:t>
      </w:r>
      <w:r w:rsidR="004228D7">
        <w:t xml:space="preserve"> del proyecto</w:t>
      </w:r>
      <w:r>
        <w:t xml:space="preserve">? </w:t>
      </w:r>
    </w:p>
    <w:bookmarkStart w:id="75" w:name="_Toc429646049"/>
    <w:bookmarkStart w:id="76" w:name="_Toc429652581"/>
    <w:bookmarkStart w:id="77" w:name="_Toc429655317"/>
    <w:bookmarkStart w:id="78" w:name="_Toc429655352"/>
    <w:bookmarkStart w:id="79" w:name="_Toc429655496"/>
    <w:bookmarkStart w:id="80" w:name="_Toc429655693"/>
    <w:bookmarkStart w:id="81" w:name="_Toc429657386"/>
    <w:bookmarkStart w:id="82" w:name="_Toc430679379"/>
    <w:bookmarkStart w:id="83" w:name="_Toc430679403"/>
    <w:bookmarkStart w:id="84" w:name="_Toc434845960"/>
    <w:bookmarkStart w:id="85" w:name="_Toc434846228"/>
    <w:bookmarkStart w:id="86" w:name="_Toc434846941"/>
    <w:bookmarkStart w:id="87" w:name="_Toc437759769"/>
    <w:bookmarkStart w:id="88" w:name="_Toc450478050"/>
    <w:bookmarkStart w:id="89" w:name="_Toc451059702"/>
    <w:bookmarkStart w:id="90" w:name="_Toc451059766"/>
    <w:bookmarkStart w:id="91" w:name="_Toc451922474"/>
    <w:bookmarkStart w:id="92" w:name="_Toc456499465"/>
    <w:bookmarkStart w:id="93" w:name="_Toc456499559"/>
    <w:bookmarkStart w:id="94" w:name="_Toc456499754"/>
    <w:bookmarkStart w:id="95" w:name="_Toc456503322"/>
    <w:bookmarkStart w:id="96" w:name="_Toc456503692"/>
    <w:bookmarkStart w:id="97" w:name="_Toc456504244"/>
    <w:bookmarkStart w:id="98" w:name="_Toc456504332"/>
    <w:bookmarkStart w:id="99" w:name="_Toc456504426"/>
    <w:bookmarkStart w:id="100" w:name="_Toc456504513"/>
    <w:p w:rsidR="00C86872" w:rsidRDefault="00FC5313">
      <w:pPr>
        <w:pStyle w:val="FirstHeading"/>
        <w:numPr>
          <w:ilvl w:val="0"/>
          <w:numId w:val="0"/>
        </w:numPr>
        <w:ind w:left="720"/>
        <w:rPr>
          <w:lang w:val="es-ES_tradnl"/>
        </w:rPr>
      </w:pPr>
      <w:r w:rsidRPr="00716323">
        <w:lastRenderedPageBreak/>
        <w:fldChar w:fldCharType="begin"/>
      </w:r>
      <w:r w:rsidR="00B54624" w:rsidRPr="00716323">
        <w:instrText xml:space="preserve"> SEQ "</w:instrText>
      </w:r>
      <w:fldSimple w:instr=" SECTION  \* MERGEFORMAT ">
        <w:r w:rsidR="00F756BA">
          <w:instrText>6</w:instrText>
        </w:r>
      </w:fldSimple>
      <w:r w:rsidR="00B54624" w:rsidRPr="00716323">
        <w:instrText xml:space="preserve">#"\* ALPHABETIC \* MERGEFORMAT </w:instrText>
      </w:r>
      <w:r w:rsidRPr="00716323">
        <w:fldChar w:fldCharType="separate"/>
      </w:r>
      <w:bookmarkStart w:id="101" w:name="_Toc82922287"/>
      <w:bookmarkStart w:id="102" w:name="_Toc82924010"/>
      <w:bookmarkStart w:id="103" w:name="_Toc82924489"/>
      <w:bookmarkStart w:id="104" w:name="_Toc95628376"/>
      <w:bookmarkStart w:id="105" w:name="_Toc95628563"/>
      <w:bookmarkStart w:id="106" w:name="_Toc300921102"/>
      <w:r w:rsidR="00F756BA">
        <w:rPr>
          <w:noProof/>
        </w:rPr>
        <w:t>B</w:t>
      </w:r>
      <w:r w:rsidRPr="00716323">
        <w:fldChar w:fldCharType="end"/>
      </w:r>
      <w:r w:rsidR="00B54624" w:rsidRPr="00716323">
        <w:t>.</w:t>
      </w:r>
      <w:r w:rsidR="00B54624" w:rsidRPr="00716323">
        <w:tab/>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00244FAF" w:rsidRPr="00B87A39">
        <w:rPr>
          <w:lang w:val="es-ES_tradnl"/>
        </w:rPr>
        <w:t xml:space="preserve">Conocimiento existente </w:t>
      </w:r>
    </w:p>
    <w:p w:rsidR="00C86872" w:rsidRDefault="00724CA8">
      <w:pPr>
        <w:pStyle w:val="Paragraph"/>
        <w:numPr>
          <w:ilvl w:val="1"/>
          <w:numId w:val="11"/>
        </w:numPr>
      </w:pPr>
      <w:r w:rsidRPr="00BC0FD6">
        <w:rPr>
          <w:b/>
        </w:rPr>
        <w:t xml:space="preserve">Ambientes </w:t>
      </w:r>
      <w:r>
        <w:rPr>
          <w:b/>
        </w:rPr>
        <w:t>e</w:t>
      </w:r>
      <w:r w:rsidRPr="00BC0FD6">
        <w:rPr>
          <w:b/>
        </w:rPr>
        <w:t xml:space="preserve">ducación </w:t>
      </w:r>
      <w:r>
        <w:rPr>
          <w:b/>
        </w:rPr>
        <w:t>i</w:t>
      </w:r>
      <w:r w:rsidRPr="00BC0FD6">
        <w:rPr>
          <w:b/>
        </w:rPr>
        <w:t>nfantil</w:t>
      </w:r>
      <w:r>
        <w:rPr>
          <w:b/>
        </w:rPr>
        <w:t>.</w:t>
      </w:r>
      <w:r w:rsidRPr="00135694">
        <w:rPr>
          <w:lang w:val="es-AR"/>
        </w:rPr>
        <w:t xml:space="preserve"> </w:t>
      </w:r>
      <w:r>
        <w:rPr>
          <w:lang w:val="es-AR"/>
        </w:rPr>
        <w:t>La F</w:t>
      </w:r>
      <w:r w:rsidR="003C2B92" w:rsidRPr="00135694">
        <w:rPr>
          <w:lang w:val="es-AR"/>
        </w:rPr>
        <w:t xml:space="preserve">undación Carlos Chagas, </w:t>
      </w:r>
      <w:r>
        <w:rPr>
          <w:lang w:val="es-AR"/>
        </w:rPr>
        <w:t xml:space="preserve">el </w:t>
      </w:r>
      <w:r w:rsidR="003C2B92" w:rsidRPr="00135694">
        <w:rPr>
          <w:lang w:val="es-AR"/>
        </w:rPr>
        <w:t xml:space="preserve">MEC y </w:t>
      </w:r>
      <w:r>
        <w:rPr>
          <w:lang w:val="es-AR"/>
        </w:rPr>
        <w:t xml:space="preserve">el </w:t>
      </w:r>
      <w:r w:rsidR="003C2B92" w:rsidRPr="00135694">
        <w:rPr>
          <w:lang w:val="es-AR"/>
        </w:rPr>
        <w:t>BID</w:t>
      </w:r>
      <w:r w:rsidR="004B4330">
        <w:rPr>
          <w:lang w:val="es-AR"/>
        </w:rPr>
        <w:t xml:space="preserve"> financiaron en 2010 es estudio </w:t>
      </w:r>
      <w:r w:rsidR="00A77DFC" w:rsidRPr="00A77DFC">
        <w:rPr>
          <w:i/>
          <w:lang w:val="es-ES_tradnl"/>
        </w:rPr>
        <w:t>Educacao Infantil no Brasil: Avaliacao quantitativa e qualitativa.</w:t>
      </w:r>
      <w:r w:rsidR="00A77DFC" w:rsidRPr="00A77DFC">
        <w:rPr>
          <w:lang w:val="es-ES_tradnl"/>
        </w:rPr>
        <w:t xml:space="preserve"> </w:t>
      </w:r>
      <w:r w:rsidR="001C2260" w:rsidRPr="00BA22A5">
        <w:rPr>
          <w:lang w:val="es-AR"/>
        </w:rPr>
        <w:t xml:space="preserve">El estudio aplicó escalas de observación (0 a 10): </w:t>
      </w:r>
      <w:r w:rsidR="00A77DFC" w:rsidRPr="00A77DFC">
        <w:rPr>
          <w:i/>
          <w:lang w:val="es-AR"/>
        </w:rPr>
        <w:t>Infant and Toddler Environmental Rating Scale en Creches, y Early Childhood Environment Rating Scale</w:t>
      </w:r>
      <w:r w:rsidR="001C2260" w:rsidRPr="00BA22A5">
        <w:rPr>
          <w:lang w:val="es-AR"/>
        </w:rPr>
        <w:t>, en p</w:t>
      </w:r>
      <w:r w:rsidR="00A77DFC">
        <w:rPr>
          <w:lang w:val="es-AR"/>
        </w:rPr>
        <w:t xml:space="preserve">re escolar </w:t>
      </w:r>
      <w:r w:rsidR="00A77DFC">
        <w:rPr>
          <w:rFonts w:eastAsia="Calibri"/>
          <w:lang w:val="es-ES_tradnl"/>
        </w:rPr>
        <w:t xml:space="preserve">recolectando datos en siete dimensiones: (i) infraestructura y equipamiento; (ii) rutinas de cuidado; (iii) lenguaje y comunicación; (iv) actividades; (v) interacción; (vi) programación; y (vii) padres y equipo. </w:t>
      </w:r>
      <w:r w:rsidR="00A77DFC">
        <w:rPr>
          <w:lang w:val="es-AR"/>
        </w:rPr>
        <w:t>Florianópolis obtuvo 4,4 y 4,7, en creche y preescolar respectivamente, niveles básicos según la escala frente a 3,3 y 3,4 como promedio de las 6 redes que participaron del estudio (Río de Janeiro, Campo Grande, Teresina, Belem y Fortaleza).</w:t>
      </w:r>
      <w:bookmarkEnd w:id="106"/>
    </w:p>
    <w:p w:rsidR="00C86872" w:rsidRDefault="00724CA8">
      <w:pPr>
        <w:pStyle w:val="Paragraph"/>
      </w:pPr>
      <w:r w:rsidRPr="00A77DFC">
        <w:rPr>
          <w:b/>
        </w:rPr>
        <w:t>Programas de acompañamiento/asesoramiento/mentor</w:t>
      </w:r>
      <w:r w:rsidRPr="00B32988">
        <w:rPr>
          <w:b/>
        </w:rPr>
        <w:t>ía</w:t>
      </w:r>
      <w:r>
        <w:rPr>
          <w:b/>
        </w:rPr>
        <w:t>.</w:t>
      </w:r>
      <w:r w:rsidRPr="008C61FE">
        <w:rPr>
          <w:szCs w:val="24"/>
        </w:rPr>
        <w:t xml:space="preserve"> </w:t>
      </w:r>
      <w:r w:rsidR="00D44793" w:rsidRPr="008C61FE">
        <w:rPr>
          <w:szCs w:val="24"/>
        </w:rPr>
        <w:t>Son muchas las causas por las que se ha vuelto popular el apoyo a los profesores a través de mentores</w:t>
      </w:r>
      <w:r w:rsidR="005D1778">
        <w:rPr>
          <w:szCs w:val="24"/>
        </w:rPr>
        <w:t>/asesores/acompañantes</w:t>
      </w:r>
      <w:r w:rsidR="00D44793" w:rsidRPr="008C61FE">
        <w:rPr>
          <w:szCs w:val="24"/>
        </w:rPr>
        <w:t xml:space="preserve">. Algunas de éstas tienen como fin reducir los retos que enfrentan los docentes durante los primeros años de enseñanza, apoyar al bienestar personal y profesional del maestro, mejorar la calidad de enseñanza o/y evitar </w:t>
      </w:r>
      <w:r w:rsidR="00996CDC">
        <w:rPr>
          <w:szCs w:val="24"/>
        </w:rPr>
        <w:t xml:space="preserve">el abandono de </w:t>
      </w:r>
      <w:r w:rsidR="00D44793" w:rsidRPr="008C61FE">
        <w:rPr>
          <w:szCs w:val="24"/>
        </w:rPr>
        <w:t xml:space="preserve">la carrera magisterial durante los primeros años de práctica docente. </w:t>
      </w:r>
    </w:p>
    <w:p w:rsidR="00C86872" w:rsidRPr="00724CA8" w:rsidRDefault="00A77DFC">
      <w:pPr>
        <w:pStyle w:val="Paragraph"/>
      </w:pPr>
      <w:r w:rsidRPr="00A77DFC">
        <w:rPr>
          <w:szCs w:val="24"/>
        </w:rPr>
        <w:t xml:space="preserve">Durante los últimos años, los programas de mentores se han extendido alrededor del mundo. En Estados Unidos, por ejemplo, cerca del 80% de los “nuevos” docentes participan en </w:t>
      </w:r>
      <w:r w:rsidR="00996CDC">
        <w:rPr>
          <w:szCs w:val="24"/>
        </w:rPr>
        <w:t>algún</w:t>
      </w:r>
      <w:r w:rsidRPr="00A77DFC">
        <w:rPr>
          <w:szCs w:val="24"/>
        </w:rPr>
        <w:t xml:space="preserve"> programa de inducción</w:t>
      </w:r>
      <w:r w:rsidR="00D44793">
        <w:rPr>
          <w:rStyle w:val="FootnoteReference"/>
          <w:szCs w:val="24"/>
        </w:rPr>
        <w:footnoteReference w:id="3"/>
      </w:r>
      <w:r w:rsidR="00724CA8">
        <w:rPr>
          <w:szCs w:val="24"/>
        </w:rPr>
        <w:t xml:space="preserve"> en su primer año de enseñanza </w:t>
      </w:r>
      <w:r w:rsidRPr="00A77DFC">
        <w:rPr>
          <w:szCs w:val="24"/>
        </w:rPr>
        <w:t xml:space="preserve">(Education Week, 2008). Escuelas en Palestina (i.e., Kanan &amp; Baker, 2002), Suiza </w:t>
      </w:r>
      <w:r w:rsidRPr="00724CA8">
        <w:rPr>
          <w:rFonts w:ascii="AdvTimes" w:hAnsi="AdvTimes" w:cs="AdvTimes"/>
          <w:color w:val="000000"/>
          <w:szCs w:val="24"/>
        </w:rPr>
        <w:t>(i.e.,</w:t>
      </w:r>
      <w:r w:rsidRPr="00A77DFC">
        <w:rPr>
          <w:rFonts w:ascii="AdvTimes" w:hAnsi="AdvTimes" w:cs="AdvTimes"/>
          <w:color w:val="000000"/>
          <w:sz w:val="20"/>
        </w:rPr>
        <w:t xml:space="preserve"> </w:t>
      </w:r>
      <w:r w:rsidRPr="00A77DFC">
        <w:rPr>
          <w:szCs w:val="24"/>
        </w:rPr>
        <w:t>Lindgren, 2005), Inglaterra (i.e., Harrison, Lawson, &amp; Wortley, 2005), Israel (i.e., Lazovsky &amp; Reichenberg, 2006) y Corea del Sur (i.e., Cho &amp; Kwon, 20</w:t>
      </w:r>
      <w:r w:rsidRPr="00724CA8">
        <w:rPr>
          <w:szCs w:val="24"/>
        </w:rPr>
        <w:t xml:space="preserve">02) también han adoptado estas nuevas prácticas. </w:t>
      </w:r>
    </w:p>
    <w:p w:rsidR="00996CDC" w:rsidRDefault="00996CDC" w:rsidP="00996CDC">
      <w:pPr>
        <w:pStyle w:val="Paragraph"/>
        <w:rPr>
          <w:szCs w:val="24"/>
        </w:rPr>
      </w:pPr>
      <w:r w:rsidRPr="00A77DFC">
        <w:rPr>
          <w:szCs w:val="24"/>
        </w:rPr>
        <w:t>La revisión de la literatura relacionada con inducción a docentes y programas que involucren mentor</w:t>
      </w:r>
      <w:r>
        <w:rPr>
          <w:szCs w:val="24"/>
        </w:rPr>
        <w:t>ías</w:t>
      </w:r>
      <w:r w:rsidRPr="00A77DFC">
        <w:rPr>
          <w:szCs w:val="24"/>
        </w:rPr>
        <w:t xml:space="preserve"> data desde mediados de los 80. Sin embargo, </w:t>
      </w:r>
      <w:r>
        <w:rPr>
          <w:szCs w:val="24"/>
        </w:rPr>
        <w:t xml:space="preserve">relativamente </w:t>
      </w:r>
      <w:r w:rsidRPr="00A77DFC">
        <w:rPr>
          <w:szCs w:val="24"/>
        </w:rPr>
        <w:t>pocos estudios</w:t>
      </w:r>
      <w:r>
        <w:rPr>
          <w:szCs w:val="24"/>
        </w:rPr>
        <w:t xml:space="preserve"> han producido</w:t>
      </w:r>
      <w:r w:rsidRPr="00A77DFC">
        <w:rPr>
          <w:szCs w:val="24"/>
        </w:rPr>
        <w:t xml:space="preserve"> evidencia empírica</w:t>
      </w:r>
      <w:r w:rsidRPr="006D1FB7">
        <w:rPr>
          <w:vertAlign w:val="superscript"/>
        </w:rPr>
        <w:footnoteReference w:id="4"/>
      </w:r>
      <w:r>
        <w:rPr>
          <w:szCs w:val="24"/>
        </w:rPr>
        <w:t xml:space="preserve"> sólida</w:t>
      </w:r>
      <w:r w:rsidRPr="00A77DFC">
        <w:rPr>
          <w:szCs w:val="24"/>
        </w:rPr>
        <w:t xml:space="preserve"> sobre el impacto que tienen</w:t>
      </w:r>
      <w:r>
        <w:rPr>
          <w:szCs w:val="24"/>
        </w:rPr>
        <w:t xml:space="preserve"> estos programas sobre </w:t>
      </w:r>
      <w:r w:rsidRPr="00A77DFC">
        <w:rPr>
          <w:szCs w:val="24"/>
        </w:rPr>
        <w:t>la calidad de la enseñanza</w:t>
      </w:r>
      <w:r>
        <w:rPr>
          <w:szCs w:val="24"/>
        </w:rPr>
        <w:t>,</w:t>
      </w:r>
      <w:r w:rsidRPr="00A77DFC">
        <w:rPr>
          <w:szCs w:val="24"/>
        </w:rPr>
        <w:t xml:space="preserve"> medido a través del desempeño de los estudiantes, los retos que enfrentan los docentes los primeros años de docencia</w:t>
      </w:r>
      <w:r>
        <w:rPr>
          <w:szCs w:val="24"/>
        </w:rPr>
        <w:t>,</w:t>
      </w:r>
      <w:r w:rsidRPr="00A77DFC">
        <w:rPr>
          <w:szCs w:val="24"/>
        </w:rPr>
        <w:t xml:space="preserve"> y la retención y compromiso de </w:t>
      </w:r>
      <w:r>
        <w:rPr>
          <w:szCs w:val="24"/>
        </w:rPr>
        <w:t xml:space="preserve">estos </w:t>
      </w:r>
      <w:r w:rsidRPr="00A77DFC">
        <w:rPr>
          <w:szCs w:val="24"/>
        </w:rPr>
        <w:t>docentes.</w:t>
      </w:r>
    </w:p>
    <w:p w:rsidR="00996CDC" w:rsidRPr="00996CDC" w:rsidRDefault="00996CDC" w:rsidP="00996CDC">
      <w:pPr>
        <w:pStyle w:val="Paragraph"/>
        <w:rPr>
          <w:szCs w:val="24"/>
        </w:rPr>
      </w:pPr>
      <w:r w:rsidRPr="00A77DFC">
        <w:rPr>
          <w:szCs w:val="24"/>
        </w:rPr>
        <w:t>La mayoría de los</w:t>
      </w:r>
      <w:r>
        <w:rPr>
          <w:szCs w:val="24"/>
        </w:rPr>
        <w:t xml:space="preserve"> relativamente pocos</w:t>
      </w:r>
      <w:r w:rsidRPr="00A77DFC">
        <w:rPr>
          <w:szCs w:val="24"/>
        </w:rPr>
        <w:t xml:space="preserve"> estudios </w:t>
      </w:r>
      <w:r>
        <w:rPr>
          <w:szCs w:val="24"/>
        </w:rPr>
        <w:t xml:space="preserve">existentes sobre inducción </w:t>
      </w:r>
      <w:r w:rsidRPr="00A77DFC">
        <w:rPr>
          <w:szCs w:val="24"/>
        </w:rPr>
        <w:t xml:space="preserve">concluye que los “nuevos” docentes que han participado en algún programa de inducción tienen un mejor desempeño </w:t>
      </w:r>
      <w:r>
        <w:rPr>
          <w:szCs w:val="24"/>
        </w:rPr>
        <w:t>en cuanto a interacciones maestro-alumno: mantener</w:t>
      </w:r>
      <w:r w:rsidRPr="00A77DFC">
        <w:rPr>
          <w:szCs w:val="24"/>
        </w:rPr>
        <w:t xml:space="preserve"> la atención de los estudiantes, hac</w:t>
      </w:r>
      <w:r>
        <w:rPr>
          <w:szCs w:val="24"/>
        </w:rPr>
        <w:t>er</w:t>
      </w:r>
      <w:r w:rsidRPr="00A77DFC">
        <w:rPr>
          <w:szCs w:val="24"/>
        </w:rPr>
        <w:t xml:space="preserve"> preguntas más efectivas</w:t>
      </w:r>
      <w:r>
        <w:rPr>
          <w:szCs w:val="24"/>
        </w:rPr>
        <w:t xml:space="preserve">, </w:t>
      </w:r>
      <w:r w:rsidRPr="00A77DFC">
        <w:rPr>
          <w:szCs w:val="24"/>
        </w:rPr>
        <w:t>mantener un ambiente positivo en la clase</w:t>
      </w:r>
      <w:r>
        <w:rPr>
          <w:szCs w:val="24"/>
        </w:rPr>
        <w:t>, etc</w:t>
      </w:r>
      <w:r w:rsidRPr="00A77DFC">
        <w:rPr>
          <w:szCs w:val="24"/>
        </w:rPr>
        <w:t>. Además de lograr que los estudiantes tengan mejores resultados en las pruebas estandarizadas.</w:t>
      </w:r>
    </w:p>
    <w:p w:rsidR="00C86872" w:rsidRPr="00C41229" w:rsidRDefault="00996CDC" w:rsidP="00996CDC">
      <w:pPr>
        <w:pStyle w:val="Paragraph"/>
        <w:rPr>
          <w:szCs w:val="24"/>
        </w:rPr>
      </w:pPr>
      <w:r w:rsidRPr="00C41229">
        <w:rPr>
          <w:szCs w:val="24"/>
        </w:rPr>
        <w:lastRenderedPageBreak/>
        <w:t>A diferencia de muchas profesiones que requieren de un periodo de inducción, la carrera docente carece de este apoyo, guía y orientación (Lortie, 1975). De igual forma se observa que, a pesar de que los profesores de escuelas primarias y secundarias tienen gran interacción con jóvenes, el trabajo diario es solitario, haciendo que la experiencia para los nuevos docentes amerite acompañamiento para fortalecer las probabilidad</w:t>
      </w:r>
      <w:r w:rsidR="00C41229" w:rsidRPr="00C41229">
        <w:rPr>
          <w:szCs w:val="24"/>
        </w:rPr>
        <w:t xml:space="preserve">es de éxito o fracaso (Johnson </w:t>
      </w:r>
      <w:r w:rsidRPr="00C41229">
        <w:rPr>
          <w:szCs w:val="24"/>
        </w:rPr>
        <w:t xml:space="preserve">&amp; Birkeland 2003). </w:t>
      </w:r>
      <w:r w:rsidRPr="00C41229">
        <w:rPr>
          <w:szCs w:val="24"/>
          <w:lang w:val="en-US"/>
        </w:rPr>
        <w:t xml:space="preserve">De acuerdo a Boudett, K. P., E. City, and R.Murnane (2005). </w:t>
      </w:r>
      <w:r w:rsidRPr="00C41229">
        <w:rPr>
          <w:szCs w:val="24"/>
        </w:rPr>
        <w:t xml:space="preserve">Esto explica en parte porque, a diferencia de otras profesiones (i.e. ingenieros, abogados, arquitectos, enfermeras, etc.), los docentes tienen altas tasas de deserción (Ingersoll &amp; Perda, 2011). Específicamente, en la carrera magisterial se observa que entre el 40 y 50% de los nuevos profesores dejan la </w:t>
      </w:r>
      <w:r w:rsidR="00C41229" w:rsidRPr="00C41229">
        <w:rPr>
          <w:szCs w:val="24"/>
        </w:rPr>
        <w:t>profesión durante los primeros cinco</w:t>
      </w:r>
      <w:r w:rsidRPr="00C41229">
        <w:rPr>
          <w:szCs w:val="24"/>
        </w:rPr>
        <w:t xml:space="preserve"> años de práctica (Murnane et al. 1991; Ingersoll and Smith 2003; Huling-Austin 1990). </w:t>
      </w:r>
      <w:r w:rsidR="00D44793" w:rsidRPr="00C41229">
        <w:rPr>
          <w:szCs w:val="24"/>
        </w:rPr>
        <w:t xml:space="preserve"> </w:t>
      </w:r>
    </w:p>
    <w:p w:rsidR="00996CDC" w:rsidRPr="000E6813" w:rsidRDefault="00996CDC">
      <w:pPr>
        <w:pStyle w:val="Paragraph"/>
        <w:rPr>
          <w:szCs w:val="24"/>
        </w:rPr>
      </w:pPr>
      <w:r w:rsidRPr="000E6813">
        <w:rPr>
          <w:szCs w:val="24"/>
        </w:rPr>
        <w:t>Asimismo, e</w:t>
      </w:r>
      <w:r w:rsidR="00D44793" w:rsidRPr="000E6813">
        <w:rPr>
          <w:szCs w:val="24"/>
        </w:rPr>
        <w:t>studios recientes han observado que el apoyo a nuevos docentes tiene un impacto positivo en las tasas de retención, compromiso y satisfacción laboral.</w:t>
      </w:r>
      <w:r w:rsidR="000E6813">
        <w:rPr>
          <w:szCs w:val="24"/>
        </w:rPr>
        <w:t xml:space="preserve"> </w:t>
      </w:r>
      <w:r w:rsidR="00D44793" w:rsidRPr="000E6813">
        <w:rPr>
          <w:szCs w:val="24"/>
        </w:rPr>
        <w:t>Fuller, E. (2003) y Ingersoll &amp; Smith (2003) observaron que bajo programas de apoyo educacional, tutorías y evaluación formativa al docente las tasas de retención son más altas que para aquellos profesores fuera del programa. Spcuhler &amp; Zetler (1994), Ingersoll, R. &amp; Kralik, J.M (2004), Ingersoll, R. M. &amp; Strong, M. (2011) han encontraron que, considerando las limitaciones de los estudios, es posible observar un impacto positivo en los docentes y su retención en la profesión.</w:t>
      </w:r>
    </w:p>
    <w:p w:rsidR="00C86872" w:rsidRDefault="00996CDC">
      <w:pPr>
        <w:pStyle w:val="Paragraph"/>
        <w:rPr>
          <w:szCs w:val="24"/>
        </w:rPr>
      </w:pPr>
      <w:r>
        <w:rPr>
          <w:szCs w:val="24"/>
        </w:rPr>
        <w:t>La evaluación de impacto propuesta apunta a contribuir con la literatura existente generando conocimiento sobre programas de acompañamiento/mentoría a diferentes niveles de enseñanza (EI y EF), en diferentes puntos en la carrera magisterial, y sobre una batería de medidas de resultado: a nivel estudiante se medirá principalmente logro escolar, a nivel docente se medirán prácticas de aula, retención, entre otras.</w:t>
      </w:r>
      <w:r w:rsidR="00D44793">
        <w:rPr>
          <w:szCs w:val="24"/>
        </w:rPr>
        <w:t xml:space="preserve"> </w:t>
      </w:r>
    </w:p>
    <w:p w:rsidR="00097218" w:rsidRPr="00B32988" w:rsidRDefault="00C41229" w:rsidP="00097218">
      <w:pPr>
        <w:pStyle w:val="Paragraph"/>
        <w:rPr>
          <w:szCs w:val="24"/>
        </w:rPr>
      </w:pPr>
      <w:r>
        <w:rPr>
          <w:b/>
        </w:rPr>
        <w:t>Evaluación e</w:t>
      </w:r>
      <w:r w:rsidRPr="00A77DFC">
        <w:rPr>
          <w:b/>
        </w:rPr>
        <w:t>conómica (</w:t>
      </w:r>
      <w:r>
        <w:rPr>
          <w:b/>
        </w:rPr>
        <w:t>costo-b</w:t>
      </w:r>
      <w:r w:rsidRPr="00A77DFC">
        <w:rPr>
          <w:b/>
        </w:rPr>
        <w:t>eneficio</w:t>
      </w:r>
      <w:r>
        <w:rPr>
          <w:b/>
        </w:rPr>
        <w:t xml:space="preserve"> ex a</w:t>
      </w:r>
      <w:r w:rsidRPr="00A77DFC">
        <w:rPr>
          <w:b/>
        </w:rPr>
        <w:t>nte)</w:t>
      </w:r>
      <w:r>
        <w:rPr>
          <w:b/>
        </w:rPr>
        <w:t xml:space="preserve">. </w:t>
      </w:r>
      <w:r w:rsidR="00097218">
        <w:t>L</w:t>
      </w:r>
      <w:r w:rsidR="00097218" w:rsidRPr="00DA198F">
        <w:t xml:space="preserve">os resultados indican que el </w:t>
      </w:r>
      <w:r w:rsidR="00097218">
        <w:t>Valor Presente Liquido Social</w:t>
      </w:r>
      <w:r w:rsidR="00097218" w:rsidRPr="00B32988">
        <w:t xml:space="preserve"> (VPLS)</w:t>
      </w:r>
      <w:r w:rsidR="00097218">
        <w:t xml:space="preserve"> es de </w:t>
      </w:r>
      <w:r w:rsidR="00097218" w:rsidRPr="00B32988">
        <w:t xml:space="preserve">US$9,26, </w:t>
      </w:r>
      <w:r w:rsidR="00097218">
        <w:t xml:space="preserve">positivo, indicando </w:t>
      </w:r>
      <w:r w:rsidR="00097218" w:rsidRPr="00B32988">
        <w:t>por</w:t>
      </w:r>
      <w:r w:rsidR="00097218">
        <w:t xml:space="preserve"> </w:t>
      </w:r>
      <w:r w:rsidR="00097218" w:rsidRPr="00B32988">
        <w:t xml:space="preserve">tanto </w:t>
      </w:r>
      <w:r w:rsidR="00097218">
        <w:t>l</w:t>
      </w:r>
      <w:r w:rsidR="00097218" w:rsidRPr="00B32988">
        <w:t xml:space="preserve">a </w:t>
      </w:r>
      <w:r w:rsidR="00097218">
        <w:t xml:space="preserve">viabilidad del proyecto. </w:t>
      </w:r>
      <w:r>
        <w:t>La Tasa Interna de Retorno S</w:t>
      </w:r>
      <w:r w:rsidR="00097218" w:rsidRPr="00B32988">
        <w:t xml:space="preserve">ocial (TIRS) </w:t>
      </w:r>
      <w:r w:rsidR="00097218" w:rsidRPr="00E00137">
        <w:t xml:space="preserve">es </w:t>
      </w:r>
      <w:r w:rsidR="00097218" w:rsidRPr="00B32988">
        <w:t xml:space="preserve">de </w:t>
      </w:r>
      <w:r w:rsidR="00097218" w:rsidRPr="00E00137">
        <w:t>12,59%,</w:t>
      </w:r>
      <w:r w:rsidR="00284298">
        <w:t xml:space="preserve"> </w:t>
      </w:r>
      <w:r w:rsidR="00097218" w:rsidRPr="00E00137">
        <w:t xml:space="preserve">mayor que la tasa de descuento, que representa el costo de </w:t>
      </w:r>
      <w:r w:rsidR="00097218" w:rsidRPr="00B32988">
        <w:t>oportunidad</w:t>
      </w:r>
      <w:r w:rsidR="00097218" w:rsidRPr="00E00137">
        <w:t xml:space="preserve"> del proyecto, desd</w:t>
      </w:r>
      <w:r w:rsidR="00097218" w:rsidRPr="00B32988">
        <w:t>e el punto de vista social, tambi</w:t>
      </w:r>
      <w:r w:rsidR="00097218">
        <w:t xml:space="preserve">én resultando en un indicador de viabilidad. </w:t>
      </w:r>
    </w:p>
    <w:p w:rsidR="00C86872" w:rsidRDefault="00097218">
      <w:pPr>
        <w:pStyle w:val="Paragraph"/>
        <w:numPr>
          <w:ilvl w:val="1"/>
          <w:numId w:val="11"/>
        </w:numPr>
        <w:rPr>
          <w:szCs w:val="24"/>
        </w:rPr>
      </w:pPr>
      <w:r>
        <w:t>La relación beneficio/costo, la cual es de 1,12 significa que para cada unidad de costo social el proyecto genera un beneficio social de 1,12.</w:t>
      </w:r>
    </w:p>
    <w:bookmarkStart w:id="107" w:name="_Toc450478051"/>
    <w:bookmarkStart w:id="108" w:name="_Toc451059703"/>
    <w:bookmarkStart w:id="109" w:name="_Toc451059767"/>
    <w:bookmarkStart w:id="110" w:name="_Toc451922475"/>
    <w:bookmarkStart w:id="111" w:name="_Toc456499466"/>
    <w:bookmarkStart w:id="112" w:name="_Toc456499560"/>
    <w:bookmarkStart w:id="113" w:name="_Toc456499755"/>
    <w:bookmarkStart w:id="114" w:name="_Toc456503323"/>
    <w:bookmarkStart w:id="115" w:name="_Toc456503693"/>
    <w:bookmarkStart w:id="116" w:name="_Toc456504245"/>
    <w:bookmarkStart w:id="117" w:name="_Toc456504333"/>
    <w:bookmarkStart w:id="118" w:name="_Toc456504427"/>
    <w:bookmarkStart w:id="119" w:name="_Toc456504514"/>
    <w:p w:rsidR="00C86872" w:rsidRDefault="00FC5313">
      <w:pPr>
        <w:pStyle w:val="FirstHeading"/>
        <w:numPr>
          <w:ilvl w:val="0"/>
          <w:numId w:val="0"/>
        </w:numPr>
        <w:ind w:left="720"/>
        <w:rPr>
          <w:noProof/>
        </w:rPr>
      </w:pPr>
      <w:r w:rsidRPr="00716323">
        <w:rPr>
          <w:noProof/>
        </w:rPr>
        <w:fldChar w:fldCharType="begin"/>
      </w:r>
      <w:r w:rsidR="00B54624" w:rsidRPr="00716323">
        <w:rPr>
          <w:noProof/>
        </w:rPr>
        <w:instrText xml:space="preserve"> SEQ "</w:instrText>
      </w:r>
      <w:fldSimple w:instr=" SECTION  \* MERGEFORMAT ">
        <w:r w:rsidR="00F756BA">
          <w:rPr>
            <w:noProof/>
          </w:rPr>
          <w:instrText>6</w:instrText>
        </w:r>
      </w:fldSimple>
      <w:r w:rsidR="00B54624" w:rsidRPr="00716323">
        <w:rPr>
          <w:noProof/>
        </w:rPr>
        <w:instrText xml:space="preserve">#"\* ALPHABETIC \* MERGEFORMAT </w:instrText>
      </w:r>
      <w:r w:rsidRPr="00716323">
        <w:rPr>
          <w:noProof/>
        </w:rPr>
        <w:fldChar w:fldCharType="separate"/>
      </w:r>
      <w:bookmarkStart w:id="120" w:name="_Toc82922288"/>
      <w:bookmarkStart w:id="121" w:name="_Toc82924011"/>
      <w:bookmarkStart w:id="122" w:name="_Toc82924490"/>
      <w:bookmarkStart w:id="123" w:name="_Toc95628377"/>
      <w:bookmarkStart w:id="124" w:name="_Toc95628564"/>
      <w:bookmarkStart w:id="125" w:name="_Toc300921103"/>
      <w:r w:rsidR="00F756BA">
        <w:rPr>
          <w:noProof/>
        </w:rPr>
        <w:t>C</w:t>
      </w:r>
      <w:r w:rsidRPr="00716323">
        <w:rPr>
          <w:noProof/>
        </w:rPr>
        <w:fldChar w:fldCharType="end"/>
      </w:r>
      <w:r w:rsidR="00B54624" w:rsidRPr="00716323">
        <w:rPr>
          <w:noProof/>
        </w:rPr>
        <w:t>.</w:t>
      </w:r>
      <w:r w:rsidR="00B54624" w:rsidRPr="00716323">
        <w:rPr>
          <w:noProof/>
        </w:rPr>
        <w:tab/>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00244FAF" w:rsidRPr="0070507C">
        <w:rPr>
          <w:noProof/>
        </w:rPr>
        <w:t xml:space="preserve">Principales indicadores de </w:t>
      </w:r>
      <w:r w:rsidR="00244FAF">
        <w:rPr>
          <w:noProof/>
        </w:rPr>
        <w:t>efectos directos</w:t>
      </w:r>
      <w:bookmarkEnd w:id="125"/>
    </w:p>
    <w:p w:rsidR="00C86872" w:rsidRDefault="002A3716">
      <w:pPr>
        <w:pStyle w:val="Paragraph"/>
        <w:numPr>
          <w:ilvl w:val="1"/>
          <w:numId w:val="11"/>
        </w:numPr>
      </w:pPr>
      <w:r>
        <w:t>Los indicadores para la evaluación de impacto</w:t>
      </w:r>
      <w:r w:rsidR="00244FAF">
        <w:t xml:space="preserve"> se muestran a continuación</w:t>
      </w:r>
      <w:r w:rsidR="00244FAF" w:rsidRPr="00262E06">
        <w:rPr>
          <w:szCs w:val="24"/>
        </w:rPr>
        <w:t xml:space="preserve"> </w:t>
      </w:r>
      <w:r w:rsidR="00645433">
        <w:rPr>
          <w:szCs w:val="24"/>
        </w:rPr>
        <w:t>en el Cuadro III-1</w:t>
      </w:r>
      <w:r w:rsidR="00244FAF">
        <w:rPr>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28"/>
        <w:gridCol w:w="1980"/>
        <w:gridCol w:w="1998"/>
      </w:tblGrid>
      <w:tr w:rsidR="00C129F7" w:rsidRPr="00266275" w:rsidTr="00C129F7">
        <w:trPr>
          <w:jc w:val="center"/>
        </w:trPr>
        <w:tc>
          <w:tcPr>
            <w:tcW w:w="6606" w:type="dxa"/>
            <w:gridSpan w:val="3"/>
            <w:tcBorders>
              <w:top w:val="nil"/>
              <w:left w:val="nil"/>
              <w:bottom w:val="single" w:sz="4" w:space="0" w:color="000000"/>
              <w:right w:val="nil"/>
            </w:tcBorders>
            <w:shd w:val="clear" w:color="auto" w:fill="auto"/>
          </w:tcPr>
          <w:p w:rsidR="00C129F7" w:rsidRPr="00455D51" w:rsidRDefault="00C129F7" w:rsidP="00243813">
            <w:pPr>
              <w:pStyle w:val="Regtable"/>
              <w:keepNext/>
              <w:framePr w:wrap="auto" w:vAnchor="margin" w:yAlign="inline"/>
              <w:spacing w:before="0" w:after="0"/>
              <w:ind w:left="-108" w:right="-90"/>
              <w:jc w:val="center"/>
              <w:rPr>
                <w:b/>
                <w:sz w:val="20"/>
              </w:rPr>
            </w:pPr>
            <w:r>
              <w:rPr>
                <w:b/>
                <w:sz w:val="20"/>
              </w:rPr>
              <w:lastRenderedPageBreak/>
              <w:t>Cuadro III-1: Indicadores</w:t>
            </w:r>
          </w:p>
        </w:tc>
      </w:tr>
      <w:tr w:rsidR="00224248" w:rsidRPr="00266275" w:rsidTr="00224248">
        <w:trPr>
          <w:jc w:val="center"/>
        </w:trPr>
        <w:tc>
          <w:tcPr>
            <w:tcW w:w="2628" w:type="dxa"/>
            <w:tcBorders>
              <w:top w:val="single" w:sz="4" w:space="0" w:color="000000"/>
              <w:bottom w:val="single" w:sz="4" w:space="0" w:color="000000"/>
            </w:tcBorders>
            <w:shd w:val="clear" w:color="auto" w:fill="B6DDE8"/>
          </w:tcPr>
          <w:p w:rsidR="00224248" w:rsidRPr="00455D51" w:rsidRDefault="00224248" w:rsidP="00243813">
            <w:pPr>
              <w:pStyle w:val="Regtable"/>
              <w:keepNext/>
              <w:framePr w:wrap="auto" w:vAnchor="margin" w:yAlign="inline"/>
              <w:spacing w:before="0" w:after="0"/>
              <w:jc w:val="center"/>
              <w:rPr>
                <w:b/>
                <w:sz w:val="20"/>
              </w:rPr>
            </w:pPr>
            <w:r w:rsidRPr="00455D51">
              <w:rPr>
                <w:b/>
                <w:sz w:val="20"/>
              </w:rPr>
              <w:t>Indicador</w:t>
            </w:r>
          </w:p>
        </w:tc>
        <w:tc>
          <w:tcPr>
            <w:tcW w:w="1980" w:type="dxa"/>
            <w:tcBorders>
              <w:top w:val="single" w:sz="4" w:space="0" w:color="000000"/>
              <w:bottom w:val="single" w:sz="4" w:space="0" w:color="000000"/>
            </w:tcBorders>
            <w:shd w:val="clear" w:color="auto" w:fill="B6DDE8"/>
          </w:tcPr>
          <w:p w:rsidR="00224248" w:rsidRPr="00455D51" w:rsidRDefault="00224248" w:rsidP="00243813">
            <w:pPr>
              <w:pStyle w:val="Regtable"/>
              <w:keepNext/>
              <w:framePr w:wrap="auto" w:vAnchor="margin" w:yAlign="inline"/>
              <w:spacing w:before="0" w:after="0"/>
              <w:ind w:left="-108" w:right="-108"/>
              <w:jc w:val="center"/>
              <w:rPr>
                <w:b/>
                <w:sz w:val="20"/>
              </w:rPr>
            </w:pPr>
            <w:r w:rsidRPr="00455D51">
              <w:rPr>
                <w:b/>
                <w:sz w:val="20"/>
              </w:rPr>
              <w:t>Frecuencia de medición</w:t>
            </w:r>
          </w:p>
        </w:tc>
        <w:tc>
          <w:tcPr>
            <w:tcW w:w="1998" w:type="dxa"/>
            <w:tcBorders>
              <w:top w:val="single" w:sz="4" w:space="0" w:color="000000"/>
              <w:bottom w:val="single" w:sz="4" w:space="0" w:color="000000"/>
            </w:tcBorders>
            <w:shd w:val="clear" w:color="auto" w:fill="B6DDE8"/>
          </w:tcPr>
          <w:p w:rsidR="00224248" w:rsidRPr="00455D51" w:rsidRDefault="00224248" w:rsidP="00243813">
            <w:pPr>
              <w:pStyle w:val="Regtable"/>
              <w:keepNext/>
              <w:framePr w:wrap="auto" w:vAnchor="margin" w:yAlign="inline"/>
              <w:spacing w:before="0" w:after="0"/>
              <w:ind w:left="-108" w:right="-90"/>
              <w:jc w:val="center"/>
              <w:rPr>
                <w:b/>
                <w:sz w:val="20"/>
              </w:rPr>
            </w:pPr>
            <w:r w:rsidRPr="00455D51">
              <w:rPr>
                <w:b/>
                <w:sz w:val="20"/>
              </w:rPr>
              <w:t>Fuente de verificación</w:t>
            </w:r>
          </w:p>
        </w:tc>
      </w:tr>
      <w:tr w:rsidR="00224248" w:rsidRPr="00266275" w:rsidTr="00224248">
        <w:trPr>
          <w:jc w:val="center"/>
        </w:trPr>
        <w:tc>
          <w:tcPr>
            <w:tcW w:w="2628" w:type="dxa"/>
            <w:tcBorders>
              <w:top w:val="single" w:sz="4" w:space="0" w:color="000000"/>
              <w:bottom w:val="single" w:sz="4" w:space="0" w:color="000000"/>
            </w:tcBorders>
            <w:shd w:val="clear" w:color="auto" w:fill="auto"/>
          </w:tcPr>
          <w:p w:rsidR="00C86872" w:rsidRDefault="00701A61">
            <w:pPr>
              <w:pStyle w:val="Regtable"/>
              <w:keepNext/>
              <w:framePr w:wrap="auto" w:vAnchor="margin" w:yAlign="inline"/>
              <w:spacing w:before="0" w:after="0"/>
              <w:rPr>
                <w:b/>
                <w:sz w:val="20"/>
              </w:rPr>
            </w:pPr>
            <w:r>
              <w:rPr>
                <w:b/>
                <w:sz w:val="20"/>
              </w:rPr>
              <w:t>Aprendizaje portugues y matemática</w:t>
            </w:r>
            <w:r w:rsidR="00224248">
              <w:rPr>
                <w:b/>
                <w:sz w:val="20"/>
              </w:rPr>
              <w:t xml:space="preserve"> (estudiantes)</w:t>
            </w:r>
            <w:r w:rsidR="000A2C41">
              <w:rPr>
                <w:b/>
                <w:sz w:val="20"/>
              </w:rPr>
              <w:t>-EF</w:t>
            </w:r>
          </w:p>
        </w:tc>
        <w:tc>
          <w:tcPr>
            <w:tcW w:w="1980" w:type="dxa"/>
            <w:tcBorders>
              <w:top w:val="single" w:sz="4" w:space="0" w:color="000000"/>
              <w:bottom w:val="single" w:sz="4" w:space="0" w:color="000000"/>
            </w:tcBorders>
            <w:shd w:val="clear" w:color="auto" w:fill="auto"/>
          </w:tcPr>
          <w:p w:rsidR="00224248" w:rsidRPr="00455D51" w:rsidRDefault="00224248" w:rsidP="00243813">
            <w:pPr>
              <w:pStyle w:val="Regtable"/>
              <w:keepNext/>
              <w:framePr w:wrap="auto" w:vAnchor="margin" w:yAlign="inline"/>
              <w:spacing w:before="0" w:after="0"/>
              <w:ind w:left="-108" w:right="-108"/>
              <w:jc w:val="center"/>
              <w:rPr>
                <w:b/>
                <w:sz w:val="20"/>
              </w:rPr>
            </w:pPr>
            <w:r>
              <w:rPr>
                <w:b/>
                <w:sz w:val="20"/>
              </w:rPr>
              <w:t>Anual</w:t>
            </w:r>
          </w:p>
        </w:tc>
        <w:tc>
          <w:tcPr>
            <w:tcW w:w="1998" w:type="dxa"/>
            <w:tcBorders>
              <w:top w:val="single" w:sz="4" w:space="0" w:color="000000"/>
              <w:bottom w:val="single" w:sz="4" w:space="0" w:color="000000"/>
            </w:tcBorders>
            <w:shd w:val="clear" w:color="auto" w:fill="auto"/>
          </w:tcPr>
          <w:p w:rsidR="00224248" w:rsidRPr="00455D51" w:rsidRDefault="00224248" w:rsidP="00243813">
            <w:pPr>
              <w:pStyle w:val="Regtable"/>
              <w:keepNext/>
              <w:framePr w:wrap="auto" w:vAnchor="margin" w:yAlign="inline"/>
              <w:spacing w:before="0" w:after="0"/>
              <w:ind w:left="-108" w:right="-90"/>
              <w:jc w:val="center"/>
              <w:rPr>
                <w:b/>
                <w:sz w:val="20"/>
              </w:rPr>
            </w:pPr>
            <w:r>
              <w:rPr>
                <w:b/>
                <w:sz w:val="20"/>
              </w:rPr>
              <w:t>Prova Floripa</w:t>
            </w:r>
            <w:r w:rsidR="000F5DE9">
              <w:rPr>
                <w:b/>
                <w:sz w:val="20"/>
              </w:rPr>
              <w:t>/Provinha Brasil</w:t>
            </w:r>
          </w:p>
        </w:tc>
      </w:tr>
      <w:tr w:rsidR="00224248" w:rsidRPr="00266275" w:rsidTr="00224248">
        <w:trPr>
          <w:jc w:val="center"/>
        </w:trPr>
        <w:tc>
          <w:tcPr>
            <w:tcW w:w="2628" w:type="dxa"/>
            <w:tcBorders>
              <w:top w:val="single" w:sz="4" w:space="0" w:color="000000"/>
              <w:bottom w:val="single" w:sz="4" w:space="0" w:color="000000"/>
            </w:tcBorders>
            <w:shd w:val="clear" w:color="auto" w:fill="auto"/>
          </w:tcPr>
          <w:p w:rsidR="00C86872" w:rsidRDefault="00701A61">
            <w:pPr>
              <w:pStyle w:val="Regtable"/>
              <w:keepNext/>
              <w:framePr w:wrap="auto" w:vAnchor="margin" w:yAlign="inline"/>
              <w:spacing w:before="0" w:after="0"/>
              <w:rPr>
                <w:b/>
                <w:sz w:val="20"/>
              </w:rPr>
            </w:pPr>
            <w:r>
              <w:rPr>
                <w:b/>
                <w:sz w:val="20"/>
              </w:rPr>
              <w:t xml:space="preserve">Evaluaciones docentes – estadio </w:t>
            </w:r>
            <w:r w:rsidR="00224248">
              <w:rPr>
                <w:b/>
                <w:sz w:val="20"/>
              </w:rPr>
              <w:t>provatorio (docentes)</w:t>
            </w:r>
            <w:r w:rsidR="000A2C41">
              <w:rPr>
                <w:b/>
                <w:sz w:val="20"/>
              </w:rPr>
              <w:t>-EF</w:t>
            </w:r>
          </w:p>
        </w:tc>
        <w:tc>
          <w:tcPr>
            <w:tcW w:w="1980" w:type="dxa"/>
            <w:tcBorders>
              <w:top w:val="single" w:sz="4" w:space="0" w:color="000000"/>
              <w:bottom w:val="single" w:sz="4" w:space="0" w:color="000000"/>
            </w:tcBorders>
            <w:shd w:val="clear" w:color="auto" w:fill="auto"/>
          </w:tcPr>
          <w:p w:rsidR="00224248" w:rsidRDefault="00B97200" w:rsidP="00243813">
            <w:pPr>
              <w:pStyle w:val="Regtable"/>
              <w:keepNext/>
              <w:framePr w:wrap="auto" w:vAnchor="margin" w:yAlign="inline"/>
              <w:spacing w:before="0" w:after="0"/>
              <w:ind w:left="-108" w:right="-108"/>
              <w:jc w:val="center"/>
              <w:rPr>
                <w:b/>
                <w:sz w:val="20"/>
              </w:rPr>
            </w:pPr>
            <w:r>
              <w:rPr>
                <w:b/>
                <w:sz w:val="20"/>
              </w:rPr>
              <w:t>Anual</w:t>
            </w:r>
          </w:p>
        </w:tc>
        <w:tc>
          <w:tcPr>
            <w:tcW w:w="1998" w:type="dxa"/>
            <w:tcBorders>
              <w:top w:val="single" w:sz="4" w:space="0" w:color="000000"/>
              <w:bottom w:val="single" w:sz="4" w:space="0" w:color="000000"/>
            </w:tcBorders>
            <w:shd w:val="clear" w:color="auto" w:fill="auto"/>
          </w:tcPr>
          <w:p w:rsidR="00224248" w:rsidRDefault="00701A61" w:rsidP="00243813">
            <w:pPr>
              <w:pStyle w:val="Regtable"/>
              <w:keepNext/>
              <w:framePr w:wrap="auto" w:vAnchor="margin" w:yAlign="inline"/>
              <w:spacing w:before="0" w:after="0"/>
              <w:ind w:left="-108" w:right="-90"/>
              <w:jc w:val="center"/>
              <w:rPr>
                <w:b/>
                <w:sz w:val="20"/>
              </w:rPr>
            </w:pPr>
            <w:r>
              <w:rPr>
                <w:b/>
                <w:sz w:val="20"/>
              </w:rPr>
              <w:t>Joaquina</w:t>
            </w:r>
            <w:r w:rsidR="00EE2523">
              <w:rPr>
                <w:b/>
                <w:sz w:val="20"/>
              </w:rPr>
              <w:t xml:space="preserve"> system</w:t>
            </w:r>
          </w:p>
        </w:tc>
      </w:tr>
      <w:tr w:rsidR="000908EC" w:rsidRPr="00266275" w:rsidTr="00224248">
        <w:trPr>
          <w:jc w:val="center"/>
        </w:trPr>
        <w:tc>
          <w:tcPr>
            <w:tcW w:w="2628" w:type="dxa"/>
            <w:tcBorders>
              <w:top w:val="single" w:sz="4" w:space="0" w:color="000000"/>
              <w:bottom w:val="single" w:sz="4" w:space="0" w:color="000000"/>
            </w:tcBorders>
            <w:shd w:val="clear" w:color="auto" w:fill="auto"/>
          </w:tcPr>
          <w:p w:rsidR="00C86872" w:rsidRDefault="008542F7">
            <w:pPr>
              <w:pStyle w:val="Regtable"/>
              <w:keepNext/>
              <w:framePr w:wrap="auto" w:vAnchor="margin" w:yAlign="inline"/>
              <w:spacing w:before="0" w:after="0"/>
              <w:rPr>
                <w:b/>
                <w:sz w:val="20"/>
              </w:rPr>
            </w:pPr>
            <w:r>
              <w:rPr>
                <w:b/>
                <w:sz w:val="20"/>
              </w:rPr>
              <w:t>Practicas pedagógicas-interacción docente/estudiante</w:t>
            </w:r>
            <w:r w:rsidR="009228D9">
              <w:rPr>
                <w:b/>
                <w:sz w:val="20"/>
              </w:rPr>
              <w:t xml:space="preserve"> </w:t>
            </w:r>
            <w:r w:rsidR="0047701E">
              <w:rPr>
                <w:b/>
                <w:sz w:val="20"/>
              </w:rPr>
              <w:t>-EF</w:t>
            </w:r>
          </w:p>
        </w:tc>
        <w:tc>
          <w:tcPr>
            <w:tcW w:w="1980" w:type="dxa"/>
            <w:tcBorders>
              <w:top w:val="single" w:sz="4" w:space="0" w:color="000000"/>
              <w:bottom w:val="single" w:sz="4" w:space="0" w:color="000000"/>
            </w:tcBorders>
            <w:shd w:val="clear" w:color="auto" w:fill="auto"/>
          </w:tcPr>
          <w:p w:rsidR="000908EC" w:rsidRDefault="004C2C3B" w:rsidP="00243813">
            <w:pPr>
              <w:pStyle w:val="Regtable"/>
              <w:keepNext/>
              <w:framePr w:wrap="auto" w:vAnchor="margin" w:yAlign="inline"/>
              <w:spacing w:before="0" w:after="0"/>
              <w:ind w:left="-108" w:right="-108"/>
              <w:jc w:val="center"/>
              <w:rPr>
                <w:b/>
                <w:sz w:val="20"/>
              </w:rPr>
            </w:pPr>
            <w:r>
              <w:rPr>
                <w:b/>
                <w:sz w:val="20"/>
              </w:rPr>
              <w:t>Anual</w:t>
            </w:r>
          </w:p>
        </w:tc>
        <w:tc>
          <w:tcPr>
            <w:tcW w:w="1998" w:type="dxa"/>
            <w:tcBorders>
              <w:top w:val="single" w:sz="4" w:space="0" w:color="000000"/>
              <w:bottom w:val="single" w:sz="4" w:space="0" w:color="000000"/>
            </w:tcBorders>
            <w:shd w:val="clear" w:color="auto" w:fill="auto"/>
          </w:tcPr>
          <w:p w:rsidR="000908EC" w:rsidRDefault="004C2C3B" w:rsidP="00243813">
            <w:pPr>
              <w:pStyle w:val="Regtable"/>
              <w:keepNext/>
              <w:framePr w:wrap="auto" w:vAnchor="margin" w:yAlign="inline"/>
              <w:spacing w:before="0" w:after="0"/>
              <w:ind w:left="-108" w:right="-90"/>
              <w:jc w:val="center"/>
              <w:rPr>
                <w:b/>
                <w:sz w:val="20"/>
              </w:rPr>
            </w:pPr>
            <w:r>
              <w:rPr>
                <w:b/>
                <w:sz w:val="20"/>
              </w:rPr>
              <w:t>Instrumento observación en aula</w:t>
            </w:r>
          </w:p>
        </w:tc>
      </w:tr>
      <w:tr w:rsidR="00234E0E" w:rsidRPr="00266275" w:rsidTr="00224248">
        <w:trPr>
          <w:jc w:val="center"/>
        </w:trPr>
        <w:tc>
          <w:tcPr>
            <w:tcW w:w="2628" w:type="dxa"/>
            <w:tcBorders>
              <w:top w:val="single" w:sz="4" w:space="0" w:color="000000"/>
              <w:bottom w:val="single" w:sz="4" w:space="0" w:color="000000"/>
            </w:tcBorders>
            <w:shd w:val="clear" w:color="auto" w:fill="auto"/>
          </w:tcPr>
          <w:p w:rsidR="00C86872" w:rsidRDefault="00234E0E">
            <w:pPr>
              <w:pStyle w:val="Regtable"/>
              <w:keepNext/>
              <w:framePr w:wrap="auto" w:vAnchor="margin" w:yAlign="inline"/>
              <w:spacing w:before="0" w:after="0"/>
              <w:rPr>
                <w:b/>
                <w:sz w:val="20"/>
              </w:rPr>
            </w:pPr>
            <w:r>
              <w:rPr>
                <w:b/>
                <w:sz w:val="20"/>
              </w:rPr>
              <w:t xml:space="preserve">Ambientes Educacion Infantil </w:t>
            </w:r>
            <w:r w:rsidR="0047701E">
              <w:rPr>
                <w:b/>
                <w:sz w:val="20"/>
              </w:rPr>
              <w:t>-EI</w:t>
            </w:r>
          </w:p>
        </w:tc>
        <w:tc>
          <w:tcPr>
            <w:tcW w:w="1980" w:type="dxa"/>
            <w:tcBorders>
              <w:top w:val="single" w:sz="4" w:space="0" w:color="000000"/>
              <w:bottom w:val="single" w:sz="4" w:space="0" w:color="000000"/>
            </w:tcBorders>
            <w:shd w:val="clear" w:color="auto" w:fill="auto"/>
          </w:tcPr>
          <w:p w:rsidR="00234E0E" w:rsidRDefault="00234E0E" w:rsidP="00243813">
            <w:pPr>
              <w:pStyle w:val="Regtable"/>
              <w:keepNext/>
              <w:framePr w:wrap="auto" w:vAnchor="margin" w:yAlign="inline"/>
              <w:spacing w:before="0" w:after="0"/>
              <w:ind w:left="-108" w:right="-108"/>
              <w:jc w:val="center"/>
              <w:rPr>
                <w:b/>
                <w:sz w:val="20"/>
              </w:rPr>
            </w:pPr>
            <w:r>
              <w:rPr>
                <w:b/>
                <w:sz w:val="20"/>
              </w:rPr>
              <w:t>Anual</w:t>
            </w:r>
          </w:p>
        </w:tc>
        <w:tc>
          <w:tcPr>
            <w:tcW w:w="1998" w:type="dxa"/>
            <w:tcBorders>
              <w:top w:val="single" w:sz="4" w:space="0" w:color="000000"/>
              <w:bottom w:val="single" w:sz="4" w:space="0" w:color="000000"/>
            </w:tcBorders>
            <w:shd w:val="clear" w:color="auto" w:fill="auto"/>
          </w:tcPr>
          <w:p w:rsidR="00234E0E" w:rsidRDefault="00234E0E" w:rsidP="00243813">
            <w:pPr>
              <w:pStyle w:val="Regtable"/>
              <w:keepNext/>
              <w:framePr w:wrap="auto" w:vAnchor="margin" w:yAlign="inline"/>
              <w:spacing w:before="0" w:after="0"/>
              <w:ind w:left="-108" w:right="-90"/>
              <w:jc w:val="center"/>
              <w:rPr>
                <w:b/>
                <w:sz w:val="20"/>
              </w:rPr>
            </w:pPr>
            <w:r>
              <w:rPr>
                <w:b/>
                <w:sz w:val="20"/>
              </w:rPr>
              <w:t>ITERS, ECERS</w:t>
            </w:r>
          </w:p>
        </w:tc>
      </w:tr>
      <w:tr w:rsidR="00E84432" w:rsidRPr="00266275" w:rsidTr="00224248">
        <w:trPr>
          <w:jc w:val="center"/>
        </w:trPr>
        <w:tc>
          <w:tcPr>
            <w:tcW w:w="2628" w:type="dxa"/>
            <w:tcBorders>
              <w:top w:val="single" w:sz="4" w:space="0" w:color="000000"/>
              <w:bottom w:val="single" w:sz="4" w:space="0" w:color="000000"/>
            </w:tcBorders>
            <w:shd w:val="clear" w:color="auto" w:fill="auto"/>
          </w:tcPr>
          <w:p w:rsidR="00C86872" w:rsidRDefault="00A77DFC">
            <w:pPr>
              <w:pStyle w:val="Regtable"/>
              <w:keepNext/>
              <w:framePr w:wrap="auto" w:vAnchor="margin" w:yAlign="inline"/>
              <w:spacing w:before="0" w:after="0"/>
              <w:rPr>
                <w:b/>
                <w:sz w:val="20"/>
                <w:lang w:val="pt-BR"/>
              </w:rPr>
            </w:pPr>
            <w:r w:rsidRPr="00A77DFC">
              <w:rPr>
                <w:b/>
                <w:sz w:val="20"/>
                <w:lang w:val="pt-BR"/>
              </w:rPr>
              <w:t>Habilidades no-cognitivas preescolar-EI</w:t>
            </w:r>
          </w:p>
        </w:tc>
        <w:tc>
          <w:tcPr>
            <w:tcW w:w="1980" w:type="dxa"/>
            <w:tcBorders>
              <w:top w:val="single" w:sz="4" w:space="0" w:color="000000"/>
              <w:bottom w:val="single" w:sz="4" w:space="0" w:color="000000"/>
            </w:tcBorders>
            <w:shd w:val="clear" w:color="auto" w:fill="auto"/>
          </w:tcPr>
          <w:p w:rsidR="00E84432" w:rsidRDefault="00E84432" w:rsidP="00243813">
            <w:pPr>
              <w:pStyle w:val="Regtable"/>
              <w:keepNext/>
              <w:framePr w:wrap="auto" w:vAnchor="margin" w:yAlign="inline"/>
              <w:spacing w:before="0" w:after="0"/>
              <w:ind w:left="-108" w:right="-108"/>
              <w:jc w:val="center"/>
              <w:rPr>
                <w:b/>
                <w:sz w:val="20"/>
              </w:rPr>
            </w:pPr>
            <w:r>
              <w:rPr>
                <w:b/>
                <w:sz w:val="20"/>
              </w:rPr>
              <w:t>Anual</w:t>
            </w:r>
          </w:p>
        </w:tc>
        <w:tc>
          <w:tcPr>
            <w:tcW w:w="1998" w:type="dxa"/>
            <w:tcBorders>
              <w:top w:val="single" w:sz="4" w:space="0" w:color="000000"/>
              <w:bottom w:val="single" w:sz="4" w:space="0" w:color="000000"/>
            </w:tcBorders>
            <w:shd w:val="clear" w:color="auto" w:fill="auto"/>
          </w:tcPr>
          <w:p w:rsidR="00E84432" w:rsidRDefault="00E84432" w:rsidP="00243813">
            <w:pPr>
              <w:pStyle w:val="Regtable"/>
              <w:keepNext/>
              <w:framePr w:wrap="auto" w:vAnchor="margin" w:yAlign="inline"/>
              <w:spacing w:before="0" w:after="0"/>
              <w:ind w:left="-108" w:right="-90"/>
              <w:jc w:val="center"/>
              <w:rPr>
                <w:b/>
                <w:sz w:val="20"/>
              </w:rPr>
            </w:pPr>
            <w:r>
              <w:rPr>
                <w:b/>
                <w:sz w:val="20"/>
              </w:rPr>
              <w:t>Instrumentos función ejecutiva</w:t>
            </w:r>
          </w:p>
        </w:tc>
      </w:tr>
    </w:tbl>
    <w:bookmarkStart w:id="126" w:name="_Toc450478052"/>
    <w:bookmarkStart w:id="127" w:name="_Toc451059704"/>
    <w:bookmarkStart w:id="128" w:name="_Toc451059768"/>
    <w:bookmarkStart w:id="129" w:name="_Toc451922476"/>
    <w:bookmarkStart w:id="130" w:name="_Toc456499467"/>
    <w:bookmarkStart w:id="131" w:name="_Toc456499561"/>
    <w:bookmarkStart w:id="132" w:name="_Toc456499756"/>
    <w:bookmarkStart w:id="133" w:name="_Toc456503324"/>
    <w:bookmarkStart w:id="134" w:name="_Toc456503694"/>
    <w:bookmarkStart w:id="135" w:name="_Toc456504246"/>
    <w:bookmarkStart w:id="136" w:name="_Toc456504334"/>
    <w:bookmarkStart w:id="137" w:name="_Toc456504428"/>
    <w:bookmarkStart w:id="138" w:name="_Toc456504515"/>
    <w:p w:rsidR="00B54624" w:rsidRPr="00716323" w:rsidRDefault="00FC5313" w:rsidP="00696851">
      <w:pPr>
        <w:pStyle w:val="FirstHeading"/>
        <w:numPr>
          <w:ilvl w:val="0"/>
          <w:numId w:val="0"/>
        </w:numPr>
        <w:ind w:left="720"/>
      </w:pPr>
      <w:r w:rsidRPr="00716323">
        <w:fldChar w:fldCharType="begin"/>
      </w:r>
      <w:r w:rsidR="00B54624" w:rsidRPr="00716323">
        <w:instrText xml:space="preserve"> SEQ "</w:instrText>
      </w:r>
      <w:fldSimple w:instr=" SECTION  \* MERGEFORMAT ">
        <w:r w:rsidR="00F756BA">
          <w:instrText>6</w:instrText>
        </w:r>
      </w:fldSimple>
      <w:r w:rsidR="00B54624" w:rsidRPr="00716323">
        <w:instrText xml:space="preserve">#"\* ALPHABETIC \* MERGEFORMAT </w:instrText>
      </w:r>
      <w:r w:rsidRPr="00716323">
        <w:fldChar w:fldCharType="separate"/>
      </w:r>
      <w:bookmarkStart w:id="139" w:name="_Toc82922289"/>
      <w:bookmarkStart w:id="140" w:name="_Toc82924012"/>
      <w:bookmarkStart w:id="141" w:name="_Toc82924491"/>
      <w:bookmarkStart w:id="142" w:name="_Toc95628378"/>
      <w:bookmarkStart w:id="143" w:name="_Toc95628565"/>
      <w:bookmarkStart w:id="144" w:name="_Toc300921104"/>
      <w:r w:rsidR="00F756BA">
        <w:rPr>
          <w:noProof/>
        </w:rPr>
        <w:t>D</w:t>
      </w:r>
      <w:r w:rsidRPr="00716323">
        <w:fldChar w:fldCharType="end"/>
      </w:r>
      <w:r w:rsidR="00B54624" w:rsidRPr="00716323">
        <w:t>.</w:t>
      </w:r>
      <w:r w:rsidR="00B54624" w:rsidRPr="00716323">
        <w:tab/>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00085814" w:rsidRPr="0070507C">
        <w:t>Metodología de la evaluación</w:t>
      </w:r>
      <w:bookmarkEnd w:id="144"/>
    </w:p>
    <w:p w:rsidR="00944C9B" w:rsidRPr="00944C9B" w:rsidRDefault="00FD0109">
      <w:pPr>
        <w:pStyle w:val="Paragraph"/>
        <w:rPr>
          <w:b/>
        </w:rPr>
      </w:pPr>
      <w:r w:rsidRPr="00944C9B">
        <w:rPr>
          <w:b/>
        </w:rPr>
        <w:t>Evaluación 1.</w:t>
      </w:r>
      <w:r>
        <w:t xml:space="preserve"> </w:t>
      </w:r>
      <w:r w:rsidR="00944C9B">
        <w:rPr>
          <w:lang w:val="es-AR"/>
        </w:rPr>
        <w:t>Se elaborará</w:t>
      </w:r>
      <w:r w:rsidR="00944C9B" w:rsidRPr="004A1054">
        <w:rPr>
          <w:lang w:val="es-AR"/>
        </w:rPr>
        <w:t xml:space="preserve"> una evaluación </w:t>
      </w:r>
      <w:r w:rsidR="00944C9B">
        <w:rPr>
          <w:lang w:val="es-AR"/>
        </w:rPr>
        <w:t xml:space="preserve">reflexiva </w:t>
      </w:r>
      <w:r w:rsidR="00944C9B" w:rsidRPr="004A1054">
        <w:rPr>
          <w:lang w:val="es-AR"/>
        </w:rPr>
        <w:t>de la calidad del servicio de EI con la aplicación de las escalas ITERS y ECERS, replicando así el estudio que se llevó a cabo en el municipio en los años 2009 y 2010. Se aplicarán las escalas a principio del proyecto</w:t>
      </w:r>
      <w:r w:rsidR="00944C9B">
        <w:rPr>
          <w:lang w:val="es-AR"/>
        </w:rPr>
        <w:t xml:space="preserve"> en el universo actual de los centros de EI</w:t>
      </w:r>
      <w:r w:rsidR="00944C9B" w:rsidRPr="004A1054">
        <w:rPr>
          <w:lang w:val="es-AR"/>
        </w:rPr>
        <w:t>, para establecer una línea de base, y de nuevo a</w:t>
      </w:r>
      <w:r w:rsidR="00944C9B">
        <w:rPr>
          <w:lang w:val="es-AR"/>
        </w:rPr>
        <w:t>l</w:t>
      </w:r>
      <w:r w:rsidR="00944C9B" w:rsidRPr="004A1054">
        <w:rPr>
          <w:lang w:val="es-AR"/>
        </w:rPr>
        <w:t xml:space="preserve"> terminar el proyecto</w:t>
      </w:r>
      <w:r w:rsidR="00944C9B">
        <w:rPr>
          <w:lang w:val="es-AR"/>
        </w:rPr>
        <w:t>.</w:t>
      </w:r>
      <w:r w:rsidR="00944C9B">
        <w:t xml:space="preserve"> Las escalas </w:t>
      </w:r>
      <w:r w:rsidR="00944C9B" w:rsidRPr="00886FC0">
        <w:rPr>
          <w:rFonts w:eastAsia="Calibri"/>
          <w:lang w:eastAsia="pt-BR"/>
        </w:rPr>
        <w:t>ITERS-R y ECERS-R</w:t>
      </w:r>
      <w:r w:rsidR="00944C9B">
        <w:t xml:space="preserve"> recolectan amplia y detallada información sobre la calidad de la EI. Estos datos, a su vez, proporcionarán insumos importantes para la toma de decisiones sobre el funcionamiento y equipamiento de los </w:t>
      </w:r>
      <w:r w:rsidR="00C129F7">
        <w:t xml:space="preserve">centros, la formación docente, </w:t>
      </w:r>
      <w:r w:rsidR="00944C9B">
        <w:t>el sistema de monitoreo, etc.</w:t>
      </w:r>
    </w:p>
    <w:p w:rsidR="00EE1BDF" w:rsidRPr="00284298" w:rsidRDefault="00284298" w:rsidP="00284298">
      <w:pPr>
        <w:pStyle w:val="Paragraph"/>
        <w:rPr>
          <w:b/>
        </w:rPr>
      </w:pPr>
      <w:r>
        <w:rPr>
          <w:b/>
        </w:rPr>
        <w:t xml:space="preserve">Evaluación 2. </w:t>
      </w:r>
      <w:r w:rsidRPr="0065793F">
        <w:t xml:space="preserve">Evaluación de impacto experimental del programa de acompañamiento “coaching” para docentes en escuelas de EI y </w:t>
      </w:r>
      <w:r w:rsidR="00C129F7">
        <w:t xml:space="preserve">de </w:t>
      </w:r>
      <w:r w:rsidRPr="0065793F">
        <w:t>EF</w:t>
      </w:r>
      <w:r>
        <w:t>, el programa será efectivo para todos los docentes al frente de aula</w:t>
      </w:r>
      <w:r w:rsidRPr="0065793F">
        <w:t>. Se construirá el grupo de control a partir de la ejecución natural del componente</w:t>
      </w:r>
      <w:r>
        <w:t>, dicho grupo de control funcionará en la estimación como contrafactual de la intervención, es decir, lo que hubiera pasado si la intervención no hubiera ocurrido</w:t>
      </w:r>
      <w:r w:rsidRPr="0065793F">
        <w:t>. Se levantará una línea de base al principio del ciclo escolar 201</w:t>
      </w:r>
      <w:r>
        <w:t>5</w:t>
      </w:r>
      <w:r w:rsidRPr="0065793F">
        <w:t xml:space="preserve"> (año </w:t>
      </w:r>
      <w:r w:rsidR="00C129F7">
        <w:t>tres</w:t>
      </w:r>
      <w:r>
        <w:t>, primer año de funcionamiento del coaching</w:t>
      </w:r>
      <w:r w:rsidRPr="0065793F">
        <w:t>). Durante el primer año de intervención la totalidad de los docentes de</w:t>
      </w:r>
      <w:r>
        <w:t xml:space="preserve"> EF</w:t>
      </w:r>
      <w:r w:rsidRPr="0065793F">
        <w:t xml:space="preserve"> </w:t>
      </w:r>
      <w:r w:rsidR="000E6813">
        <w:t xml:space="preserve">en </w:t>
      </w:r>
      <w:r w:rsidRPr="0065793F">
        <w:t>12 centros recibirán acompañamiento, mientras que los</w:t>
      </w:r>
      <w:r w:rsidR="00C129F7">
        <w:t xml:space="preserve"> 25 centros restantes funcionará</w:t>
      </w:r>
      <w:r w:rsidRPr="0065793F">
        <w:t xml:space="preserve">n como controles, </w:t>
      </w:r>
      <w:r>
        <w:t>s</w:t>
      </w:r>
      <w:r w:rsidRPr="0065793F">
        <w:t>e realizará un levantamiento de seguimiento al fin del ciclo escolar. Durante el segundo año de intervención</w:t>
      </w:r>
      <w:r>
        <w:t xml:space="preserve"> (2016)</w:t>
      </w:r>
      <w:r w:rsidRPr="0065793F">
        <w:t xml:space="preserve"> los 12 centros originales, más 12 más recibirán el acompañamiento, los 13 restantes funcionarán como controles (</w:t>
      </w:r>
      <w:r>
        <w:t xml:space="preserve">siguiendo el mismo esquema que para el primer año de intervención, se realizarán </w:t>
      </w:r>
      <w:r w:rsidRPr="0065793F">
        <w:t xml:space="preserve">levantamientos de información al principio y al final del ciclo escolar). El orden en el cual </w:t>
      </w:r>
      <w:r>
        <w:t>cada</w:t>
      </w:r>
      <w:r w:rsidRPr="0065793F">
        <w:t xml:space="preserve"> escuela recibirá el acompañamiento será determinado de manera aleatoria. Durante el tercer año </w:t>
      </w:r>
      <w:r>
        <w:t xml:space="preserve">de intervención (2017) </w:t>
      </w:r>
      <w:r w:rsidRPr="0065793F">
        <w:t xml:space="preserve">37 centros de EF recibirán acompañamiento. </w:t>
      </w:r>
    </w:p>
    <w:p w:rsidR="00944C9B" w:rsidRPr="005E28B4" w:rsidRDefault="00944C9B">
      <w:pPr>
        <w:pStyle w:val="Paragraph"/>
      </w:pPr>
      <w:r>
        <w:t xml:space="preserve">El </w:t>
      </w:r>
      <w:r w:rsidR="005E28B4">
        <w:t xml:space="preserve">Cuadro III-2 </w:t>
      </w:r>
      <w:r>
        <w:t>presenta el proceso de intervención para todos docentes y estudiantes beneficiarios del programa</w:t>
      </w:r>
      <w:r w:rsidR="005E28B4">
        <w:t>.</w:t>
      </w:r>
    </w:p>
    <w:tbl>
      <w:tblPr>
        <w:tblW w:w="6640" w:type="dxa"/>
        <w:jc w:val="center"/>
        <w:tblInd w:w="-747" w:type="dxa"/>
        <w:tblLook w:val="04A0" w:firstRow="1" w:lastRow="0" w:firstColumn="1" w:lastColumn="0" w:noHBand="0" w:noVBand="1"/>
      </w:tblPr>
      <w:tblGrid>
        <w:gridCol w:w="1610"/>
        <w:gridCol w:w="1690"/>
        <w:gridCol w:w="1620"/>
        <w:gridCol w:w="1720"/>
      </w:tblGrid>
      <w:tr w:rsidR="005E28B4" w:rsidRPr="00252BA4" w:rsidTr="005E28B4">
        <w:trPr>
          <w:trHeight w:val="285"/>
          <w:jc w:val="center"/>
        </w:trPr>
        <w:tc>
          <w:tcPr>
            <w:tcW w:w="6640" w:type="dxa"/>
            <w:gridSpan w:val="4"/>
            <w:tcBorders>
              <w:bottom w:val="single" w:sz="4" w:space="0" w:color="auto"/>
            </w:tcBorders>
            <w:shd w:val="clear" w:color="auto" w:fill="auto"/>
            <w:noWrap/>
            <w:vAlign w:val="bottom"/>
            <w:hideMark/>
          </w:tcPr>
          <w:p w:rsidR="005E28B4" w:rsidRPr="005E28B4" w:rsidRDefault="005E28B4" w:rsidP="005E28B4">
            <w:pPr>
              <w:jc w:val="center"/>
              <w:rPr>
                <w:b/>
                <w:bCs/>
                <w:color w:val="000000"/>
                <w:sz w:val="22"/>
                <w:szCs w:val="22"/>
                <w:lang w:val="es-ES"/>
              </w:rPr>
            </w:pPr>
            <w:r w:rsidRPr="005E28B4">
              <w:rPr>
                <w:b/>
                <w:sz w:val="20"/>
                <w:lang w:val="es-ES"/>
              </w:rPr>
              <w:t xml:space="preserve">Cuadro III-2: </w:t>
            </w:r>
            <w:r>
              <w:rPr>
                <w:b/>
                <w:sz w:val="20"/>
                <w:lang w:val="es-ES"/>
              </w:rPr>
              <w:t>Esquema de i</w:t>
            </w:r>
            <w:r w:rsidRPr="005E28B4">
              <w:rPr>
                <w:b/>
                <w:sz w:val="20"/>
                <w:lang w:val="es-ES"/>
              </w:rPr>
              <w:t xml:space="preserve">mplementación </w:t>
            </w:r>
            <w:r>
              <w:rPr>
                <w:b/>
                <w:sz w:val="20"/>
                <w:lang w:val="es-ES"/>
              </w:rPr>
              <w:t>p</w:t>
            </w:r>
            <w:r w:rsidRPr="005E28B4">
              <w:rPr>
                <w:b/>
                <w:sz w:val="20"/>
                <w:lang w:val="es-ES"/>
              </w:rPr>
              <w:t xml:space="preserve">rograma </w:t>
            </w:r>
            <w:r>
              <w:rPr>
                <w:b/>
                <w:sz w:val="20"/>
                <w:lang w:val="es-ES"/>
              </w:rPr>
              <w:t>a</w:t>
            </w:r>
            <w:r w:rsidRPr="005E28B4">
              <w:rPr>
                <w:b/>
                <w:sz w:val="20"/>
                <w:lang w:val="es-ES"/>
              </w:rPr>
              <w:t>compañamiento EF</w:t>
            </w:r>
          </w:p>
        </w:tc>
      </w:tr>
      <w:tr w:rsidR="00EE1BDF" w:rsidRPr="00EE1BDF" w:rsidTr="005E28B4">
        <w:trPr>
          <w:trHeight w:val="285"/>
          <w:jc w:val="center"/>
        </w:trPr>
        <w:tc>
          <w:tcPr>
            <w:tcW w:w="1610"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EE1BDF" w:rsidRPr="00EE1BDF" w:rsidRDefault="00EE1BDF" w:rsidP="00284298">
            <w:pPr>
              <w:jc w:val="center"/>
              <w:rPr>
                <w:b/>
                <w:bCs/>
                <w:color w:val="000000"/>
                <w:sz w:val="22"/>
                <w:szCs w:val="22"/>
              </w:rPr>
            </w:pPr>
            <w:r w:rsidRPr="00EE1BDF">
              <w:rPr>
                <w:b/>
                <w:bCs/>
                <w:color w:val="000000"/>
                <w:sz w:val="22"/>
                <w:szCs w:val="22"/>
              </w:rPr>
              <w:t>201</w:t>
            </w:r>
            <w:r w:rsidR="00284298">
              <w:rPr>
                <w:b/>
                <w:bCs/>
                <w:color w:val="000000"/>
                <w:sz w:val="22"/>
                <w:szCs w:val="22"/>
              </w:rPr>
              <w:t>5</w:t>
            </w:r>
          </w:p>
        </w:tc>
        <w:tc>
          <w:tcPr>
            <w:tcW w:w="1690"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rsidR="00EE1BDF" w:rsidRPr="00EE1BDF" w:rsidRDefault="00EE1BDF" w:rsidP="00284298">
            <w:pPr>
              <w:jc w:val="center"/>
              <w:rPr>
                <w:b/>
                <w:bCs/>
                <w:color w:val="000000"/>
                <w:sz w:val="22"/>
                <w:szCs w:val="22"/>
              </w:rPr>
            </w:pPr>
            <w:r w:rsidRPr="00EE1BDF">
              <w:rPr>
                <w:b/>
                <w:bCs/>
                <w:color w:val="000000"/>
                <w:sz w:val="22"/>
                <w:szCs w:val="22"/>
              </w:rPr>
              <w:t>201</w:t>
            </w:r>
            <w:r w:rsidR="00284298">
              <w:rPr>
                <w:b/>
                <w:bCs/>
                <w:color w:val="000000"/>
                <w:sz w:val="22"/>
                <w:szCs w:val="22"/>
              </w:rPr>
              <w:t>6</w:t>
            </w:r>
          </w:p>
        </w:tc>
        <w:tc>
          <w:tcPr>
            <w:tcW w:w="1620"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rsidR="00EE1BDF" w:rsidRPr="00EE1BDF" w:rsidRDefault="00EE1BDF" w:rsidP="00284298">
            <w:pPr>
              <w:jc w:val="center"/>
              <w:rPr>
                <w:b/>
                <w:bCs/>
                <w:color w:val="000000"/>
                <w:sz w:val="22"/>
                <w:szCs w:val="22"/>
              </w:rPr>
            </w:pPr>
            <w:r w:rsidRPr="00EE1BDF">
              <w:rPr>
                <w:b/>
                <w:bCs/>
                <w:color w:val="000000"/>
                <w:sz w:val="22"/>
                <w:szCs w:val="22"/>
              </w:rPr>
              <w:t>201</w:t>
            </w:r>
            <w:r w:rsidR="00284298">
              <w:rPr>
                <w:b/>
                <w:bCs/>
                <w:color w:val="000000"/>
                <w:sz w:val="22"/>
                <w:szCs w:val="22"/>
              </w:rPr>
              <w:t>7</w:t>
            </w:r>
          </w:p>
        </w:tc>
        <w:tc>
          <w:tcPr>
            <w:tcW w:w="1720"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rsidR="00EE1BDF" w:rsidRPr="00EE1BDF" w:rsidRDefault="00944C9B" w:rsidP="00EE1BDF">
            <w:pPr>
              <w:jc w:val="center"/>
              <w:rPr>
                <w:b/>
                <w:bCs/>
                <w:color w:val="000000"/>
                <w:sz w:val="22"/>
                <w:szCs w:val="22"/>
              </w:rPr>
            </w:pPr>
            <w:r w:rsidRPr="00EE1BDF">
              <w:rPr>
                <w:b/>
                <w:bCs/>
                <w:color w:val="000000"/>
                <w:sz w:val="22"/>
                <w:szCs w:val="22"/>
              </w:rPr>
              <w:t>T</w:t>
            </w:r>
            <w:r w:rsidR="00EE1BDF" w:rsidRPr="00EE1BDF">
              <w:rPr>
                <w:b/>
                <w:bCs/>
                <w:color w:val="000000"/>
                <w:sz w:val="22"/>
                <w:szCs w:val="22"/>
              </w:rPr>
              <w:t>otal</w:t>
            </w:r>
          </w:p>
        </w:tc>
      </w:tr>
      <w:tr w:rsidR="00EE1BDF" w:rsidRPr="00EE1BDF" w:rsidTr="005E28B4">
        <w:trPr>
          <w:trHeight w:val="773"/>
          <w:jc w:val="center"/>
        </w:trPr>
        <w:tc>
          <w:tcPr>
            <w:tcW w:w="1610" w:type="dxa"/>
            <w:tcBorders>
              <w:top w:val="nil"/>
              <w:left w:val="single" w:sz="4" w:space="0" w:color="auto"/>
              <w:bottom w:val="single" w:sz="4" w:space="0" w:color="auto"/>
              <w:right w:val="single" w:sz="4" w:space="0" w:color="auto"/>
            </w:tcBorders>
            <w:shd w:val="clear" w:color="auto" w:fill="auto"/>
            <w:vAlign w:val="bottom"/>
            <w:hideMark/>
          </w:tcPr>
          <w:p w:rsidR="00C86872" w:rsidRDefault="00EE1BDF">
            <w:pPr>
              <w:rPr>
                <w:color w:val="000000"/>
                <w:sz w:val="22"/>
                <w:szCs w:val="22"/>
              </w:rPr>
            </w:pPr>
            <w:r w:rsidRPr="00EE1BDF">
              <w:rPr>
                <w:color w:val="000000"/>
                <w:sz w:val="22"/>
                <w:szCs w:val="22"/>
              </w:rPr>
              <w:lastRenderedPageBreak/>
              <w:t>12 escuelas</w:t>
            </w:r>
            <w:r w:rsidRPr="00EE1BDF">
              <w:rPr>
                <w:color w:val="000000"/>
                <w:sz w:val="22"/>
                <w:szCs w:val="22"/>
              </w:rPr>
              <w:br/>
              <w:t>240 docentes</w:t>
            </w:r>
            <w:r w:rsidRPr="00EE1BDF">
              <w:rPr>
                <w:color w:val="000000"/>
                <w:sz w:val="22"/>
                <w:szCs w:val="22"/>
              </w:rPr>
              <w:br/>
              <w:t>4,800 niños</w:t>
            </w:r>
          </w:p>
        </w:tc>
        <w:tc>
          <w:tcPr>
            <w:tcW w:w="1690" w:type="dxa"/>
            <w:tcBorders>
              <w:top w:val="nil"/>
              <w:left w:val="nil"/>
              <w:bottom w:val="single" w:sz="4" w:space="0" w:color="auto"/>
              <w:right w:val="single" w:sz="4" w:space="0" w:color="auto"/>
            </w:tcBorders>
            <w:shd w:val="clear" w:color="auto" w:fill="auto"/>
            <w:vAlign w:val="bottom"/>
            <w:hideMark/>
          </w:tcPr>
          <w:p w:rsidR="00EE1BDF" w:rsidRPr="00EE1BDF" w:rsidRDefault="00EE1BDF" w:rsidP="00EE1BDF">
            <w:pPr>
              <w:jc w:val="center"/>
              <w:rPr>
                <w:color w:val="000000"/>
                <w:sz w:val="22"/>
                <w:szCs w:val="22"/>
              </w:rPr>
            </w:pPr>
            <w:r w:rsidRPr="00EE1BDF">
              <w:rPr>
                <w:color w:val="000000"/>
                <w:sz w:val="22"/>
                <w:szCs w:val="22"/>
              </w:rPr>
              <w:t>12 escuelas</w:t>
            </w:r>
            <w:r w:rsidRPr="00EE1BDF">
              <w:rPr>
                <w:color w:val="000000"/>
                <w:sz w:val="22"/>
                <w:szCs w:val="22"/>
              </w:rPr>
              <w:br/>
              <w:t>240 docentes</w:t>
            </w:r>
            <w:r w:rsidRPr="00EE1BDF">
              <w:rPr>
                <w:color w:val="000000"/>
                <w:sz w:val="22"/>
                <w:szCs w:val="22"/>
              </w:rPr>
              <w:br/>
              <w:t>4,800 niños</w:t>
            </w:r>
          </w:p>
        </w:tc>
        <w:tc>
          <w:tcPr>
            <w:tcW w:w="1620" w:type="dxa"/>
            <w:tcBorders>
              <w:top w:val="nil"/>
              <w:left w:val="nil"/>
              <w:bottom w:val="single" w:sz="4" w:space="0" w:color="auto"/>
              <w:right w:val="single" w:sz="4" w:space="0" w:color="auto"/>
            </w:tcBorders>
            <w:shd w:val="clear" w:color="auto" w:fill="auto"/>
            <w:vAlign w:val="bottom"/>
            <w:hideMark/>
          </w:tcPr>
          <w:p w:rsidR="00EE1BDF" w:rsidRPr="00EE1BDF" w:rsidRDefault="00EE1BDF" w:rsidP="00EE1BDF">
            <w:pPr>
              <w:jc w:val="center"/>
              <w:rPr>
                <w:color w:val="000000"/>
                <w:sz w:val="22"/>
                <w:szCs w:val="22"/>
              </w:rPr>
            </w:pPr>
            <w:r w:rsidRPr="00EE1BDF">
              <w:rPr>
                <w:color w:val="000000"/>
                <w:sz w:val="22"/>
                <w:szCs w:val="22"/>
              </w:rPr>
              <w:t>13 escuelas</w:t>
            </w:r>
            <w:r w:rsidRPr="00EE1BDF">
              <w:rPr>
                <w:color w:val="000000"/>
                <w:sz w:val="22"/>
                <w:szCs w:val="22"/>
              </w:rPr>
              <w:br/>
              <w:t>254 docentes</w:t>
            </w:r>
            <w:r w:rsidRPr="00EE1BDF">
              <w:rPr>
                <w:color w:val="000000"/>
                <w:sz w:val="22"/>
                <w:szCs w:val="22"/>
              </w:rPr>
              <w:br/>
              <w:t>5,080 niños</w:t>
            </w:r>
          </w:p>
        </w:tc>
        <w:tc>
          <w:tcPr>
            <w:tcW w:w="1720" w:type="dxa"/>
            <w:tcBorders>
              <w:top w:val="nil"/>
              <w:left w:val="nil"/>
              <w:bottom w:val="single" w:sz="4" w:space="0" w:color="auto"/>
              <w:right w:val="single" w:sz="4" w:space="0" w:color="auto"/>
            </w:tcBorders>
            <w:shd w:val="clear" w:color="auto" w:fill="auto"/>
            <w:vAlign w:val="center"/>
            <w:hideMark/>
          </w:tcPr>
          <w:p w:rsidR="00173986" w:rsidRDefault="00EE1BDF">
            <w:pPr>
              <w:jc w:val="center"/>
              <w:rPr>
                <w:color w:val="000000"/>
                <w:sz w:val="22"/>
                <w:szCs w:val="22"/>
              </w:rPr>
            </w:pPr>
            <w:r w:rsidRPr="00EE1BDF">
              <w:rPr>
                <w:color w:val="000000"/>
                <w:sz w:val="22"/>
                <w:szCs w:val="22"/>
              </w:rPr>
              <w:t xml:space="preserve">37 escuelas </w:t>
            </w:r>
          </w:p>
          <w:p w:rsidR="00EE1BDF" w:rsidRPr="00EE1BDF" w:rsidRDefault="00173986">
            <w:pPr>
              <w:jc w:val="center"/>
              <w:rPr>
                <w:color w:val="000000"/>
                <w:sz w:val="22"/>
                <w:szCs w:val="22"/>
              </w:rPr>
            </w:pPr>
            <w:r w:rsidRPr="00EE1BDF">
              <w:rPr>
                <w:color w:val="000000"/>
                <w:sz w:val="22"/>
                <w:szCs w:val="22"/>
              </w:rPr>
              <w:t>734 docentes</w:t>
            </w:r>
            <w:r w:rsidR="00EE1BDF" w:rsidRPr="00EE1BDF">
              <w:rPr>
                <w:color w:val="000000"/>
                <w:sz w:val="22"/>
                <w:szCs w:val="22"/>
              </w:rPr>
              <w:br/>
              <w:t>14,680 niños</w:t>
            </w:r>
          </w:p>
        </w:tc>
      </w:tr>
    </w:tbl>
    <w:p w:rsidR="00284298" w:rsidRDefault="00284298" w:rsidP="00284298">
      <w:pPr>
        <w:pStyle w:val="Paragraph"/>
      </w:pPr>
      <w:r w:rsidRPr="00A77DFC">
        <w:t>Se realizaron cálculos de potencia para la estimación de tamaños de muestra requeridos para la detección de cambi</w:t>
      </w:r>
      <w:r w:rsidR="005E28B4">
        <w:t>os mínimos en indicadores clave</w:t>
      </w:r>
      <w:r w:rsidRPr="00A77DFC">
        <w:t xml:space="preserve"> de aprendizajes </w:t>
      </w:r>
      <w:r>
        <w:t xml:space="preserve">(nivel: estudiante) </w:t>
      </w:r>
      <w:r w:rsidRPr="00A77DFC">
        <w:t>y retención de docentes</w:t>
      </w:r>
      <w:r>
        <w:t xml:space="preserve"> (nivel: docente). Cabe recordar que el programa intervendrá a todos los docentes en EF que se encuentran al frente de a</w:t>
      </w:r>
      <w:r w:rsidR="005E28B4">
        <w:t>ula, lo cual se corresponde al C</w:t>
      </w:r>
      <w:r>
        <w:t>uadro</w:t>
      </w:r>
      <w:r w:rsidR="005E28B4">
        <w:t xml:space="preserve"> III-2</w:t>
      </w:r>
      <w:r>
        <w:t>.</w:t>
      </w:r>
    </w:p>
    <w:p w:rsidR="00284298" w:rsidRDefault="00284298" w:rsidP="00284298">
      <w:pPr>
        <w:pStyle w:val="Paragraph"/>
      </w:pPr>
      <w:r>
        <w:t xml:space="preserve">Para ambos niveles se asume: </w:t>
      </w:r>
    </w:p>
    <w:p w:rsidR="00284298" w:rsidRDefault="00284298" w:rsidP="00284298">
      <w:pPr>
        <w:pStyle w:val="subpar"/>
        <w:spacing w:before="0" w:after="0"/>
      </w:pPr>
      <w:r>
        <w:t>Potencia estadística: 0.8</w:t>
      </w:r>
    </w:p>
    <w:p w:rsidR="00284298" w:rsidRDefault="00284298" w:rsidP="00284298">
      <w:pPr>
        <w:pStyle w:val="subpar"/>
        <w:spacing w:before="0" w:after="0"/>
      </w:pPr>
      <w:r>
        <w:t>Significancia estadística: 0.05</w:t>
      </w:r>
    </w:p>
    <w:p w:rsidR="00284298" w:rsidRDefault="00284298" w:rsidP="00284298">
      <w:pPr>
        <w:pStyle w:val="subpar"/>
        <w:spacing w:before="0" w:after="0"/>
      </w:pPr>
      <w:r>
        <w:t>Correlación intra-custer: 0.2-0.6</w:t>
      </w:r>
    </w:p>
    <w:p w:rsidR="00284298" w:rsidRDefault="005E28B4" w:rsidP="00284298">
      <w:pPr>
        <w:pStyle w:val="Paragraph"/>
      </w:pPr>
      <w:r>
        <w:t>El C</w:t>
      </w:r>
      <w:r w:rsidR="00284298">
        <w:t xml:space="preserve">uadro </w:t>
      </w:r>
      <w:r>
        <w:t xml:space="preserve">III-3 </w:t>
      </w:r>
      <w:r w:rsidR="00284298">
        <w:t>presenta los efectos mínimos detectables para ambos niveles (docentes y estudiantes):</w:t>
      </w:r>
    </w:p>
    <w:tbl>
      <w:tblPr>
        <w:tblW w:w="7991" w:type="dxa"/>
        <w:jc w:val="center"/>
        <w:tblInd w:w="93" w:type="dxa"/>
        <w:tblLook w:val="04A0" w:firstRow="1" w:lastRow="0" w:firstColumn="1" w:lastColumn="0" w:noHBand="0" w:noVBand="1"/>
      </w:tblPr>
      <w:tblGrid>
        <w:gridCol w:w="906"/>
        <w:gridCol w:w="1405"/>
        <w:gridCol w:w="1260"/>
        <w:gridCol w:w="1240"/>
        <w:gridCol w:w="1540"/>
        <w:gridCol w:w="1640"/>
      </w:tblGrid>
      <w:tr w:rsidR="005E28B4" w:rsidRPr="00252BA4" w:rsidTr="005E28B4">
        <w:trPr>
          <w:trHeight w:val="66"/>
          <w:jc w:val="center"/>
        </w:trPr>
        <w:tc>
          <w:tcPr>
            <w:tcW w:w="7991" w:type="dxa"/>
            <w:gridSpan w:val="6"/>
            <w:tcBorders>
              <w:bottom w:val="single" w:sz="4" w:space="0" w:color="auto"/>
            </w:tcBorders>
            <w:shd w:val="clear" w:color="auto" w:fill="auto"/>
            <w:vAlign w:val="bottom"/>
            <w:hideMark/>
          </w:tcPr>
          <w:p w:rsidR="005E28B4" w:rsidRPr="006D1FB7" w:rsidRDefault="005E28B4" w:rsidP="00E25A4C">
            <w:pPr>
              <w:jc w:val="center"/>
              <w:rPr>
                <w:b/>
                <w:bCs/>
                <w:color w:val="000000"/>
                <w:sz w:val="20"/>
                <w:lang w:val="es-ES_tradnl"/>
              </w:rPr>
            </w:pPr>
            <w:r>
              <w:rPr>
                <w:b/>
                <w:bCs/>
                <w:color w:val="000000"/>
                <w:sz w:val="20"/>
                <w:lang w:val="es-ES_tradnl"/>
              </w:rPr>
              <w:t>Cuadro III-3: Docentes y estudiantes</w:t>
            </w:r>
          </w:p>
        </w:tc>
      </w:tr>
      <w:tr w:rsidR="00284298" w:rsidRPr="00252BA4" w:rsidTr="005E28B4">
        <w:trPr>
          <w:trHeight w:val="780"/>
          <w:jc w:val="center"/>
        </w:trPr>
        <w:tc>
          <w:tcPr>
            <w:tcW w:w="906"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284298" w:rsidRPr="00CD1BA3" w:rsidRDefault="00284298" w:rsidP="005E28B4">
            <w:pPr>
              <w:jc w:val="center"/>
              <w:rPr>
                <w:b/>
                <w:bCs/>
                <w:color w:val="000000"/>
                <w:sz w:val="20"/>
                <w:lang w:val="es-AR"/>
              </w:rPr>
            </w:pPr>
            <w:r w:rsidRPr="00CD1BA3">
              <w:rPr>
                <w:b/>
                <w:bCs/>
                <w:color w:val="000000"/>
                <w:sz w:val="20"/>
                <w:lang w:val="es-AR"/>
              </w:rPr>
              <w:t>Nivel</w:t>
            </w:r>
          </w:p>
        </w:tc>
        <w:tc>
          <w:tcPr>
            <w:tcW w:w="1405"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rsidR="00284298" w:rsidRPr="00CD1BA3" w:rsidRDefault="00284298" w:rsidP="005E28B4">
            <w:pPr>
              <w:jc w:val="center"/>
              <w:rPr>
                <w:b/>
                <w:bCs/>
                <w:color w:val="000000"/>
                <w:sz w:val="20"/>
                <w:lang w:val="es-AR"/>
              </w:rPr>
            </w:pPr>
            <w:r w:rsidRPr="00CD1BA3">
              <w:rPr>
                <w:b/>
                <w:bCs/>
                <w:color w:val="000000"/>
                <w:sz w:val="20"/>
                <w:lang w:val="es-AR"/>
              </w:rPr>
              <w:t>Número de observaciones</w:t>
            </w:r>
          </w:p>
        </w:tc>
        <w:tc>
          <w:tcPr>
            <w:tcW w:w="1260"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rsidR="00284298" w:rsidRPr="00CD1BA3" w:rsidRDefault="00284298" w:rsidP="005E28B4">
            <w:pPr>
              <w:jc w:val="center"/>
              <w:rPr>
                <w:b/>
                <w:bCs/>
                <w:color w:val="000000"/>
                <w:sz w:val="20"/>
                <w:lang w:val="es-AR"/>
              </w:rPr>
            </w:pPr>
            <w:r w:rsidRPr="00CD1BA3">
              <w:rPr>
                <w:b/>
                <w:bCs/>
                <w:color w:val="000000"/>
                <w:sz w:val="20"/>
                <w:lang w:val="es-AR"/>
              </w:rPr>
              <w:t>Unidades de tratamiento</w:t>
            </w:r>
          </w:p>
        </w:tc>
        <w:tc>
          <w:tcPr>
            <w:tcW w:w="1240"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rsidR="00284298" w:rsidRPr="00CD1BA3" w:rsidRDefault="00A5522B" w:rsidP="005E28B4">
            <w:pPr>
              <w:jc w:val="center"/>
              <w:rPr>
                <w:b/>
                <w:bCs/>
                <w:color w:val="000000"/>
                <w:sz w:val="20"/>
                <w:lang w:val="es-AR"/>
              </w:rPr>
            </w:pPr>
            <w:r>
              <w:rPr>
                <w:b/>
                <w:bCs/>
                <w:color w:val="000000"/>
                <w:sz w:val="20"/>
                <w:lang w:val="es-AR"/>
              </w:rPr>
              <w:t>Unidades de c</w:t>
            </w:r>
            <w:r w:rsidR="00284298" w:rsidRPr="00CD1BA3">
              <w:rPr>
                <w:b/>
                <w:bCs/>
                <w:color w:val="000000"/>
                <w:sz w:val="20"/>
                <w:lang w:val="es-AR"/>
              </w:rPr>
              <w:t>ontrol</w:t>
            </w:r>
          </w:p>
        </w:tc>
        <w:tc>
          <w:tcPr>
            <w:tcW w:w="1540"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rsidR="00284298" w:rsidRPr="00A7461A" w:rsidRDefault="00A5522B" w:rsidP="00A5522B">
            <w:pPr>
              <w:jc w:val="center"/>
              <w:rPr>
                <w:b/>
                <w:bCs/>
                <w:color w:val="000000"/>
                <w:sz w:val="20"/>
                <w:lang w:val="es-ES_tradnl"/>
              </w:rPr>
            </w:pPr>
            <w:r>
              <w:rPr>
                <w:b/>
                <w:bCs/>
                <w:color w:val="000000"/>
                <w:sz w:val="20"/>
                <w:lang w:val="es-ES_tradnl"/>
              </w:rPr>
              <w:t>Efecto m</w:t>
            </w:r>
            <w:r w:rsidR="00284298" w:rsidRPr="006D1FB7">
              <w:rPr>
                <w:b/>
                <w:bCs/>
                <w:color w:val="000000"/>
                <w:sz w:val="20"/>
                <w:lang w:val="es-ES_tradnl"/>
              </w:rPr>
              <w:t xml:space="preserve">ínimo </w:t>
            </w:r>
            <w:r>
              <w:rPr>
                <w:b/>
                <w:bCs/>
                <w:color w:val="000000"/>
                <w:sz w:val="20"/>
                <w:lang w:val="es-ES_tradnl"/>
              </w:rPr>
              <w:t>d</w:t>
            </w:r>
            <w:r w:rsidR="00284298" w:rsidRPr="006D1FB7">
              <w:rPr>
                <w:b/>
                <w:bCs/>
                <w:color w:val="000000"/>
                <w:sz w:val="20"/>
                <w:lang w:val="es-ES_tradnl"/>
              </w:rPr>
              <w:t>etectable (correlación intra-cluster=0.2)</w:t>
            </w:r>
          </w:p>
        </w:tc>
        <w:tc>
          <w:tcPr>
            <w:tcW w:w="1640"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rsidR="00284298" w:rsidRPr="00A7461A" w:rsidRDefault="00A5522B" w:rsidP="005E28B4">
            <w:pPr>
              <w:jc w:val="center"/>
              <w:rPr>
                <w:b/>
                <w:bCs/>
                <w:color w:val="000000"/>
                <w:sz w:val="20"/>
                <w:lang w:val="es-ES_tradnl"/>
              </w:rPr>
            </w:pPr>
            <w:r>
              <w:rPr>
                <w:b/>
                <w:bCs/>
                <w:color w:val="000000"/>
                <w:sz w:val="20"/>
                <w:lang w:val="es-ES_tradnl"/>
              </w:rPr>
              <w:t>Efecto mínimo d</w:t>
            </w:r>
            <w:r w:rsidR="00284298" w:rsidRPr="006D1FB7">
              <w:rPr>
                <w:b/>
                <w:bCs/>
                <w:color w:val="000000"/>
                <w:sz w:val="20"/>
                <w:lang w:val="es-ES_tradnl"/>
              </w:rPr>
              <w:t>etectable (correlación intra-cluster=0.6)</w:t>
            </w:r>
          </w:p>
        </w:tc>
      </w:tr>
      <w:tr w:rsidR="00284298" w:rsidRPr="00A7461A" w:rsidTr="005E28B4">
        <w:trPr>
          <w:trHeight w:val="300"/>
          <w:jc w:val="center"/>
        </w:trPr>
        <w:tc>
          <w:tcPr>
            <w:tcW w:w="906" w:type="dxa"/>
            <w:tcBorders>
              <w:top w:val="nil"/>
              <w:left w:val="single" w:sz="4" w:space="0" w:color="auto"/>
              <w:bottom w:val="single" w:sz="4" w:space="0" w:color="auto"/>
              <w:right w:val="single" w:sz="4" w:space="0" w:color="auto"/>
            </w:tcBorders>
            <w:shd w:val="clear" w:color="auto" w:fill="auto"/>
            <w:noWrap/>
            <w:vAlign w:val="bottom"/>
            <w:hideMark/>
          </w:tcPr>
          <w:p w:rsidR="00284298" w:rsidRPr="00CD1BA3" w:rsidRDefault="00284298" w:rsidP="00E25A4C">
            <w:pPr>
              <w:rPr>
                <w:b/>
                <w:bCs/>
                <w:color w:val="000000"/>
                <w:sz w:val="20"/>
                <w:lang w:val="es-AR"/>
              </w:rPr>
            </w:pPr>
            <w:r w:rsidRPr="00CD1BA3">
              <w:rPr>
                <w:b/>
                <w:bCs/>
                <w:color w:val="000000"/>
                <w:sz w:val="20"/>
                <w:lang w:val="es-AR"/>
              </w:rPr>
              <w:t>Docente</w:t>
            </w:r>
          </w:p>
        </w:tc>
        <w:tc>
          <w:tcPr>
            <w:tcW w:w="1405" w:type="dxa"/>
            <w:tcBorders>
              <w:top w:val="nil"/>
              <w:left w:val="nil"/>
              <w:bottom w:val="single" w:sz="4" w:space="0" w:color="auto"/>
              <w:right w:val="single" w:sz="4" w:space="0" w:color="auto"/>
            </w:tcBorders>
            <w:shd w:val="clear" w:color="auto" w:fill="auto"/>
            <w:noWrap/>
            <w:vAlign w:val="bottom"/>
            <w:hideMark/>
          </w:tcPr>
          <w:p w:rsidR="00284298" w:rsidRPr="00CD1BA3" w:rsidRDefault="00284298" w:rsidP="00E25A4C">
            <w:pPr>
              <w:jc w:val="center"/>
              <w:rPr>
                <w:color w:val="000000"/>
                <w:sz w:val="22"/>
                <w:szCs w:val="22"/>
                <w:lang w:val="es-AR"/>
              </w:rPr>
            </w:pPr>
            <w:r w:rsidRPr="00CD1BA3">
              <w:rPr>
                <w:color w:val="000000"/>
                <w:sz w:val="22"/>
                <w:szCs w:val="22"/>
                <w:lang w:val="es-AR"/>
              </w:rPr>
              <w:t>10</w:t>
            </w:r>
          </w:p>
        </w:tc>
        <w:tc>
          <w:tcPr>
            <w:tcW w:w="1260" w:type="dxa"/>
            <w:tcBorders>
              <w:top w:val="nil"/>
              <w:left w:val="nil"/>
              <w:bottom w:val="single" w:sz="4" w:space="0" w:color="auto"/>
              <w:right w:val="single" w:sz="4" w:space="0" w:color="auto"/>
            </w:tcBorders>
            <w:shd w:val="clear" w:color="auto" w:fill="auto"/>
            <w:noWrap/>
            <w:vAlign w:val="bottom"/>
            <w:hideMark/>
          </w:tcPr>
          <w:p w:rsidR="00284298" w:rsidRPr="00CD1BA3" w:rsidRDefault="00284298" w:rsidP="00E25A4C">
            <w:pPr>
              <w:jc w:val="center"/>
              <w:rPr>
                <w:color w:val="000000"/>
                <w:sz w:val="22"/>
                <w:szCs w:val="22"/>
                <w:lang w:val="es-AR"/>
              </w:rPr>
            </w:pPr>
            <w:r w:rsidRPr="00CD1BA3">
              <w:rPr>
                <w:color w:val="000000"/>
                <w:sz w:val="22"/>
                <w:szCs w:val="22"/>
                <w:lang w:val="es-AR"/>
              </w:rPr>
              <w:t>24</w:t>
            </w:r>
          </w:p>
        </w:tc>
        <w:tc>
          <w:tcPr>
            <w:tcW w:w="1240" w:type="dxa"/>
            <w:tcBorders>
              <w:top w:val="nil"/>
              <w:left w:val="nil"/>
              <w:bottom w:val="single" w:sz="4" w:space="0" w:color="auto"/>
              <w:right w:val="single" w:sz="4" w:space="0" w:color="auto"/>
            </w:tcBorders>
            <w:shd w:val="clear" w:color="auto" w:fill="auto"/>
            <w:noWrap/>
            <w:vAlign w:val="bottom"/>
            <w:hideMark/>
          </w:tcPr>
          <w:p w:rsidR="00284298" w:rsidRPr="00CD1BA3" w:rsidRDefault="00284298" w:rsidP="00E25A4C">
            <w:pPr>
              <w:jc w:val="center"/>
              <w:rPr>
                <w:color w:val="000000"/>
                <w:sz w:val="22"/>
                <w:szCs w:val="22"/>
                <w:lang w:val="es-AR"/>
              </w:rPr>
            </w:pPr>
            <w:r w:rsidRPr="00CD1BA3">
              <w:rPr>
                <w:color w:val="000000"/>
                <w:sz w:val="22"/>
                <w:szCs w:val="22"/>
                <w:lang w:val="es-AR"/>
              </w:rPr>
              <w:t>13</w:t>
            </w:r>
          </w:p>
        </w:tc>
        <w:tc>
          <w:tcPr>
            <w:tcW w:w="1540" w:type="dxa"/>
            <w:tcBorders>
              <w:top w:val="nil"/>
              <w:left w:val="nil"/>
              <w:bottom w:val="single" w:sz="4" w:space="0" w:color="auto"/>
              <w:right w:val="single" w:sz="4" w:space="0" w:color="auto"/>
            </w:tcBorders>
            <w:shd w:val="clear" w:color="auto" w:fill="auto"/>
            <w:noWrap/>
            <w:vAlign w:val="bottom"/>
            <w:hideMark/>
          </w:tcPr>
          <w:p w:rsidR="00284298" w:rsidRPr="00A7461A" w:rsidRDefault="00284298" w:rsidP="00E25A4C">
            <w:pPr>
              <w:jc w:val="center"/>
              <w:rPr>
                <w:color w:val="000000"/>
                <w:sz w:val="22"/>
                <w:szCs w:val="22"/>
              </w:rPr>
            </w:pPr>
            <w:r w:rsidRPr="00A7461A">
              <w:rPr>
                <w:color w:val="000000"/>
                <w:sz w:val="22"/>
                <w:szCs w:val="22"/>
              </w:rPr>
              <w:t>0.510</w:t>
            </w:r>
          </w:p>
        </w:tc>
        <w:tc>
          <w:tcPr>
            <w:tcW w:w="1640" w:type="dxa"/>
            <w:tcBorders>
              <w:top w:val="nil"/>
              <w:left w:val="nil"/>
              <w:bottom w:val="single" w:sz="4" w:space="0" w:color="auto"/>
              <w:right w:val="single" w:sz="4" w:space="0" w:color="auto"/>
            </w:tcBorders>
            <w:shd w:val="clear" w:color="auto" w:fill="auto"/>
            <w:noWrap/>
            <w:vAlign w:val="bottom"/>
            <w:hideMark/>
          </w:tcPr>
          <w:p w:rsidR="00284298" w:rsidRPr="00A7461A" w:rsidRDefault="00284298" w:rsidP="00E25A4C">
            <w:pPr>
              <w:jc w:val="center"/>
              <w:rPr>
                <w:color w:val="000000"/>
                <w:sz w:val="22"/>
                <w:szCs w:val="22"/>
              </w:rPr>
            </w:pPr>
            <w:r w:rsidRPr="00A7461A">
              <w:rPr>
                <w:color w:val="000000"/>
                <w:sz w:val="22"/>
                <w:szCs w:val="22"/>
              </w:rPr>
              <w:t>0.771</w:t>
            </w:r>
          </w:p>
        </w:tc>
      </w:tr>
      <w:tr w:rsidR="00284298" w:rsidRPr="00A7461A" w:rsidTr="005E28B4">
        <w:trPr>
          <w:trHeight w:val="300"/>
          <w:jc w:val="center"/>
        </w:trPr>
        <w:tc>
          <w:tcPr>
            <w:tcW w:w="906" w:type="dxa"/>
            <w:tcBorders>
              <w:top w:val="nil"/>
              <w:left w:val="single" w:sz="4" w:space="0" w:color="auto"/>
              <w:bottom w:val="single" w:sz="4" w:space="0" w:color="auto"/>
              <w:right w:val="single" w:sz="4" w:space="0" w:color="auto"/>
            </w:tcBorders>
            <w:shd w:val="clear" w:color="auto" w:fill="auto"/>
            <w:noWrap/>
            <w:vAlign w:val="bottom"/>
            <w:hideMark/>
          </w:tcPr>
          <w:p w:rsidR="00284298" w:rsidRPr="00CD1BA3" w:rsidRDefault="00284298" w:rsidP="00E25A4C">
            <w:pPr>
              <w:rPr>
                <w:b/>
                <w:bCs/>
                <w:color w:val="000000"/>
                <w:sz w:val="20"/>
                <w:lang w:val="es-AR"/>
              </w:rPr>
            </w:pPr>
            <w:r w:rsidRPr="00CD1BA3">
              <w:rPr>
                <w:b/>
                <w:bCs/>
                <w:color w:val="000000"/>
                <w:sz w:val="20"/>
                <w:lang w:val="es-AR"/>
              </w:rPr>
              <w:t>Alumno</w:t>
            </w:r>
          </w:p>
        </w:tc>
        <w:tc>
          <w:tcPr>
            <w:tcW w:w="1405" w:type="dxa"/>
            <w:tcBorders>
              <w:top w:val="nil"/>
              <w:left w:val="nil"/>
              <w:bottom w:val="single" w:sz="4" w:space="0" w:color="auto"/>
              <w:right w:val="single" w:sz="4" w:space="0" w:color="auto"/>
            </w:tcBorders>
            <w:shd w:val="clear" w:color="auto" w:fill="auto"/>
            <w:noWrap/>
            <w:vAlign w:val="bottom"/>
            <w:hideMark/>
          </w:tcPr>
          <w:p w:rsidR="00284298" w:rsidRPr="00CD1BA3" w:rsidRDefault="00284298" w:rsidP="00E25A4C">
            <w:pPr>
              <w:jc w:val="center"/>
              <w:rPr>
                <w:color w:val="000000"/>
                <w:sz w:val="22"/>
                <w:szCs w:val="22"/>
                <w:lang w:val="es-AR"/>
              </w:rPr>
            </w:pPr>
            <w:r w:rsidRPr="00CD1BA3">
              <w:rPr>
                <w:color w:val="000000"/>
                <w:sz w:val="22"/>
                <w:szCs w:val="22"/>
                <w:lang w:val="es-AR"/>
              </w:rPr>
              <w:t>200</w:t>
            </w:r>
          </w:p>
        </w:tc>
        <w:tc>
          <w:tcPr>
            <w:tcW w:w="1260" w:type="dxa"/>
            <w:tcBorders>
              <w:top w:val="nil"/>
              <w:left w:val="nil"/>
              <w:bottom w:val="single" w:sz="4" w:space="0" w:color="auto"/>
              <w:right w:val="single" w:sz="4" w:space="0" w:color="auto"/>
            </w:tcBorders>
            <w:shd w:val="clear" w:color="auto" w:fill="auto"/>
            <w:noWrap/>
            <w:vAlign w:val="bottom"/>
            <w:hideMark/>
          </w:tcPr>
          <w:p w:rsidR="00284298" w:rsidRPr="00CD1BA3" w:rsidRDefault="00284298" w:rsidP="00E25A4C">
            <w:pPr>
              <w:jc w:val="center"/>
              <w:rPr>
                <w:color w:val="000000"/>
                <w:sz w:val="22"/>
                <w:szCs w:val="22"/>
                <w:lang w:val="es-AR"/>
              </w:rPr>
            </w:pPr>
            <w:r w:rsidRPr="00CD1BA3">
              <w:rPr>
                <w:color w:val="000000"/>
                <w:sz w:val="22"/>
                <w:szCs w:val="22"/>
                <w:lang w:val="es-AR"/>
              </w:rPr>
              <w:t>24</w:t>
            </w:r>
          </w:p>
        </w:tc>
        <w:tc>
          <w:tcPr>
            <w:tcW w:w="1240" w:type="dxa"/>
            <w:tcBorders>
              <w:top w:val="nil"/>
              <w:left w:val="nil"/>
              <w:bottom w:val="single" w:sz="4" w:space="0" w:color="auto"/>
              <w:right w:val="single" w:sz="4" w:space="0" w:color="auto"/>
            </w:tcBorders>
            <w:shd w:val="clear" w:color="auto" w:fill="auto"/>
            <w:noWrap/>
            <w:vAlign w:val="bottom"/>
            <w:hideMark/>
          </w:tcPr>
          <w:p w:rsidR="00284298" w:rsidRPr="00CD1BA3" w:rsidRDefault="00284298" w:rsidP="00E25A4C">
            <w:pPr>
              <w:jc w:val="center"/>
              <w:rPr>
                <w:color w:val="000000"/>
                <w:sz w:val="22"/>
                <w:szCs w:val="22"/>
                <w:lang w:val="es-AR"/>
              </w:rPr>
            </w:pPr>
            <w:r w:rsidRPr="00CD1BA3">
              <w:rPr>
                <w:color w:val="000000"/>
                <w:sz w:val="22"/>
                <w:szCs w:val="22"/>
                <w:lang w:val="es-AR"/>
              </w:rPr>
              <w:t>13</w:t>
            </w:r>
          </w:p>
        </w:tc>
        <w:tc>
          <w:tcPr>
            <w:tcW w:w="1540" w:type="dxa"/>
            <w:tcBorders>
              <w:top w:val="nil"/>
              <w:left w:val="nil"/>
              <w:bottom w:val="single" w:sz="4" w:space="0" w:color="auto"/>
              <w:right w:val="single" w:sz="4" w:space="0" w:color="auto"/>
            </w:tcBorders>
            <w:shd w:val="clear" w:color="auto" w:fill="auto"/>
            <w:noWrap/>
            <w:vAlign w:val="bottom"/>
            <w:hideMark/>
          </w:tcPr>
          <w:p w:rsidR="00284298" w:rsidRPr="00A7461A" w:rsidRDefault="00284298" w:rsidP="00E25A4C">
            <w:pPr>
              <w:jc w:val="center"/>
              <w:rPr>
                <w:color w:val="000000"/>
                <w:sz w:val="22"/>
                <w:szCs w:val="22"/>
              </w:rPr>
            </w:pPr>
            <w:r w:rsidRPr="00A7461A">
              <w:rPr>
                <w:color w:val="000000"/>
                <w:sz w:val="22"/>
                <w:szCs w:val="22"/>
              </w:rPr>
              <w:t>0.436</w:t>
            </w:r>
          </w:p>
        </w:tc>
        <w:tc>
          <w:tcPr>
            <w:tcW w:w="1640" w:type="dxa"/>
            <w:tcBorders>
              <w:top w:val="nil"/>
              <w:left w:val="nil"/>
              <w:bottom w:val="single" w:sz="4" w:space="0" w:color="auto"/>
              <w:right w:val="single" w:sz="4" w:space="0" w:color="auto"/>
            </w:tcBorders>
            <w:shd w:val="clear" w:color="auto" w:fill="auto"/>
            <w:noWrap/>
            <w:vAlign w:val="bottom"/>
            <w:hideMark/>
          </w:tcPr>
          <w:p w:rsidR="00284298" w:rsidRPr="00A7461A" w:rsidRDefault="00284298" w:rsidP="00E25A4C">
            <w:pPr>
              <w:jc w:val="center"/>
              <w:rPr>
                <w:color w:val="000000"/>
                <w:sz w:val="22"/>
                <w:szCs w:val="22"/>
              </w:rPr>
            </w:pPr>
            <w:r w:rsidRPr="00A7461A">
              <w:rPr>
                <w:color w:val="000000"/>
                <w:sz w:val="22"/>
                <w:szCs w:val="22"/>
              </w:rPr>
              <w:t>0.748</w:t>
            </w:r>
          </w:p>
        </w:tc>
      </w:tr>
    </w:tbl>
    <w:p w:rsidR="00617A20" w:rsidRPr="00BE6C46" w:rsidRDefault="00617A20" w:rsidP="00617A20">
      <w:pPr>
        <w:pStyle w:val="Paragraph"/>
        <w:rPr>
          <w:color w:val="000000"/>
        </w:rPr>
      </w:pPr>
      <w:r w:rsidRPr="00BE6C46">
        <w:rPr>
          <w:b/>
        </w:rPr>
        <w:t>Instrumentos</w:t>
      </w:r>
      <w:r w:rsidRPr="002C4D4D">
        <w:rPr>
          <w:b/>
        </w:rPr>
        <w:t>.</w:t>
      </w:r>
    </w:p>
    <w:p w:rsidR="00617A20" w:rsidRPr="00076FFE" w:rsidRDefault="000F21E9" w:rsidP="00617A20">
      <w:pPr>
        <w:pStyle w:val="subpar"/>
      </w:pPr>
      <w:r w:rsidRPr="00C633EF">
        <w:rPr>
          <w:b/>
          <w:lang w:val="es-ES"/>
        </w:rPr>
        <w:t>Evaluación 1</w:t>
      </w:r>
      <w:r>
        <w:rPr>
          <w:lang w:val="es-ES"/>
        </w:rPr>
        <w:t xml:space="preserve">. </w:t>
      </w:r>
      <w:r w:rsidR="004D1B23">
        <w:rPr>
          <w:lang w:val="es-ES"/>
        </w:rPr>
        <w:t>I</w:t>
      </w:r>
      <w:r>
        <w:rPr>
          <w:lang w:val="es-ES"/>
        </w:rPr>
        <w:t>TER</w:t>
      </w:r>
      <w:r w:rsidR="008C6B16">
        <w:rPr>
          <w:lang w:val="es-ES"/>
        </w:rPr>
        <w:t xml:space="preserve">S, </w:t>
      </w:r>
      <w:r>
        <w:rPr>
          <w:lang w:val="es-ES"/>
        </w:rPr>
        <w:t>ECER</w:t>
      </w:r>
      <w:r w:rsidR="008C6B16">
        <w:rPr>
          <w:lang w:val="es-ES"/>
        </w:rPr>
        <w:t>S</w:t>
      </w:r>
      <w:r w:rsidR="00F41C1E">
        <w:rPr>
          <w:lang w:val="es-ES"/>
        </w:rPr>
        <w:t>.</w:t>
      </w:r>
      <w:r>
        <w:rPr>
          <w:lang w:val="es-ES"/>
        </w:rPr>
        <w:t xml:space="preserve"> </w:t>
      </w:r>
    </w:p>
    <w:p w:rsidR="00617A20" w:rsidRDefault="001932EC" w:rsidP="00617A20">
      <w:pPr>
        <w:pStyle w:val="subpar"/>
      </w:pPr>
      <w:r w:rsidRPr="00C633EF">
        <w:rPr>
          <w:b/>
        </w:rPr>
        <w:t>Evaluación 2</w:t>
      </w:r>
      <w:r>
        <w:t>. Prova Floripa</w:t>
      </w:r>
      <w:r w:rsidR="00232842">
        <w:t xml:space="preserve"> y Prova</w:t>
      </w:r>
      <w:r w:rsidR="00F41C1E">
        <w:t>/Provinha</w:t>
      </w:r>
      <w:r w:rsidR="00232842">
        <w:t xml:space="preserve"> Brasil</w:t>
      </w:r>
      <w:r>
        <w:t>; instrumentos de observación en aula</w:t>
      </w:r>
      <w:r w:rsidR="00F41C1E">
        <w:t xml:space="preserve"> (i.e. Stallings, CLASS)</w:t>
      </w:r>
      <w:r>
        <w:t xml:space="preserve">; </w:t>
      </w:r>
      <w:r w:rsidR="00D81FA8">
        <w:t>instrumentos</w:t>
      </w:r>
      <w:r w:rsidR="00F41C1E">
        <w:t>/cuestionarios</w:t>
      </w:r>
      <w:r w:rsidR="00D81FA8">
        <w:t xml:space="preserve"> de medición cambios en práctica pedagógica, expectativas</w:t>
      </w:r>
      <w:r w:rsidR="00A5522B">
        <w:t xml:space="preserve"> del docente.</w:t>
      </w:r>
    </w:p>
    <w:p w:rsidR="00617A20" w:rsidRPr="00076FFE" w:rsidRDefault="005D3271" w:rsidP="00016335">
      <w:pPr>
        <w:pStyle w:val="subpar"/>
      </w:pPr>
      <w:r w:rsidRPr="00C633EF">
        <w:rPr>
          <w:b/>
        </w:rPr>
        <w:t>Evaluación</w:t>
      </w:r>
      <w:r w:rsidR="00CE305A" w:rsidRPr="00C633EF">
        <w:rPr>
          <w:b/>
        </w:rPr>
        <w:t xml:space="preserve"> 3</w:t>
      </w:r>
      <w:r w:rsidR="00CE305A">
        <w:t xml:space="preserve">. Costo-Beneficio, datos administrativos, SIGEF, resultados obtenidos a partir de las otras </w:t>
      </w:r>
      <w:r w:rsidR="00A5522B">
        <w:t>dos</w:t>
      </w:r>
      <w:r w:rsidR="00CE305A">
        <w:t xml:space="preserve"> evaluaciones.</w:t>
      </w:r>
    </w:p>
    <w:p w:rsidR="00617A20" w:rsidRPr="00412C94" w:rsidRDefault="00617A20" w:rsidP="00617A20">
      <w:pPr>
        <w:pStyle w:val="Paragraph"/>
      </w:pPr>
      <w:r w:rsidRPr="00412C94">
        <w:rPr>
          <w:b/>
        </w:rPr>
        <w:t>Calendario</w:t>
      </w:r>
      <w:r>
        <w:rPr>
          <w:b/>
        </w:rPr>
        <w:t xml:space="preserve"> de </w:t>
      </w:r>
      <w:r w:rsidR="002C4D4D">
        <w:rPr>
          <w:b/>
        </w:rPr>
        <w:t>t</w:t>
      </w:r>
      <w:r>
        <w:rPr>
          <w:b/>
        </w:rPr>
        <w:t xml:space="preserve">rabajo de </w:t>
      </w:r>
      <w:r w:rsidR="002C4D4D">
        <w:rPr>
          <w:b/>
        </w:rPr>
        <w:t>c</w:t>
      </w:r>
      <w:r>
        <w:rPr>
          <w:b/>
        </w:rPr>
        <w:t>ampo</w:t>
      </w:r>
      <w:r w:rsidRPr="00816189">
        <w:rPr>
          <w:b/>
        </w:rPr>
        <w:t>.</w:t>
      </w:r>
      <w:r w:rsidR="0035182F">
        <w:t xml:space="preserve"> Para un calendario indicativo referirse al </w:t>
      </w:r>
      <w:r w:rsidR="00A5522B">
        <w:t>Cuadro III-4.</w:t>
      </w:r>
    </w:p>
    <w:p w:rsidR="007133C7" w:rsidRDefault="00617A20" w:rsidP="00617A20">
      <w:pPr>
        <w:pStyle w:val="Paragraph"/>
      </w:pPr>
      <w:r w:rsidRPr="00412C94">
        <w:rPr>
          <w:b/>
        </w:rPr>
        <w:t>Estrategia del análisis de datos</w:t>
      </w:r>
      <w:r w:rsidRPr="00816189">
        <w:rPr>
          <w:b/>
        </w:rPr>
        <w:t xml:space="preserve">. </w:t>
      </w:r>
      <w:r>
        <w:t>Se seguirán estimaciones estándar de</w:t>
      </w:r>
      <w:r w:rsidR="00191B0B">
        <w:t xml:space="preserve"> evaluaciones experimentales para la evaluación </w:t>
      </w:r>
      <w:r w:rsidR="005D3271">
        <w:t xml:space="preserve">2, diferencias simples para evaluación </w:t>
      </w:r>
      <w:r w:rsidR="007C7D0E">
        <w:t>1.</w:t>
      </w:r>
    </w:p>
    <w:p w:rsidR="00C86872" w:rsidRDefault="00FC5313">
      <w:pPr>
        <w:pStyle w:val="FirstHeading"/>
        <w:numPr>
          <w:ilvl w:val="0"/>
          <w:numId w:val="0"/>
        </w:numPr>
        <w:ind w:left="720"/>
      </w:pPr>
      <w:r>
        <w:fldChar w:fldCharType="begin"/>
      </w:r>
      <w:r w:rsidR="00617A20">
        <w:instrText xml:space="preserve"> SEQ "</w:instrText>
      </w:r>
      <w:fldSimple w:instr=" SECTION  \* MERGEFORMAT ">
        <w:r w:rsidR="00F756BA">
          <w:instrText>6</w:instrText>
        </w:r>
      </w:fldSimple>
      <w:r w:rsidR="00617A20">
        <w:instrText xml:space="preserve">#"\* ALPHABETIC \* MERGEFORMAT </w:instrText>
      </w:r>
      <w:r>
        <w:fldChar w:fldCharType="separate"/>
      </w:r>
      <w:bookmarkStart w:id="145" w:name="_Toc300921105"/>
      <w:r w:rsidR="00F756BA">
        <w:rPr>
          <w:noProof/>
        </w:rPr>
        <w:t>E</w:t>
      </w:r>
      <w:r>
        <w:fldChar w:fldCharType="end"/>
      </w:r>
      <w:r w:rsidR="00617A20">
        <w:t>.</w:t>
      </w:r>
      <w:r w:rsidR="00617A20">
        <w:tab/>
      </w:r>
      <w:r w:rsidR="00617A20" w:rsidRPr="0070507C">
        <w:t>Información de los resultados</w:t>
      </w:r>
      <w:bookmarkEnd w:id="145"/>
    </w:p>
    <w:p w:rsidR="00617A20" w:rsidRDefault="007C7D0E">
      <w:pPr>
        <w:pStyle w:val="Paragraph"/>
      </w:pPr>
      <w:r>
        <w:t>El SME</w:t>
      </w:r>
      <w:r w:rsidR="007133C7">
        <w:t xml:space="preserve"> </w:t>
      </w:r>
      <w:r w:rsidR="00617A20">
        <w:t xml:space="preserve">emitirá un reporte al BID para cada uno de los levantamientos de datos que se haga, comenzando con los de la </w:t>
      </w:r>
      <w:r w:rsidR="00656C8D">
        <w:t>línea</w:t>
      </w:r>
      <w:r w:rsidR="00617A20">
        <w:t xml:space="preserve"> de base. En cada informe posterior a la </w:t>
      </w:r>
      <w:r w:rsidR="00656C8D">
        <w:t>línea</w:t>
      </w:r>
      <w:r w:rsidR="00617A20">
        <w:t xml:space="preserve"> de base (según el calendario de trabajo definido líneas arriba) se emitirá un reporte con estimadores preliminares de impacto del programa en el corto plazo.</w:t>
      </w:r>
    </w:p>
    <w:p w:rsidR="00C86872" w:rsidRDefault="00FC5313">
      <w:pPr>
        <w:pStyle w:val="FirstHeading"/>
        <w:numPr>
          <w:ilvl w:val="0"/>
          <w:numId w:val="0"/>
        </w:numPr>
        <w:ind w:left="720"/>
      </w:pPr>
      <w:r>
        <w:lastRenderedPageBreak/>
        <w:fldChar w:fldCharType="begin"/>
      </w:r>
      <w:r w:rsidR="00617A20">
        <w:instrText xml:space="preserve"> SEQ "</w:instrText>
      </w:r>
      <w:fldSimple w:instr=" SECTION  \* MERGEFORMAT ">
        <w:r w:rsidR="00F756BA">
          <w:instrText>6</w:instrText>
        </w:r>
      </w:fldSimple>
      <w:r w:rsidR="00617A20">
        <w:instrText xml:space="preserve">#"\* ALPHABETIC \* MERGEFORMAT </w:instrText>
      </w:r>
      <w:r>
        <w:fldChar w:fldCharType="separate"/>
      </w:r>
      <w:bookmarkStart w:id="146" w:name="_Toc300921106"/>
      <w:r w:rsidR="00F756BA">
        <w:rPr>
          <w:noProof/>
        </w:rPr>
        <w:t>F</w:t>
      </w:r>
      <w:r>
        <w:fldChar w:fldCharType="end"/>
      </w:r>
      <w:r w:rsidR="00617A20">
        <w:t>.</w:t>
      </w:r>
      <w:r w:rsidR="00617A20">
        <w:tab/>
      </w:r>
      <w:r w:rsidR="00617A20" w:rsidRPr="00387144">
        <w:rPr>
          <w:lang w:val="es-ES_tradnl"/>
        </w:rPr>
        <w:t>Coordinación, plan de trabajo y presupuesto de la evaluación</w:t>
      </w:r>
      <w:bookmarkEnd w:id="146"/>
    </w:p>
    <w:p w:rsidR="00617A20" w:rsidRPr="008A6A45" w:rsidRDefault="00617A20" w:rsidP="000C461A">
      <w:pPr>
        <w:pStyle w:val="Paragraph"/>
        <w:rPr>
          <w:color w:val="000000"/>
        </w:rPr>
      </w:pPr>
      <w:r w:rsidRPr="008A6A45">
        <w:rPr>
          <w:b/>
        </w:rPr>
        <w:t>Coor</w:t>
      </w:r>
      <w:r>
        <w:rPr>
          <w:b/>
        </w:rPr>
        <w:t>din</w:t>
      </w:r>
      <w:r w:rsidRPr="008A6A45">
        <w:rPr>
          <w:b/>
        </w:rPr>
        <w:t>ación</w:t>
      </w:r>
      <w:r w:rsidRPr="00816189">
        <w:rPr>
          <w:b/>
        </w:rPr>
        <w:t>.</w:t>
      </w:r>
      <w:r>
        <w:t xml:space="preserve"> L</w:t>
      </w:r>
      <w:r w:rsidR="007133C7">
        <w:t xml:space="preserve">a unidad encargada de </w:t>
      </w:r>
      <w:r w:rsidR="00A5522B">
        <w:t>m</w:t>
      </w:r>
      <w:r w:rsidR="00793FCB">
        <w:t xml:space="preserve">onitoreo </w:t>
      </w:r>
      <w:r w:rsidR="00A5522B">
        <w:t>y e</w:t>
      </w:r>
      <w:r>
        <w:t xml:space="preserve">valuación </w:t>
      </w:r>
      <w:r w:rsidR="007133C7">
        <w:t xml:space="preserve">para el programa </w:t>
      </w:r>
      <w:r>
        <w:t>será responsable</w:t>
      </w:r>
      <w:r w:rsidRPr="0070507C">
        <w:t xml:space="preserve"> </w:t>
      </w:r>
      <w:r w:rsidR="00FB28DE">
        <w:t xml:space="preserve">de </w:t>
      </w:r>
      <w:r w:rsidR="007133C7">
        <w:t>estas actividades</w:t>
      </w:r>
      <w:r w:rsidR="007C7D0E">
        <w:t xml:space="preserve"> en conjunto con el equipo técnico del BID</w:t>
      </w:r>
      <w:r w:rsidR="007133C7">
        <w:t xml:space="preserve">. </w:t>
      </w:r>
      <w:r w:rsidR="00550A54">
        <w:t>Además</w:t>
      </w:r>
      <w:r w:rsidR="00793FCB">
        <w:t xml:space="preserve"> de las tareas </w:t>
      </w:r>
      <w:r w:rsidR="002C4D4D">
        <w:t>enunciadas sobre el proceso de m</w:t>
      </w:r>
      <w:r w:rsidR="00793FCB">
        <w:t>onitoreo, esta unidad se encargará</w:t>
      </w:r>
      <w:r w:rsidR="00C30467">
        <w:t xml:space="preserve">, en conjunto con el BID, </w:t>
      </w:r>
      <w:r w:rsidR="00793FCB">
        <w:t xml:space="preserve">de </w:t>
      </w:r>
      <w:r>
        <w:t>la actualización de la línea de base y las mediciones posteriores</w:t>
      </w:r>
      <w:r w:rsidR="00C30467">
        <w:t>, ya sea por producción propia de estimadores o por la contratación de una firma especializada</w:t>
      </w:r>
      <w:r>
        <w:t>. Esta unidad estará en contacto permanente con l</w:t>
      </w:r>
      <w:r w:rsidR="00886223">
        <w:t>as</w:t>
      </w:r>
      <w:r>
        <w:t xml:space="preserve"> </w:t>
      </w:r>
      <w:r w:rsidR="00886223">
        <w:t>escuelas</w:t>
      </w:r>
      <w:r>
        <w:t xml:space="preserve"> participantes del programa (y de los seleccionados dentro del grupo de control) para mantener las </w:t>
      </w:r>
      <w:r w:rsidR="00656C8D">
        <w:t>estadísticas</w:t>
      </w:r>
      <w:r>
        <w:t xml:space="preserve"> </w:t>
      </w:r>
      <w:r w:rsidR="00656C8D">
        <w:t>del programa</w:t>
      </w:r>
      <w:r>
        <w:t xml:space="preserve"> y de la </w:t>
      </w:r>
      <w:r w:rsidR="00656C8D">
        <w:t>evaluación</w:t>
      </w:r>
      <w:r>
        <w:t xml:space="preserve"> tan actualizadas como sea necesario.</w:t>
      </w:r>
    </w:p>
    <w:p w:rsidR="0068476E" w:rsidRPr="0068476E" w:rsidRDefault="00617A20" w:rsidP="000C461A">
      <w:pPr>
        <w:pStyle w:val="Paragraph"/>
        <w:rPr>
          <w:color w:val="000000"/>
        </w:rPr>
      </w:pPr>
      <w:r w:rsidRPr="008A6A45">
        <w:t xml:space="preserve">Se contratará una firma externa que se encargará de la ejecución </w:t>
      </w:r>
      <w:r w:rsidR="00620085">
        <w:t>del trabajo de campo para las evaluaciones reflexiva y de impacto</w:t>
      </w:r>
      <w:r w:rsidR="006B4F7C">
        <w:t>, así como a un consultor individual para llevar a cabo el análisis económico ex post</w:t>
      </w:r>
      <w:r w:rsidR="00620085">
        <w:t>.</w:t>
      </w:r>
      <w:r w:rsidRPr="008A6A45">
        <w:t xml:space="preserve"> </w:t>
      </w:r>
    </w:p>
    <w:p w:rsidR="00617A20" w:rsidRDefault="00656C8D" w:rsidP="000C461A">
      <w:pPr>
        <w:pStyle w:val="Paragraph"/>
      </w:pPr>
      <w:r w:rsidRPr="003354F8">
        <w:rPr>
          <w:b/>
        </w:rPr>
        <w:t>Financiamiento</w:t>
      </w:r>
      <w:r w:rsidR="00617A20" w:rsidRPr="00816189">
        <w:rPr>
          <w:b/>
        </w:rPr>
        <w:t>.</w:t>
      </w:r>
      <w:r w:rsidR="00617A20" w:rsidRPr="003354F8">
        <w:t xml:space="preserve"> </w:t>
      </w:r>
      <w:r w:rsidR="00617A20">
        <w:t>La</w:t>
      </w:r>
      <w:r w:rsidR="006B4F7C">
        <w:t>s</w:t>
      </w:r>
      <w:r w:rsidR="00617A20">
        <w:t xml:space="preserve"> evaluaci</w:t>
      </w:r>
      <w:r w:rsidR="006B4F7C">
        <w:t>ones</w:t>
      </w:r>
      <w:r w:rsidR="00617A20">
        <w:t xml:space="preserve"> se financiará</w:t>
      </w:r>
      <w:r w:rsidR="006B4F7C">
        <w:t>n totalmente</w:t>
      </w:r>
      <w:r w:rsidR="00617A20">
        <w:t xml:space="preserve"> con recurs</w:t>
      </w:r>
      <w:r w:rsidR="003E241B">
        <w:t>os de la operación de préstamo</w:t>
      </w:r>
      <w:r w:rsidR="00617A20">
        <w:t xml:space="preserve">. </w:t>
      </w:r>
    </w:p>
    <w:p w:rsidR="000C461A" w:rsidRDefault="000C461A" w:rsidP="000C461A">
      <w:pPr>
        <w:pStyle w:val="Paragraph"/>
        <w:numPr>
          <w:ilvl w:val="0"/>
          <w:numId w:val="0"/>
        </w:numPr>
        <w:ind w:left="720"/>
        <w:sectPr w:rsidR="000C461A" w:rsidSect="000227B9">
          <w:pgSz w:w="12240" w:h="15840" w:code="1"/>
          <w:pgMar w:top="1440" w:right="1800" w:bottom="1440" w:left="1800" w:header="706" w:footer="706" w:gutter="0"/>
          <w:cols w:space="720"/>
          <w:formProt w:val="0"/>
          <w:titlePg/>
        </w:sectPr>
      </w:pPr>
    </w:p>
    <w:tbl>
      <w:tblPr>
        <w:tblW w:w="14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15"/>
        <w:gridCol w:w="360"/>
        <w:gridCol w:w="360"/>
        <w:gridCol w:w="360"/>
        <w:gridCol w:w="360"/>
        <w:gridCol w:w="360"/>
        <w:gridCol w:w="360"/>
        <w:gridCol w:w="360"/>
        <w:gridCol w:w="360"/>
        <w:gridCol w:w="360"/>
        <w:gridCol w:w="360"/>
        <w:gridCol w:w="360"/>
        <w:gridCol w:w="360"/>
        <w:gridCol w:w="360"/>
        <w:gridCol w:w="270"/>
        <w:gridCol w:w="270"/>
        <w:gridCol w:w="360"/>
        <w:gridCol w:w="360"/>
        <w:gridCol w:w="360"/>
        <w:gridCol w:w="450"/>
        <w:gridCol w:w="450"/>
        <w:gridCol w:w="450"/>
        <w:gridCol w:w="360"/>
        <w:gridCol w:w="360"/>
        <w:gridCol w:w="270"/>
        <w:gridCol w:w="1328"/>
        <w:gridCol w:w="1282"/>
        <w:gridCol w:w="1620"/>
      </w:tblGrid>
      <w:tr w:rsidR="00454F86" w:rsidRPr="00252BA4" w:rsidTr="00CF07C4">
        <w:trPr>
          <w:trHeight w:val="470"/>
          <w:jc w:val="center"/>
        </w:trPr>
        <w:tc>
          <w:tcPr>
            <w:tcW w:w="14985" w:type="dxa"/>
            <w:gridSpan w:val="28"/>
            <w:tcBorders>
              <w:top w:val="nil"/>
              <w:left w:val="nil"/>
              <w:bottom w:val="single" w:sz="4" w:space="0" w:color="000000"/>
              <w:right w:val="nil"/>
            </w:tcBorders>
          </w:tcPr>
          <w:p w:rsidR="00454F86" w:rsidRDefault="00454F86" w:rsidP="00430F4C">
            <w:pPr>
              <w:jc w:val="center"/>
              <w:rPr>
                <w:rFonts w:eastAsia="Calibri"/>
                <w:b/>
                <w:sz w:val="20"/>
                <w:szCs w:val="24"/>
                <w:lang w:val="es-ES"/>
              </w:rPr>
            </w:pPr>
            <w:r w:rsidRPr="000C461A">
              <w:rPr>
                <w:rFonts w:eastAsia="Calibri"/>
                <w:b/>
                <w:sz w:val="20"/>
                <w:szCs w:val="24"/>
                <w:lang w:val="es-ES"/>
              </w:rPr>
              <w:lastRenderedPageBreak/>
              <w:t xml:space="preserve">Cuadro </w:t>
            </w:r>
            <w:r>
              <w:rPr>
                <w:rFonts w:eastAsia="Calibri"/>
                <w:b/>
                <w:sz w:val="20"/>
                <w:szCs w:val="24"/>
                <w:lang w:val="es-ES"/>
              </w:rPr>
              <w:t>III-4</w:t>
            </w:r>
          </w:p>
          <w:p w:rsidR="00454F86" w:rsidRPr="00454F86" w:rsidRDefault="00454F86" w:rsidP="00454F86">
            <w:pPr>
              <w:jc w:val="center"/>
              <w:rPr>
                <w:rFonts w:eastAsia="Calibri"/>
                <w:b/>
                <w:sz w:val="20"/>
                <w:szCs w:val="24"/>
                <w:lang w:val="es-ES"/>
              </w:rPr>
            </w:pPr>
            <w:r w:rsidRPr="000C461A">
              <w:rPr>
                <w:rFonts w:eastAsia="Calibri"/>
                <w:b/>
                <w:sz w:val="20"/>
                <w:szCs w:val="24"/>
                <w:lang w:val="es-ES"/>
              </w:rPr>
              <w:t>Plan de trabajo de la evaluación</w:t>
            </w:r>
          </w:p>
        </w:tc>
      </w:tr>
      <w:tr w:rsidR="00454F86" w:rsidRPr="0070507C" w:rsidTr="00454F86">
        <w:trPr>
          <w:trHeight w:val="228"/>
          <w:jc w:val="center"/>
        </w:trPr>
        <w:tc>
          <w:tcPr>
            <w:tcW w:w="2115" w:type="dxa"/>
            <w:vMerge w:val="restart"/>
            <w:shd w:val="clear" w:color="auto" w:fill="B6DDE8"/>
          </w:tcPr>
          <w:p w:rsidR="00454F86" w:rsidRPr="000C461A" w:rsidRDefault="00454F86" w:rsidP="00430F4C">
            <w:pPr>
              <w:jc w:val="center"/>
              <w:rPr>
                <w:b/>
                <w:sz w:val="20"/>
                <w:lang w:val="es-ES"/>
              </w:rPr>
            </w:pPr>
            <w:r w:rsidRPr="000C461A">
              <w:rPr>
                <w:b/>
                <w:sz w:val="20"/>
                <w:lang w:val="es-ES"/>
              </w:rPr>
              <w:t>Principales actividades de evaluación/Productos por actividad</w:t>
            </w:r>
          </w:p>
        </w:tc>
        <w:tc>
          <w:tcPr>
            <w:tcW w:w="1440" w:type="dxa"/>
            <w:gridSpan w:val="4"/>
            <w:tcBorders>
              <w:bottom w:val="single" w:sz="4" w:space="0" w:color="000000"/>
            </w:tcBorders>
            <w:shd w:val="clear" w:color="auto" w:fill="B6DDE8"/>
          </w:tcPr>
          <w:p w:rsidR="00454F86" w:rsidRPr="000C461A" w:rsidRDefault="00454F86" w:rsidP="00430F4C">
            <w:pPr>
              <w:jc w:val="center"/>
              <w:rPr>
                <w:b/>
                <w:sz w:val="20"/>
              </w:rPr>
            </w:pPr>
            <w:r>
              <w:rPr>
                <w:b/>
                <w:sz w:val="20"/>
              </w:rPr>
              <w:t>2013</w:t>
            </w:r>
          </w:p>
        </w:tc>
        <w:tc>
          <w:tcPr>
            <w:tcW w:w="1440" w:type="dxa"/>
            <w:gridSpan w:val="4"/>
            <w:tcBorders>
              <w:bottom w:val="single" w:sz="4" w:space="0" w:color="000000"/>
            </w:tcBorders>
            <w:shd w:val="clear" w:color="auto" w:fill="B6DDE8"/>
          </w:tcPr>
          <w:p w:rsidR="00454F86" w:rsidRPr="000C461A" w:rsidRDefault="00454F86" w:rsidP="00430F4C">
            <w:pPr>
              <w:jc w:val="center"/>
              <w:rPr>
                <w:b/>
                <w:sz w:val="20"/>
              </w:rPr>
            </w:pPr>
            <w:r>
              <w:rPr>
                <w:b/>
                <w:sz w:val="20"/>
              </w:rPr>
              <w:t>2014</w:t>
            </w:r>
          </w:p>
        </w:tc>
        <w:tc>
          <w:tcPr>
            <w:tcW w:w="1440" w:type="dxa"/>
            <w:gridSpan w:val="4"/>
            <w:tcBorders>
              <w:bottom w:val="single" w:sz="4" w:space="0" w:color="000000"/>
            </w:tcBorders>
            <w:shd w:val="clear" w:color="auto" w:fill="B6DDE8"/>
          </w:tcPr>
          <w:p w:rsidR="00454F86" w:rsidRPr="000C461A" w:rsidRDefault="00454F86" w:rsidP="00430F4C">
            <w:pPr>
              <w:jc w:val="center"/>
              <w:rPr>
                <w:b/>
                <w:sz w:val="20"/>
              </w:rPr>
            </w:pPr>
            <w:r>
              <w:rPr>
                <w:b/>
                <w:sz w:val="20"/>
              </w:rPr>
              <w:t>2015</w:t>
            </w:r>
          </w:p>
        </w:tc>
        <w:tc>
          <w:tcPr>
            <w:tcW w:w="1260" w:type="dxa"/>
            <w:gridSpan w:val="4"/>
            <w:tcBorders>
              <w:bottom w:val="single" w:sz="4" w:space="0" w:color="000000"/>
            </w:tcBorders>
            <w:shd w:val="clear" w:color="auto" w:fill="B6DDE8"/>
          </w:tcPr>
          <w:p w:rsidR="00454F86" w:rsidRPr="000C461A" w:rsidRDefault="00454F86" w:rsidP="00430F4C">
            <w:pPr>
              <w:jc w:val="center"/>
              <w:rPr>
                <w:b/>
                <w:sz w:val="20"/>
              </w:rPr>
            </w:pPr>
            <w:r>
              <w:rPr>
                <w:b/>
                <w:sz w:val="20"/>
              </w:rPr>
              <w:t>2016</w:t>
            </w:r>
          </w:p>
        </w:tc>
        <w:tc>
          <w:tcPr>
            <w:tcW w:w="1620" w:type="dxa"/>
            <w:gridSpan w:val="4"/>
            <w:tcBorders>
              <w:bottom w:val="single" w:sz="4" w:space="0" w:color="000000"/>
            </w:tcBorders>
            <w:shd w:val="clear" w:color="auto" w:fill="B6DDE8"/>
          </w:tcPr>
          <w:p w:rsidR="00454F86" w:rsidRPr="000C461A" w:rsidRDefault="00454F86" w:rsidP="00430F4C">
            <w:pPr>
              <w:jc w:val="center"/>
              <w:rPr>
                <w:b/>
                <w:sz w:val="20"/>
              </w:rPr>
            </w:pPr>
            <w:r>
              <w:rPr>
                <w:b/>
                <w:sz w:val="20"/>
              </w:rPr>
              <w:t>2017</w:t>
            </w:r>
          </w:p>
        </w:tc>
        <w:tc>
          <w:tcPr>
            <w:tcW w:w="1440" w:type="dxa"/>
            <w:gridSpan w:val="4"/>
            <w:tcBorders>
              <w:bottom w:val="single" w:sz="4" w:space="0" w:color="000000"/>
            </w:tcBorders>
            <w:shd w:val="clear" w:color="auto" w:fill="B6DDE8"/>
          </w:tcPr>
          <w:p w:rsidR="00454F86" w:rsidRPr="000C461A" w:rsidRDefault="00454F86" w:rsidP="00430F4C">
            <w:pPr>
              <w:jc w:val="center"/>
              <w:rPr>
                <w:b/>
                <w:sz w:val="20"/>
              </w:rPr>
            </w:pPr>
            <w:r>
              <w:rPr>
                <w:b/>
                <w:sz w:val="20"/>
              </w:rPr>
              <w:t>2018</w:t>
            </w:r>
          </w:p>
        </w:tc>
        <w:tc>
          <w:tcPr>
            <w:tcW w:w="1328" w:type="dxa"/>
            <w:vMerge w:val="restart"/>
            <w:shd w:val="clear" w:color="auto" w:fill="B6DDE8"/>
            <w:vAlign w:val="center"/>
          </w:tcPr>
          <w:p w:rsidR="00454F86" w:rsidRPr="000C461A" w:rsidRDefault="00454F86" w:rsidP="00430F4C">
            <w:pPr>
              <w:jc w:val="center"/>
              <w:rPr>
                <w:b/>
                <w:sz w:val="20"/>
              </w:rPr>
            </w:pPr>
            <w:r w:rsidRPr="000C461A">
              <w:rPr>
                <w:b/>
                <w:sz w:val="20"/>
              </w:rPr>
              <w:t>Responsable</w:t>
            </w:r>
          </w:p>
        </w:tc>
        <w:tc>
          <w:tcPr>
            <w:tcW w:w="1282" w:type="dxa"/>
            <w:vMerge w:val="restart"/>
            <w:shd w:val="clear" w:color="auto" w:fill="B6DDE8"/>
            <w:vAlign w:val="center"/>
          </w:tcPr>
          <w:p w:rsidR="00454F86" w:rsidRPr="000C461A" w:rsidRDefault="00454F86" w:rsidP="00430F4C">
            <w:pPr>
              <w:jc w:val="center"/>
              <w:rPr>
                <w:b/>
                <w:sz w:val="20"/>
              </w:rPr>
            </w:pPr>
            <w:r w:rsidRPr="000C461A">
              <w:rPr>
                <w:b/>
                <w:sz w:val="20"/>
              </w:rPr>
              <w:t>Costo</w:t>
            </w:r>
            <w:r>
              <w:rPr>
                <w:b/>
                <w:sz w:val="20"/>
              </w:rPr>
              <w:t xml:space="preserve"> US$</w:t>
            </w:r>
          </w:p>
        </w:tc>
        <w:tc>
          <w:tcPr>
            <w:tcW w:w="1620" w:type="dxa"/>
            <w:vMerge w:val="restart"/>
            <w:shd w:val="clear" w:color="auto" w:fill="B6DDE8"/>
            <w:vAlign w:val="center"/>
          </w:tcPr>
          <w:p w:rsidR="00454F86" w:rsidRPr="000C461A" w:rsidRDefault="00454F86" w:rsidP="00430F4C">
            <w:pPr>
              <w:jc w:val="center"/>
              <w:rPr>
                <w:b/>
                <w:sz w:val="20"/>
              </w:rPr>
            </w:pPr>
            <w:r w:rsidRPr="000C461A">
              <w:rPr>
                <w:b/>
                <w:sz w:val="20"/>
              </w:rPr>
              <w:t>Financiamiento</w:t>
            </w:r>
          </w:p>
        </w:tc>
      </w:tr>
      <w:tr w:rsidR="00454F86" w:rsidRPr="0070507C" w:rsidTr="00454F86">
        <w:trPr>
          <w:trHeight w:val="146"/>
          <w:jc w:val="center"/>
        </w:trPr>
        <w:tc>
          <w:tcPr>
            <w:tcW w:w="2115" w:type="dxa"/>
            <w:vMerge/>
          </w:tcPr>
          <w:p w:rsidR="00454F86" w:rsidRPr="000C461A" w:rsidRDefault="00454F86" w:rsidP="00430F4C">
            <w:pPr>
              <w:jc w:val="center"/>
              <w:rPr>
                <w:sz w:val="20"/>
              </w:rPr>
            </w:pPr>
          </w:p>
        </w:tc>
        <w:tc>
          <w:tcPr>
            <w:tcW w:w="360" w:type="dxa"/>
            <w:shd w:val="clear" w:color="auto" w:fill="B6DDE8"/>
          </w:tcPr>
          <w:p w:rsidR="00454F86" w:rsidRPr="000C461A" w:rsidRDefault="00454F86" w:rsidP="00430F4C">
            <w:pPr>
              <w:jc w:val="center"/>
              <w:rPr>
                <w:b/>
                <w:sz w:val="20"/>
              </w:rPr>
            </w:pPr>
            <w:r w:rsidRPr="000C461A">
              <w:rPr>
                <w:b/>
                <w:sz w:val="20"/>
              </w:rPr>
              <w:t>1</w:t>
            </w:r>
          </w:p>
        </w:tc>
        <w:tc>
          <w:tcPr>
            <w:tcW w:w="360" w:type="dxa"/>
            <w:shd w:val="clear" w:color="auto" w:fill="B6DDE8"/>
          </w:tcPr>
          <w:p w:rsidR="00454F86" w:rsidRPr="000C461A" w:rsidRDefault="00454F86" w:rsidP="00430F4C">
            <w:pPr>
              <w:jc w:val="center"/>
              <w:rPr>
                <w:b/>
                <w:sz w:val="20"/>
              </w:rPr>
            </w:pPr>
            <w:r w:rsidRPr="000C461A">
              <w:rPr>
                <w:b/>
                <w:sz w:val="20"/>
              </w:rPr>
              <w:t>2</w:t>
            </w:r>
          </w:p>
        </w:tc>
        <w:tc>
          <w:tcPr>
            <w:tcW w:w="360" w:type="dxa"/>
            <w:shd w:val="clear" w:color="auto" w:fill="B6DDE8"/>
          </w:tcPr>
          <w:p w:rsidR="00454F86" w:rsidRPr="000C461A" w:rsidRDefault="00454F86" w:rsidP="00430F4C">
            <w:pPr>
              <w:jc w:val="center"/>
              <w:rPr>
                <w:b/>
                <w:sz w:val="20"/>
              </w:rPr>
            </w:pPr>
            <w:r w:rsidRPr="000C461A">
              <w:rPr>
                <w:b/>
                <w:sz w:val="20"/>
              </w:rPr>
              <w:t>3</w:t>
            </w:r>
          </w:p>
        </w:tc>
        <w:tc>
          <w:tcPr>
            <w:tcW w:w="360" w:type="dxa"/>
            <w:shd w:val="clear" w:color="auto" w:fill="B6DDE8"/>
          </w:tcPr>
          <w:p w:rsidR="00454F86" w:rsidRPr="000C461A" w:rsidRDefault="00454F86" w:rsidP="00430F4C">
            <w:pPr>
              <w:jc w:val="center"/>
              <w:rPr>
                <w:b/>
                <w:sz w:val="20"/>
              </w:rPr>
            </w:pPr>
            <w:r w:rsidRPr="000C461A">
              <w:rPr>
                <w:b/>
                <w:sz w:val="20"/>
              </w:rPr>
              <w:t>4</w:t>
            </w:r>
          </w:p>
        </w:tc>
        <w:tc>
          <w:tcPr>
            <w:tcW w:w="360" w:type="dxa"/>
            <w:shd w:val="clear" w:color="auto" w:fill="B6DDE8"/>
          </w:tcPr>
          <w:p w:rsidR="00454F86" w:rsidRPr="000C461A" w:rsidRDefault="00454F86" w:rsidP="00430F4C">
            <w:pPr>
              <w:jc w:val="center"/>
              <w:rPr>
                <w:b/>
                <w:sz w:val="20"/>
              </w:rPr>
            </w:pPr>
            <w:r w:rsidRPr="000C461A">
              <w:rPr>
                <w:b/>
                <w:sz w:val="20"/>
              </w:rPr>
              <w:t>1</w:t>
            </w:r>
          </w:p>
        </w:tc>
        <w:tc>
          <w:tcPr>
            <w:tcW w:w="360" w:type="dxa"/>
            <w:shd w:val="clear" w:color="auto" w:fill="B6DDE8"/>
          </w:tcPr>
          <w:p w:rsidR="00454F86" w:rsidRPr="000C461A" w:rsidRDefault="00454F86" w:rsidP="00430F4C">
            <w:pPr>
              <w:jc w:val="center"/>
              <w:rPr>
                <w:b/>
                <w:sz w:val="20"/>
              </w:rPr>
            </w:pPr>
            <w:r w:rsidRPr="000C461A">
              <w:rPr>
                <w:b/>
                <w:sz w:val="20"/>
              </w:rPr>
              <w:t>2</w:t>
            </w:r>
          </w:p>
        </w:tc>
        <w:tc>
          <w:tcPr>
            <w:tcW w:w="360" w:type="dxa"/>
            <w:shd w:val="clear" w:color="auto" w:fill="B6DDE8"/>
          </w:tcPr>
          <w:p w:rsidR="00454F86" w:rsidRPr="000C461A" w:rsidRDefault="00454F86" w:rsidP="00430F4C">
            <w:pPr>
              <w:jc w:val="center"/>
              <w:rPr>
                <w:b/>
                <w:sz w:val="20"/>
              </w:rPr>
            </w:pPr>
            <w:r w:rsidRPr="000C461A">
              <w:rPr>
                <w:b/>
                <w:sz w:val="20"/>
              </w:rPr>
              <w:t>3</w:t>
            </w:r>
          </w:p>
        </w:tc>
        <w:tc>
          <w:tcPr>
            <w:tcW w:w="360" w:type="dxa"/>
            <w:shd w:val="clear" w:color="auto" w:fill="B6DDE8"/>
          </w:tcPr>
          <w:p w:rsidR="00454F86" w:rsidRPr="000C461A" w:rsidRDefault="00454F86" w:rsidP="00430F4C">
            <w:pPr>
              <w:jc w:val="center"/>
              <w:rPr>
                <w:b/>
                <w:sz w:val="20"/>
              </w:rPr>
            </w:pPr>
            <w:r w:rsidRPr="000C461A">
              <w:rPr>
                <w:b/>
                <w:sz w:val="20"/>
              </w:rPr>
              <w:t>4</w:t>
            </w:r>
          </w:p>
        </w:tc>
        <w:tc>
          <w:tcPr>
            <w:tcW w:w="360" w:type="dxa"/>
            <w:shd w:val="clear" w:color="auto" w:fill="B6DDE8"/>
          </w:tcPr>
          <w:p w:rsidR="00454F86" w:rsidRPr="000C461A" w:rsidRDefault="00454F86" w:rsidP="00430F4C">
            <w:pPr>
              <w:jc w:val="center"/>
              <w:rPr>
                <w:b/>
                <w:sz w:val="20"/>
              </w:rPr>
            </w:pPr>
            <w:r w:rsidRPr="000C461A">
              <w:rPr>
                <w:b/>
                <w:sz w:val="20"/>
              </w:rPr>
              <w:t>1</w:t>
            </w:r>
          </w:p>
        </w:tc>
        <w:tc>
          <w:tcPr>
            <w:tcW w:w="360" w:type="dxa"/>
            <w:shd w:val="clear" w:color="auto" w:fill="B6DDE8"/>
          </w:tcPr>
          <w:p w:rsidR="00454F86" w:rsidRPr="000C461A" w:rsidRDefault="00454F86" w:rsidP="00430F4C">
            <w:pPr>
              <w:jc w:val="center"/>
              <w:rPr>
                <w:b/>
                <w:sz w:val="20"/>
              </w:rPr>
            </w:pPr>
            <w:r w:rsidRPr="000C461A">
              <w:rPr>
                <w:b/>
                <w:sz w:val="20"/>
              </w:rPr>
              <w:t>2</w:t>
            </w:r>
          </w:p>
        </w:tc>
        <w:tc>
          <w:tcPr>
            <w:tcW w:w="360" w:type="dxa"/>
            <w:shd w:val="clear" w:color="auto" w:fill="B6DDE8"/>
          </w:tcPr>
          <w:p w:rsidR="00454F86" w:rsidRPr="000C461A" w:rsidRDefault="00454F86" w:rsidP="00430F4C">
            <w:pPr>
              <w:jc w:val="center"/>
              <w:rPr>
                <w:b/>
                <w:sz w:val="20"/>
              </w:rPr>
            </w:pPr>
            <w:r w:rsidRPr="000C461A">
              <w:rPr>
                <w:b/>
                <w:sz w:val="20"/>
              </w:rPr>
              <w:t>3</w:t>
            </w:r>
          </w:p>
        </w:tc>
        <w:tc>
          <w:tcPr>
            <w:tcW w:w="360" w:type="dxa"/>
            <w:shd w:val="clear" w:color="auto" w:fill="B6DDE8"/>
          </w:tcPr>
          <w:p w:rsidR="00454F86" w:rsidRPr="000C461A" w:rsidRDefault="00454F86" w:rsidP="00430F4C">
            <w:pPr>
              <w:jc w:val="center"/>
              <w:rPr>
                <w:b/>
                <w:sz w:val="20"/>
              </w:rPr>
            </w:pPr>
            <w:r w:rsidRPr="000C461A">
              <w:rPr>
                <w:b/>
                <w:sz w:val="20"/>
              </w:rPr>
              <w:t>4</w:t>
            </w:r>
          </w:p>
        </w:tc>
        <w:tc>
          <w:tcPr>
            <w:tcW w:w="360" w:type="dxa"/>
            <w:shd w:val="clear" w:color="auto" w:fill="B6DDE8" w:themeFill="accent5" w:themeFillTint="66"/>
          </w:tcPr>
          <w:p w:rsidR="00454F86" w:rsidRPr="007242D8" w:rsidRDefault="00454F86" w:rsidP="00430F4C">
            <w:pPr>
              <w:jc w:val="center"/>
              <w:rPr>
                <w:b/>
                <w:sz w:val="20"/>
              </w:rPr>
            </w:pPr>
            <w:r>
              <w:rPr>
                <w:b/>
                <w:sz w:val="20"/>
              </w:rPr>
              <w:t>1</w:t>
            </w:r>
          </w:p>
        </w:tc>
        <w:tc>
          <w:tcPr>
            <w:tcW w:w="270" w:type="dxa"/>
            <w:shd w:val="clear" w:color="auto" w:fill="B6DDE8" w:themeFill="accent5" w:themeFillTint="66"/>
          </w:tcPr>
          <w:p w:rsidR="00454F86" w:rsidRPr="007242D8" w:rsidRDefault="00454F86" w:rsidP="00430F4C">
            <w:pPr>
              <w:jc w:val="center"/>
              <w:rPr>
                <w:b/>
                <w:sz w:val="20"/>
              </w:rPr>
            </w:pPr>
            <w:r>
              <w:rPr>
                <w:b/>
                <w:sz w:val="20"/>
              </w:rPr>
              <w:t>2</w:t>
            </w:r>
          </w:p>
        </w:tc>
        <w:tc>
          <w:tcPr>
            <w:tcW w:w="270" w:type="dxa"/>
            <w:shd w:val="clear" w:color="auto" w:fill="B6DDE8" w:themeFill="accent5" w:themeFillTint="66"/>
          </w:tcPr>
          <w:p w:rsidR="00454F86" w:rsidRPr="007242D8" w:rsidRDefault="00454F86" w:rsidP="00430F4C">
            <w:pPr>
              <w:jc w:val="center"/>
              <w:rPr>
                <w:b/>
                <w:sz w:val="20"/>
              </w:rPr>
            </w:pPr>
            <w:r>
              <w:rPr>
                <w:b/>
                <w:sz w:val="20"/>
              </w:rPr>
              <w:t>3</w:t>
            </w:r>
          </w:p>
        </w:tc>
        <w:tc>
          <w:tcPr>
            <w:tcW w:w="360" w:type="dxa"/>
            <w:shd w:val="clear" w:color="auto" w:fill="B6DDE8" w:themeFill="accent5" w:themeFillTint="66"/>
          </w:tcPr>
          <w:p w:rsidR="00454F86" w:rsidRPr="007242D8" w:rsidRDefault="00454F86" w:rsidP="00454F86">
            <w:pPr>
              <w:jc w:val="center"/>
              <w:rPr>
                <w:b/>
                <w:sz w:val="20"/>
              </w:rPr>
            </w:pPr>
            <w:r>
              <w:rPr>
                <w:b/>
                <w:sz w:val="20"/>
              </w:rPr>
              <w:t>4</w:t>
            </w:r>
          </w:p>
        </w:tc>
        <w:tc>
          <w:tcPr>
            <w:tcW w:w="360" w:type="dxa"/>
            <w:shd w:val="clear" w:color="auto" w:fill="B6DDE8" w:themeFill="accent5" w:themeFillTint="66"/>
          </w:tcPr>
          <w:p w:rsidR="00454F86" w:rsidRPr="007242D8" w:rsidRDefault="00454F86" w:rsidP="00430F4C">
            <w:pPr>
              <w:jc w:val="center"/>
              <w:rPr>
                <w:b/>
                <w:sz w:val="20"/>
              </w:rPr>
            </w:pPr>
            <w:r>
              <w:rPr>
                <w:b/>
                <w:sz w:val="20"/>
              </w:rPr>
              <w:t>1</w:t>
            </w:r>
          </w:p>
        </w:tc>
        <w:tc>
          <w:tcPr>
            <w:tcW w:w="360" w:type="dxa"/>
            <w:shd w:val="clear" w:color="auto" w:fill="B6DDE8" w:themeFill="accent5" w:themeFillTint="66"/>
          </w:tcPr>
          <w:p w:rsidR="00454F86" w:rsidRPr="007242D8" w:rsidRDefault="00454F86" w:rsidP="00430F4C">
            <w:pPr>
              <w:jc w:val="center"/>
              <w:rPr>
                <w:b/>
                <w:sz w:val="20"/>
              </w:rPr>
            </w:pPr>
            <w:r>
              <w:rPr>
                <w:b/>
                <w:sz w:val="20"/>
              </w:rPr>
              <w:t>2</w:t>
            </w:r>
          </w:p>
        </w:tc>
        <w:tc>
          <w:tcPr>
            <w:tcW w:w="450" w:type="dxa"/>
            <w:shd w:val="clear" w:color="auto" w:fill="B6DDE8" w:themeFill="accent5" w:themeFillTint="66"/>
          </w:tcPr>
          <w:p w:rsidR="00454F86" w:rsidRPr="007242D8" w:rsidRDefault="00454F86" w:rsidP="00430F4C">
            <w:pPr>
              <w:jc w:val="center"/>
              <w:rPr>
                <w:b/>
                <w:sz w:val="20"/>
              </w:rPr>
            </w:pPr>
            <w:r>
              <w:rPr>
                <w:b/>
                <w:sz w:val="20"/>
              </w:rPr>
              <w:t>3</w:t>
            </w:r>
          </w:p>
        </w:tc>
        <w:tc>
          <w:tcPr>
            <w:tcW w:w="450" w:type="dxa"/>
            <w:shd w:val="clear" w:color="auto" w:fill="B6DDE8" w:themeFill="accent5" w:themeFillTint="66"/>
          </w:tcPr>
          <w:p w:rsidR="00454F86" w:rsidRPr="007242D8" w:rsidRDefault="00454F86" w:rsidP="00454F86">
            <w:pPr>
              <w:jc w:val="center"/>
              <w:rPr>
                <w:b/>
                <w:sz w:val="20"/>
              </w:rPr>
            </w:pPr>
            <w:r>
              <w:rPr>
                <w:b/>
                <w:sz w:val="20"/>
              </w:rPr>
              <w:t>4</w:t>
            </w:r>
          </w:p>
        </w:tc>
        <w:tc>
          <w:tcPr>
            <w:tcW w:w="450" w:type="dxa"/>
            <w:shd w:val="clear" w:color="auto" w:fill="B6DDE8" w:themeFill="accent5" w:themeFillTint="66"/>
          </w:tcPr>
          <w:p w:rsidR="00454F86" w:rsidRPr="00A37AA2" w:rsidRDefault="00454F86" w:rsidP="00430F4C">
            <w:pPr>
              <w:jc w:val="center"/>
              <w:rPr>
                <w:b/>
                <w:sz w:val="20"/>
              </w:rPr>
            </w:pPr>
            <w:r>
              <w:rPr>
                <w:b/>
                <w:sz w:val="20"/>
              </w:rPr>
              <w:t>1</w:t>
            </w:r>
          </w:p>
        </w:tc>
        <w:tc>
          <w:tcPr>
            <w:tcW w:w="360" w:type="dxa"/>
            <w:shd w:val="clear" w:color="auto" w:fill="B6DDE8" w:themeFill="accent5" w:themeFillTint="66"/>
          </w:tcPr>
          <w:p w:rsidR="00454F86" w:rsidRPr="00A37AA2" w:rsidRDefault="00454F86" w:rsidP="00430F4C">
            <w:pPr>
              <w:jc w:val="center"/>
              <w:rPr>
                <w:b/>
                <w:sz w:val="20"/>
              </w:rPr>
            </w:pPr>
            <w:r>
              <w:rPr>
                <w:b/>
                <w:sz w:val="20"/>
              </w:rPr>
              <w:t>2</w:t>
            </w:r>
          </w:p>
        </w:tc>
        <w:tc>
          <w:tcPr>
            <w:tcW w:w="360" w:type="dxa"/>
            <w:shd w:val="clear" w:color="auto" w:fill="B6DDE8" w:themeFill="accent5" w:themeFillTint="66"/>
          </w:tcPr>
          <w:p w:rsidR="00454F86" w:rsidRPr="00A37AA2" w:rsidRDefault="00454F86" w:rsidP="00430F4C">
            <w:pPr>
              <w:jc w:val="center"/>
              <w:rPr>
                <w:b/>
                <w:sz w:val="20"/>
              </w:rPr>
            </w:pPr>
            <w:r>
              <w:rPr>
                <w:b/>
                <w:sz w:val="20"/>
              </w:rPr>
              <w:t>3</w:t>
            </w:r>
          </w:p>
        </w:tc>
        <w:tc>
          <w:tcPr>
            <w:tcW w:w="270" w:type="dxa"/>
            <w:shd w:val="clear" w:color="auto" w:fill="B6DDE8" w:themeFill="accent5" w:themeFillTint="66"/>
          </w:tcPr>
          <w:p w:rsidR="00454F86" w:rsidRPr="00A37AA2" w:rsidRDefault="00454F86" w:rsidP="00430F4C">
            <w:pPr>
              <w:jc w:val="center"/>
              <w:rPr>
                <w:b/>
                <w:sz w:val="20"/>
              </w:rPr>
            </w:pPr>
            <w:r>
              <w:rPr>
                <w:b/>
                <w:sz w:val="20"/>
              </w:rPr>
              <w:t>4</w:t>
            </w:r>
          </w:p>
        </w:tc>
        <w:tc>
          <w:tcPr>
            <w:tcW w:w="1328" w:type="dxa"/>
            <w:vMerge/>
          </w:tcPr>
          <w:p w:rsidR="00454F86" w:rsidRPr="000C461A" w:rsidRDefault="00454F86" w:rsidP="00430F4C">
            <w:pPr>
              <w:jc w:val="center"/>
              <w:rPr>
                <w:sz w:val="20"/>
              </w:rPr>
            </w:pPr>
          </w:p>
        </w:tc>
        <w:tc>
          <w:tcPr>
            <w:tcW w:w="1282" w:type="dxa"/>
            <w:vMerge/>
          </w:tcPr>
          <w:p w:rsidR="00454F86" w:rsidRPr="000C461A" w:rsidRDefault="00454F86" w:rsidP="00430F4C">
            <w:pPr>
              <w:jc w:val="center"/>
              <w:rPr>
                <w:sz w:val="20"/>
              </w:rPr>
            </w:pPr>
          </w:p>
        </w:tc>
        <w:tc>
          <w:tcPr>
            <w:tcW w:w="1620" w:type="dxa"/>
            <w:vMerge/>
          </w:tcPr>
          <w:p w:rsidR="00454F86" w:rsidRPr="000C461A" w:rsidRDefault="00454F86" w:rsidP="00430F4C">
            <w:pPr>
              <w:jc w:val="center"/>
              <w:rPr>
                <w:sz w:val="20"/>
              </w:rPr>
            </w:pPr>
          </w:p>
        </w:tc>
      </w:tr>
      <w:tr w:rsidR="00454F86" w:rsidRPr="00083A28" w:rsidTr="00430F4C">
        <w:trPr>
          <w:trHeight w:val="228"/>
          <w:jc w:val="center"/>
        </w:trPr>
        <w:tc>
          <w:tcPr>
            <w:tcW w:w="2115" w:type="dxa"/>
          </w:tcPr>
          <w:p w:rsidR="00454F86" w:rsidRDefault="00454F86" w:rsidP="00430F4C">
            <w:pPr>
              <w:rPr>
                <w:b/>
                <w:sz w:val="20"/>
                <w:lang w:val="es-ES_tradnl"/>
              </w:rPr>
            </w:pPr>
            <w:r w:rsidRPr="00A77DFC">
              <w:rPr>
                <w:b/>
                <w:sz w:val="20"/>
                <w:lang w:val="es-ES_tradnl"/>
              </w:rPr>
              <w:t>Evaluación 1. Reflexiva</w:t>
            </w:r>
          </w:p>
        </w:tc>
        <w:tc>
          <w:tcPr>
            <w:tcW w:w="1440" w:type="dxa"/>
            <w:gridSpan w:val="4"/>
            <w:shd w:val="clear" w:color="auto" w:fill="auto"/>
          </w:tcPr>
          <w:p w:rsidR="00454F86" w:rsidRPr="00083A28" w:rsidRDefault="00454F86" w:rsidP="00430F4C">
            <w:pPr>
              <w:jc w:val="center"/>
              <w:rPr>
                <w:b/>
                <w:sz w:val="20"/>
                <w:lang w:val="es-ES_tradnl"/>
              </w:rPr>
            </w:pPr>
          </w:p>
        </w:tc>
        <w:tc>
          <w:tcPr>
            <w:tcW w:w="1440" w:type="dxa"/>
            <w:gridSpan w:val="4"/>
            <w:shd w:val="clear" w:color="auto" w:fill="auto"/>
          </w:tcPr>
          <w:p w:rsidR="00454F86" w:rsidRPr="00083A28" w:rsidRDefault="00454F86" w:rsidP="00430F4C">
            <w:pPr>
              <w:jc w:val="center"/>
              <w:rPr>
                <w:b/>
                <w:sz w:val="20"/>
                <w:lang w:val="es-ES_tradnl"/>
              </w:rPr>
            </w:pPr>
          </w:p>
        </w:tc>
        <w:tc>
          <w:tcPr>
            <w:tcW w:w="1440" w:type="dxa"/>
            <w:gridSpan w:val="4"/>
            <w:shd w:val="clear" w:color="auto" w:fill="auto"/>
          </w:tcPr>
          <w:p w:rsidR="00454F86" w:rsidRPr="00083A28" w:rsidRDefault="00454F86" w:rsidP="00430F4C">
            <w:pPr>
              <w:jc w:val="center"/>
              <w:rPr>
                <w:b/>
                <w:sz w:val="20"/>
                <w:lang w:val="es-ES_tradnl"/>
              </w:rPr>
            </w:pPr>
          </w:p>
        </w:tc>
        <w:tc>
          <w:tcPr>
            <w:tcW w:w="1260" w:type="dxa"/>
            <w:gridSpan w:val="4"/>
            <w:shd w:val="clear" w:color="auto" w:fill="auto"/>
          </w:tcPr>
          <w:p w:rsidR="00454F86" w:rsidRPr="00083A28" w:rsidRDefault="00454F86" w:rsidP="00430F4C">
            <w:pPr>
              <w:jc w:val="center"/>
              <w:rPr>
                <w:b/>
                <w:sz w:val="20"/>
                <w:lang w:val="es-ES_tradnl"/>
              </w:rPr>
            </w:pPr>
          </w:p>
        </w:tc>
        <w:tc>
          <w:tcPr>
            <w:tcW w:w="1620" w:type="dxa"/>
            <w:gridSpan w:val="4"/>
          </w:tcPr>
          <w:p w:rsidR="00454F86" w:rsidRPr="00083A28" w:rsidRDefault="00454F86" w:rsidP="00430F4C">
            <w:pPr>
              <w:jc w:val="center"/>
              <w:rPr>
                <w:b/>
                <w:sz w:val="20"/>
                <w:lang w:val="es-ES_tradnl"/>
              </w:rPr>
            </w:pPr>
          </w:p>
        </w:tc>
        <w:tc>
          <w:tcPr>
            <w:tcW w:w="1440" w:type="dxa"/>
            <w:gridSpan w:val="4"/>
          </w:tcPr>
          <w:p w:rsidR="00454F86" w:rsidRPr="00083A28" w:rsidRDefault="00454F86" w:rsidP="00430F4C">
            <w:pPr>
              <w:jc w:val="center"/>
              <w:rPr>
                <w:b/>
                <w:sz w:val="20"/>
                <w:lang w:val="es-ES_tradnl"/>
              </w:rPr>
            </w:pPr>
          </w:p>
        </w:tc>
        <w:tc>
          <w:tcPr>
            <w:tcW w:w="1328" w:type="dxa"/>
          </w:tcPr>
          <w:p w:rsidR="00454F86" w:rsidRPr="00083A28" w:rsidRDefault="00454F86" w:rsidP="00430F4C">
            <w:pPr>
              <w:jc w:val="center"/>
              <w:rPr>
                <w:b/>
                <w:sz w:val="20"/>
                <w:lang w:val="es-ES_tradnl"/>
              </w:rPr>
            </w:pPr>
          </w:p>
        </w:tc>
        <w:tc>
          <w:tcPr>
            <w:tcW w:w="1282" w:type="dxa"/>
          </w:tcPr>
          <w:p w:rsidR="00454F86" w:rsidRDefault="00454F86" w:rsidP="00430F4C">
            <w:pPr>
              <w:jc w:val="center"/>
              <w:rPr>
                <w:rStyle w:val="CommentReference"/>
                <w:b/>
                <w:lang w:val="es-ES_tradnl"/>
              </w:rPr>
            </w:pPr>
          </w:p>
        </w:tc>
        <w:tc>
          <w:tcPr>
            <w:tcW w:w="1620" w:type="dxa"/>
          </w:tcPr>
          <w:p w:rsidR="00454F86" w:rsidRDefault="00454F86" w:rsidP="00430F4C">
            <w:pPr>
              <w:jc w:val="center"/>
              <w:rPr>
                <w:b/>
                <w:sz w:val="20"/>
                <w:lang w:val="es-ES_tradnl"/>
              </w:rPr>
            </w:pPr>
          </w:p>
        </w:tc>
      </w:tr>
      <w:tr w:rsidR="00454F86" w:rsidRPr="00083A28" w:rsidTr="00430F4C">
        <w:trPr>
          <w:trHeight w:val="228"/>
          <w:jc w:val="center"/>
        </w:trPr>
        <w:tc>
          <w:tcPr>
            <w:tcW w:w="2115" w:type="dxa"/>
          </w:tcPr>
          <w:p w:rsidR="00454F86" w:rsidRDefault="00454F86" w:rsidP="00430F4C">
            <w:pPr>
              <w:rPr>
                <w:sz w:val="20"/>
                <w:lang w:val="es-ES_tradnl"/>
              </w:rPr>
            </w:pPr>
            <w:r w:rsidRPr="00FB28DE">
              <w:rPr>
                <w:sz w:val="20"/>
                <w:lang w:val="es-ES_tradnl"/>
              </w:rPr>
              <w:t xml:space="preserve">Selección de la </w:t>
            </w:r>
            <w:r>
              <w:rPr>
                <w:sz w:val="20"/>
                <w:lang w:val="es-ES_tradnl"/>
              </w:rPr>
              <w:t xml:space="preserve">firma consultora para </w:t>
            </w:r>
            <w:r w:rsidRPr="00FB28DE">
              <w:rPr>
                <w:sz w:val="20"/>
                <w:lang w:val="es-ES_tradnl"/>
              </w:rPr>
              <w:t>l</w:t>
            </w:r>
            <w:r>
              <w:rPr>
                <w:sz w:val="20"/>
                <w:lang w:val="es-ES_tradnl"/>
              </w:rPr>
              <w:t>a</w:t>
            </w:r>
            <w:r w:rsidRPr="00FB28DE">
              <w:rPr>
                <w:sz w:val="20"/>
                <w:lang w:val="es-ES_tradnl"/>
              </w:rPr>
              <w:t xml:space="preserve"> evaluación</w:t>
            </w:r>
          </w:p>
        </w:tc>
        <w:tc>
          <w:tcPr>
            <w:tcW w:w="360" w:type="dxa"/>
            <w:shd w:val="clear" w:color="auto" w:fill="auto"/>
          </w:tcPr>
          <w:p w:rsidR="00454F86" w:rsidRPr="00FB28DE" w:rsidRDefault="00454F86" w:rsidP="00430F4C">
            <w:pPr>
              <w:rPr>
                <w:sz w:val="20"/>
                <w:lang w:val="es-ES_tradnl"/>
              </w:rPr>
            </w:pPr>
            <w:r>
              <w:rPr>
                <w:sz w:val="20"/>
                <w:lang w:val="es-ES_tradnl"/>
              </w:rPr>
              <w:t>X</w:t>
            </w: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tcPr>
          <w:p w:rsidR="00454F86" w:rsidRPr="00083A28" w:rsidRDefault="00454F86" w:rsidP="00430F4C">
            <w:pPr>
              <w:jc w:val="center"/>
              <w:rPr>
                <w:sz w:val="20"/>
                <w:lang w:val="es-ES_tradnl"/>
              </w:rPr>
            </w:pPr>
          </w:p>
        </w:tc>
        <w:tc>
          <w:tcPr>
            <w:tcW w:w="270" w:type="dxa"/>
          </w:tcPr>
          <w:p w:rsidR="00454F86" w:rsidRPr="00083A28" w:rsidRDefault="00454F86" w:rsidP="00430F4C">
            <w:pPr>
              <w:jc w:val="center"/>
              <w:rPr>
                <w:sz w:val="20"/>
                <w:lang w:val="es-ES_tradnl"/>
              </w:rPr>
            </w:pPr>
          </w:p>
        </w:tc>
        <w:tc>
          <w:tcPr>
            <w:tcW w:w="270" w:type="dxa"/>
          </w:tcPr>
          <w:p w:rsidR="00454F86" w:rsidRPr="00083A28" w:rsidRDefault="00454F86" w:rsidP="00430F4C">
            <w:pPr>
              <w:jc w:val="center"/>
              <w:rPr>
                <w:sz w:val="20"/>
                <w:lang w:val="es-ES_tradnl"/>
              </w:rPr>
            </w:pPr>
          </w:p>
        </w:tc>
        <w:tc>
          <w:tcPr>
            <w:tcW w:w="360" w:type="dxa"/>
          </w:tcPr>
          <w:p w:rsidR="00454F86" w:rsidRPr="00083A28" w:rsidRDefault="00454F86" w:rsidP="00430F4C">
            <w:pPr>
              <w:jc w:val="center"/>
              <w:rPr>
                <w:sz w:val="20"/>
                <w:lang w:val="es-ES_tradnl"/>
              </w:rPr>
            </w:pPr>
          </w:p>
        </w:tc>
        <w:tc>
          <w:tcPr>
            <w:tcW w:w="360" w:type="dxa"/>
          </w:tcPr>
          <w:p w:rsidR="00454F86" w:rsidRPr="00607EAB" w:rsidRDefault="00454F86" w:rsidP="00430F4C">
            <w:pPr>
              <w:jc w:val="center"/>
              <w:rPr>
                <w:sz w:val="20"/>
              </w:rPr>
            </w:pPr>
          </w:p>
        </w:tc>
        <w:tc>
          <w:tcPr>
            <w:tcW w:w="360" w:type="dxa"/>
          </w:tcPr>
          <w:p w:rsidR="00454F86" w:rsidRPr="00607EAB" w:rsidRDefault="00454F86" w:rsidP="00430F4C">
            <w:pPr>
              <w:jc w:val="center"/>
              <w:rPr>
                <w:sz w:val="20"/>
              </w:rPr>
            </w:pPr>
          </w:p>
        </w:tc>
        <w:tc>
          <w:tcPr>
            <w:tcW w:w="450" w:type="dxa"/>
          </w:tcPr>
          <w:p w:rsidR="00454F86" w:rsidRPr="00607EAB" w:rsidRDefault="00454F86" w:rsidP="00430F4C">
            <w:pPr>
              <w:jc w:val="center"/>
              <w:rPr>
                <w:sz w:val="20"/>
              </w:rPr>
            </w:pPr>
          </w:p>
        </w:tc>
        <w:tc>
          <w:tcPr>
            <w:tcW w:w="450" w:type="dxa"/>
          </w:tcPr>
          <w:p w:rsidR="00454F86" w:rsidRPr="00607EAB" w:rsidRDefault="00454F86" w:rsidP="00430F4C">
            <w:pPr>
              <w:jc w:val="center"/>
              <w:rPr>
                <w:sz w:val="20"/>
              </w:rPr>
            </w:pPr>
          </w:p>
        </w:tc>
        <w:tc>
          <w:tcPr>
            <w:tcW w:w="450" w:type="dxa"/>
          </w:tcPr>
          <w:p w:rsidR="00454F86" w:rsidRPr="00A77DFC" w:rsidRDefault="00454F86" w:rsidP="00430F4C">
            <w:pPr>
              <w:jc w:val="center"/>
              <w:rPr>
                <w:sz w:val="20"/>
                <w:lang w:val="es-ES_tradnl"/>
              </w:rPr>
            </w:pPr>
          </w:p>
        </w:tc>
        <w:tc>
          <w:tcPr>
            <w:tcW w:w="360" w:type="dxa"/>
          </w:tcPr>
          <w:p w:rsidR="00454F86" w:rsidRPr="00A77DFC" w:rsidRDefault="00454F86" w:rsidP="00430F4C">
            <w:pPr>
              <w:jc w:val="center"/>
              <w:rPr>
                <w:sz w:val="20"/>
                <w:lang w:val="es-ES_tradnl"/>
              </w:rPr>
            </w:pPr>
          </w:p>
        </w:tc>
        <w:tc>
          <w:tcPr>
            <w:tcW w:w="360" w:type="dxa"/>
          </w:tcPr>
          <w:p w:rsidR="00454F86" w:rsidRPr="00A77DFC" w:rsidRDefault="00454F86" w:rsidP="00430F4C">
            <w:pPr>
              <w:jc w:val="center"/>
              <w:rPr>
                <w:sz w:val="20"/>
                <w:lang w:val="es-ES_tradnl"/>
              </w:rPr>
            </w:pPr>
          </w:p>
        </w:tc>
        <w:tc>
          <w:tcPr>
            <w:tcW w:w="270" w:type="dxa"/>
          </w:tcPr>
          <w:p w:rsidR="00454F86" w:rsidRPr="00A77DFC" w:rsidRDefault="00454F86" w:rsidP="00430F4C">
            <w:pPr>
              <w:jc w:val="center"/>
              <w:rPr>
                <w:sz w:val="20"/>
                <w:lang w:val="es-ES_tradnl"/>
              </w:rPr>
            </w:pPr>
          </w:p>
        </w:tc>
        <w:tc>
          <w:tcPr>
            <w:tcW w:w="1328" w:type="dxa"/>
            <w:vAlign w:val="center"/>
          </w:tcPr>
          <w:p w:rsidR="00454F86" w:rsidRDefault="00454F86" w:rsidP="00430F4C">
            <w:pPr>
              <w:jc w:val="center"/>
              <w:rPr>
                <w:sz w:val="20"/>
                <w:lang w:val="es-ES_tradnl"/>
              </w:rPr>
            </w:pPr>
            <w:r w:rsidRPr="00A77DFC">
              <w:rPr>
                <w:sz w:val="20"/>
                <w:lang w:val="es-ES_tradnl"/>
              </w:rPr>
              <w:t>SME</w:t>
            </w:r>
            <w:r>
              <w:rPr>
                <w:sz w:val="20"/>
                <w:lang w:val="es-ES_tradnl"/>
              </w:rPr>
              <w:t>/BID</w:t>
            </w:r>
          </w:p>
        </w:tc>
        <w:tc>
          <w:tcPr>
            <w:tcW w:w="1282" w:type="dxa"/>
          </w:tcPr>
          <w:p w:rsidR="00454F86" w:rsidRDefault="00454F86" w:rsidP="00430F4C">
            <w:pPr>
              <w:jc w:val="center"/>
              <w:rPr>
                <w:sz w:val="20"/>
                <w:lang w:val="es-ES_tradnl"/>
              </w:rPr>
            </w:pPr>
          </w:p>
        </w:tc>
        <w:tc>
          <w:tcPr>
            <w:tcW w:w="1620" w:type="dxa"/>
          </w:tcPr>
          <w:p w:rsidR="00454F86" w:rsidRDefault="00454F86" w:rsidP="00430F4C">
            <w:pPr>
              <w:jc w:val="center"/>
              <w:rPr>
                <w:sz w:val="20"/>
                <w:lang w:val="es-ES_tradnl"/>
              </w:rPr>
            </w:pPr>
          </w:p>
        </w:tc>
      </w:tr>
      <w:tr w:rsidR="00454F86" w:rsidRPr="0070507C" w:rsidTr="00430F4C">
        <w:trPr>
          <w:trHeight w:val="228"/>
          <w:jc w:val="center"/>
        </w:trPr>
        <w:tc>
          <w:tcPr>
            <w:tcW w:w="2115" w:type="dxa"/>
          </w:tcPr>
          <w:p w:rsidR="00454F86" w:rsidRDefault="00454F86" w:rsidP="00430F4C">
            <w:pPr>
              <w:rPr>
                <w:sz w:val="20"/>
                <w:lang w:val="es-ES"/>
              </w:rPr>
            </w:pPr>
            <w:r w:rsidRPr="000C461A">
              <w:rPr>
                <w:sz w:val="20"/>
                <w:lang w:val="es-ES"/>
              </w:rPr>
              <w:t>Capacitación de encuestadores y digitadores</w:t>
            </w: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270" w:type="dxa"/>
          </w:tcPr>
          <w:p w:rsidR="00454F86" w:rsidRDefault="00454F86" w:rsidP="00430F4C">
            <w:pPr>
              <w:jc w:val="center"/>
              <w:rPr>
                <w:sz w:val="20"/>
              </w:rPr>
            </w:pPr>
          </w:p>
        </w:tc>
        <w:tc>
          <w:tcPr>
            <w:tcW w:w="1328" w:type="dxa"/>
            <w:vMerge w:val="restart"/>
            <w:vAlign w:val="center"/>
          </w:tcPr>
          <w:p w:rsidR="00454F86" w:rsidRDefault="00454F86" w:rsidP="00430F4C">
            <w:pPr>
              <w:jc w:val="center"/>
              <w:rPr>
                <w:sz w:val="20"/>
              </w:rPr>
            </w:pPr>
            <w:r>
              <w:rPr>
                <w:sz w:val="20"/>
              </w:rPr>
              <w:t>Firma consultora</w:t>
            </w:r>
          </w:p>
        </w:tc>
        <w:tc>
          <w:tcPr>
            <w:tcW w:w="1282" w:type="dxa"/>
            <w:vMerge w:val="restart"/>
            <w:vAlign w:val="center"/>
          </w:tcPr>
          <w:p w:rsidR="00454F86" w:rsidRDefault="00454F86" w:rsidP="00430F4C">
            <w:pPr>
              <w:jc w:val="center"/>
              <w:rPr>
                <w:b/>
                <w:sz w:val="20"/>
              </w:rPr>
            </w:pPr>
            <w:r>
              <w:rPr>
                <w:b/>
                <w:sz w:val="20"/>
              </w:rPr>
              <w:t>US$320.</w:t>
            </w:r>
            <w:r w:rsidRPr="00A77DFC">
              <w:rPr>
                <w:b/>
                <w:sz w:val="20"/>
              </w:rPr>
              <w:t>000</w:t>
            </w:r>
          </w:p>
          <w:p w:rsidR="00454F86" w:rsidRDefault="00454F86" w:rsidP="00430F4C">
            <w:pPr>
              <w:jc w:val="center"/>
              <w:rPr>
                <w:sz w:val="20"/>
              </w:rPr>
            </w:pPr>
          </w:p>
        </w:tc>
        <w:tc>
          <w:tcPr>
            <w:tcW w:w="1620" w:type="dxa"/>
            <w:vMerge w:val="restart"/>
            <w:vAlign w:val="center"/>
          </w:tcPr>
          <w:p w:rsidR="00454F86" w:rsidRDefault="00454F86" w:rsidP="00430F4C">
            <w:pPr>
              <w:jc w:val="center"/>
              <w:rPr>
                <w:sz w:val="20"/>
              </w:rPr>
            </w:pPr>
            <w:r>
              <w:rPr>
                <w:sz w:val="20"/>
              </w:rPr>
              <w:t>Recursos del préstamo</w:t>
            </w:r>
          </w:p>
        </w:tc>
      </w:tr>
      <w:tr w:rsidR="00454F86" w:rsidRPr="0070507C" w:rsidTr="00430F4C">
        <w:trPr>
          <w:trHeight w:val="455"/>
          <w:jc w:val="center"/>
        </w:trPr>
        <w:tc>
          <w:tcPr>
            <w:tcW w:w="2115" w:type="dxa"/>
          </w:tcPr>
          <w:p w:rsidR="00454F86" w:rsidRPr="000C461A" w:rsidRDefault="00454F86" w:rsidP="00430F4C">
            <w:pPr>
              <w:rPr>
                <w:sz w:val="20"/>
                <w:lang w:val="es-ES"/>
              </w:rPr>
            </w:pPr>
            <w:r w:rsidRPr="000C461A">
              <w:rPr>
                <w:sz w:val="20"/>
                <w:lang w:val="es-ES"/>
              </w:rPr>
              <w:t>Adquisición de materiales para el trabajo de campo (pruebas, instrumentos)</w:t>
            </w: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270" w:type="dxa"/>
          </w:tcPr>
          <w:p w:rsidR="00454F86" w:rsidRDefault="00454F86" w:rsidP="00430F4C">
            <w:pPr>
              <w:jc w:val="center"/>
              <w:rPr>
                <w:sz w:val="20"/>
              </w:rPr>
            </w:pPr>
          </w:p>
        </w:tc>
        <w:tc>
          <w:tcPr>
            <w:tcW w:w="1328" w:type="dxa"/>
            <w:vMerge/>
            <w:vAlign w:val="center"/>
          </w:tcPr>
          <w:p w:rsidR="00454F86" w:rsidRDefault="00454F86" w:rsidP="00430F4C">
            <w:pPr>
              <w:jc w:val="center"/>
              <w:rPr>
                <w:sz w:val="20"/>
              </w:rPr>
            </w:pPr>
          </w:p>
        </w:tc>
        <w:tc>
          <w:tcPr>
            <w:tcW w:w="1282" w:type="dxa"/>
            <w:vMerge/>
          </w:tcPr>
          <w:p w:rsidR="00454F86" w:rsidRDefault="00454F86" w:rsidP="00430F4C">
            <w:pPr>
              <w:jc w:val="center"/>
              <w:rPr>
                <w:sz w:val="20"/>
              </w:rPr>
            </w:pPr>
          </w:p>
        </w:tc>
        <w:tc>
          <w:tcPr>
            <w:tcW w:w="1620" w:type="dxa"/>
            <w:vMerge/>
          </w:tcPr>
          <w:p w:rsidR="00454F86" w:rsidRDefault="00454F86" w:rsidP="00430F4C">
            <w:pPr>
              <w:jc w:val="center"/>
              <w:rPr>
                <w:sz w:val="20"/>
              </w:rPr>
            </w:pPr>
          </w:p>
        </w:tc>
      </w:tr>
      <w:tr w:rsidR="00454F86" w:rsidRPr="0070507C" w:rsidTr="00430F4C">
        <w:trPr>
          <w:trHeight w:val="228"/>
          <w:jc w:val="center"/>
        </w:trPr>
        <w:tc>
          <w:tcPr>
            <w:tcW w:w="2115" w:type="dxa"/>
          </w:tcPr>
          <w:p w:rsidR="00454F86" w:rsidRPr="000C461A" w:rsidRDefault="00454F86" w:rsidP="00430F4C">
            <w:pPr>
              <w:rPr>
                <w:sz w:val="20"/>
              </w:rPr>
            </w:pPr>
            <w:r w:rsidRPr="000C461A">
              <w:rPr>
                <w:sz w:val="20"/>
              </w:rPr>
              <w:t xml:space="preserve">Aplicación de </w:t>
            </w:r>
            <w:r>
              <w:rPr>
                <w:sz w:val="20"/>
              </w:rPr>
              <w:t>Escalas</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r>
              <w:rPr>
                <w:sz w:val="20"/>
              </w:rPr>
              <w:t>X</w:t>
            </w: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270" w:type="dxa"/>
          </w:tcPr>
          <w:p w:rsidR="00454F86" w:rsidRDefault="00454F86" w:rsidP="00430F4C">
            <w:pPr>
              <w:jc w:val="center"/>
              <w:rPr>
                <w:sz w:val="20"/>
              </w:rPr>
            </w:pPr>
          </w:p>
        </w:tc>
        <w:tc>
          <w:tcPr>
            <w:tcW w:w="1328" w:type="dxa"/>
            <w:vMerge/>
            <w:vAlign w:val="center"/>
          </w:tcPr>
          <w:p w:rsidR="00454F86" w:rsidRDefault="00454F86" w:rsidP="00430F4C">
            <w:pPr>
              <w:jc w:val="center"/>
              <w:rPr>
                <w:sz w:val="20"/>
              </w:rPr>
            </w:pPr>
          </w:p>
        </w:tc>
        <w:tc>
          <w:tcPr>
            <w:tcW w:w="1282" w:type="dxa"/>
            <w:vMerge/>
          </w:tcPr>
          <w:p w:rsidR="00454F86" w:rsidRDefault="00454F86" w:rsidP="00430F4C">
            <w:pPr>
              <w:jc w:val="center"/>
              <w:rPr>
                <w:sz w:val="20"/>
              </w:rPr>
            </w:pPr>
          </w:p>
        </w:tc>
        <w:tc>
          <w:tcPr>
            <w:tcW w:w="1620" w:type="dxa"/>
            <w:vMerge/>
          </w:tcPr>
          <w:p w:rsidR="00454F86" w:rsidRDefault="00454F86" w:rsidP="00430F4C">
            <w:pPr>
              <w:jc w:val="center"/>
              <w:rPr>
                <w:sz w:val="20"/>
              </w:rPr>
            </w:pPr>
          </w:p>
        </w:tc>
      </w:tr>
      <w:tr w:rsidR="00454F86" w:rsidRPr="0070507C" w:rsidTr="00430F4C">
        <w:trPr>
          <w:trHeight w:val="228"/>
          <w:jc w:val="center"/>
        </w:trPr>
        <w:tc>
          <w:tcPr>
            <w:tcW w:w="2115" w:type="dxa"/>
          </w:tcPr>
          <w:p w:rsidR="00454F86" w:rsidRPr="000C461A" w:rsidRDefault="00454F86" w:rsidP="00430F4C">
            <w:pPr>
              <w:rPr>
                <w:sz w:val="20"/>
              </w:rPr>
            </w:pPr>
            <w:r w:rsidRPr="000C461A">
              <w:rPr>
                <w:sz w:val="20"/>
              </w:rPr>
              <w:t>Ingreso de datos</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Default="00454F86" w:rsidP="00430F4C">
            <w:pPr>
              <w:jc w:val="center"/>
              <w:rPr>
                <w:sz w:val="20"/>
              </w:rPr>
            </w:pPr>
            <w:r>
              <w:rPr>
                <w:sz w:val="20"/>
              </w:rPr>
              <w:t>X</w:t>
            </w:r>
          </w:p>
        </w:tc>
        <w:tc>
          <w:tcPr>
            <w:tcW w:w="36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270" w:type="dxa"/>
          </w:tcPr>
          <w:p w:rsidR="00454F86" w:rsidRDefault="00454F86" w:rsidP="00430F4C">
            <w:pPr>
              <w:jc w:val="center"/>
              <w:rPr>
                <w:sz w:val="20"/>
              </w:rPr>
            </w:pPr>
          </w:p>
        </w:tc>
        <w:tc>
          <w:tcPr>
            <w:tcW w:w="1328" w:type="dxa"/>
            <w:vMerge/>
            <w:vAlign w:val="center"/>
          </w:tcPr>
          <w:p w:rsidR="00454F86" w:rsidRDefault="00454F86" w:rsidP="00430F4C">
            <w:pPr>
              <w:jc w:val="center"/>
              <w:rPr>
                <w:sz w:val="20"/>
              </w:rPr>
            </w:pPr>
          </w:p>
        </w:tc>
        <w:tc>
          <w:tcPr>
            <w:tcW w:w="1282" w:type="dxa"/>
            <w:vMerge/>
          </w:tcPr>
          <w:p w:rsidR="00454F86" w:rsidRDefault="00454F86" w:rsidP="00430F4C">
            <w:pPr>
              <w:jc w:val="center"/>
              <w:rPr>
                <w:sz w:val="20"/>
              </w:rPr>
            </w:pPr>
          </w:p>
        </w:tc>
        <w:tc>
          <w:tcPr>
            <w:tcW w:w="1620" w:type="dxa"/>
            <w:vMerge/>
          </w:tcPr>
          <w:p w:rsidR="00454F86" w:rsidRDefault="00454F86" w:rsidP="00430F4C">
            <w:pPr>
              <w:jc w:val="center"/>
              <w:rPr>
                <w:sz w:val="20"/>
              </w:rPr>
            </w:pPr>
          </w:p>
        </w:tc>
      </w:tr>
      <w:tr w:rsidR="00454F86" w:rsidRPr="0070507C" w:rsidTr="00430F4C">
        <w:trPr>
          <w:trHeight w:val="61"/>
          <w:jc w:val="center"/>
        </w:trPr>
        <w:tc>
          <w:tcPr>
            <w:tcW w:w="2115" w:type="dxa"/>
          </w:tcPr>
          <w:p w:rsidR="00454F86" w:rsidRPr="000C461A" w:rsidRDefault="00454F86" w:rsidP="00430F4C">
            <w:pPr>
              <w:rPr>
                <w:sz w:val="20"/>
                <w:lang w:val="es-ES"/>
              </w:rPr>
            </w:pPr>
            <w:r w:rsidRPr="000C461A">
              <w:rPr>
                <w:sz w:val="20"/>
                <w:lang w:val="es-ES"/>
              </w:rPr>
              <w:t>Supervisión y validación de consistencia de datos</w:t>
            </w: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r>
              <w:rPr>
                <w:sz w:val="20"/>
              </w:rPr>
              <w:t>X</w:t>
            </w: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270" w:type="dxa"/>
          </w:tcPr>
          <w:p w:rsidR="00454F86" w:rsidRDefault="00454F86" w:rsidP="00430F4C">
            <w:pPr>
              <w:jc w:val="center"/>
              <w:rPr>
                <w:sz w:val="20"/>
              </w:rPr>
            </w:pPr>
          </w:p>
        </w:tc>
        <w:tc>
          <w:tcPr>
            <w:tcW w:w="1328" w:type="dxa"/>
            <w:vMerge/>
            <w:vAlign w:val="center"/>
          </w:tcPr>
          <w:p w:rsidR="00454F86" w:rsidRDefault="00454F86" w:rsidP="00430F4C">
            <w:pPr>
              <w:jc w:val="center"/>
              <w:rPr>
                <w:sz w:val="20"/>
              </w:rPr>
            </w:pPr>
          </w:p>
        </w:tc>
        <w:tc>
          <w:tcPr>
            <w:tcW w:w="1282" w:type="dxa"/>
            <w:vMerge/>
          </w:tcPr>
          <w:p w:rsidR="00454F86" w:rsidRDefault="00454F86" w:rsidP="00430F4C">
            <w:pPr>
              <w:jc w:val="center"/>
              <w:rPr>
                <w:sz w:val="20"/>
              </w:rPr>
            </w:pPr>
          </w:p>
        </w:tc>
        <w:tc>
          <w:tcPr>
            <w:tcW w:w="1620" w:type="dxa"/>
            <w:vMerge/>
          </w:tcPr>
          <w:p w:rsidR="00454F86" w:rsidRDefault="00454F86" w:rsidP="00430F4C">
            <w:pPr>
              <w:jc w:val="center"/>
              <w:rPr>
                <w:sz w:val="20"/>
              </w:rPr>
            </w:pPr>
          </w:p>
        </w:tc>
      </w:tr>
      <w:tr w:rsidR="00454F86" w:rsidRPr="0070507C" w:rsidTr="00430F4C">
        <w:trPr>
          <w:trHeight w:val="61"/>
          <w:jc w:val="center"/>
        </w:trPr>
        <w:tc>
          <w:tcPr>
            <w:tcW w:w="2115" w:type="dxa"/>
          </w:tcPr>
          <w:p w:rsidR="00454F86" w:rsidRPr="000C461A" w:rsidRDefault="00454F86" w:rsidP="00430F4C">
            <w:pPr>
              <w:rPr>
                <w:sz w:val="20"/>
              </w:rPr>
            </w:pPr>
            <w:r w:rsidRPr="000C461A">
              <w:rPr>
                <w:sz w:val="20"/>
              </w:rPr>
              <w:t>Análisis de datos</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r>
              <w:rPr>
                <w:sz w:val="20"/>
              </w:rPr>
              <w:t>X</w:t>
            </w: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270" w:type="dxa"/>
          </w:tcPr>
          <w:p w:rsidR="00454F86" w:rsidRDefault="00454F86" w:rsidP="00430F4C">
            <w:pPr>
              <w:jc w:val="center"/>
              <w:rPr>
                <w:sz w:val="20"/>
              </w:rPr>
            </w:pPr>
          </w:p>
        </w:tc>
        <w:tc>
          <w:tcPr>
            <w:tcW w:w="1328" w:type="dxa"/>
            <w:vMerge/>
            <w:vAlign w:val="center"/>
          </w:tcPr>
          <w:p w:rsidR="00454F86" w:rsidRDefault="00454F86" w:rsidP="00430F4C">
            <w:pPr>
              <w:jc w:val="center"/>
              <w:rPr>
                <w:sz w:val="20"/>
              </w:rPr>
            </w:pPr>
          </w:p>
        </w:tc>
        <w:tc>
          <w:tcPr>
            <w:tcW w:w="1282" w:type="dxa"/>
            <w:vMerge/>
          </w:tcPr>
          <w:p w:rsidR="00454F86" w:rsidRDefault="00454F86" w:rsidP="00430F4C">
            <w:pPr>
              <w:jc w:val="center"/>
              <w:rPr>
                <w:sz w:val="20"/>
              </w:rPr>
            </w:pPr>
          </w:p>
        </w:tc>
        <w:tc>
          <w:tcPr>
            <w:tcW w:w="1620" w:type="dxa"/>
            <w:vMerge/>
          </w:tcPr>
          <w:p w:rsidR="00454F86" w:rsidRDefault="00454F86" w:rsidP="00430F4C">
            <w:pPr>
              <w:jc w:val="center"/>
              <w:rPr>
                <w:sz w:val="20"/>
              </w:rPr>
            </w:pPr>
          </w:p>
        </w:tc>
      </w:tr>
      <w:tr w:rsidR="00454F86" w:rsidRPr="0070507C" w:rsidTr="00430F4C">
        <w:trPr>
          <w:trHeight w:val="61"/>
          <w:jc w:val="center"/>
        </w:trPr>
        <w:tc>
          <w:tcPr>
            <w:tcW w:w="2115" w:type="dxa"/>
          </w:tcPr>
          <w:p w:rsidR="00454F86" w:rsidRPr="000C461A" w:rsidRDefault="00454F86" w:rsidP="00430F4C">
            <w:pPr>
              <w:rPr>
                <w:sz w:val="20"/>
                <w:lang w:val="es-ES"/>
              </w:rPr>
            </w:pPr>
            <w:r w:rsidRPr="000C461A">
              <w:rPr>
                <w:sz w:val="20"/>
                <w:lang w:val="es-ES"/>
              </w:rPr>
              <w:t>Producción de informes de evaluación</w:t>
            </w: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D64FA9" w:rsidRDefault="00454F86" w:rsidP="00430F4C">
            <w:pPr>
              <w:rPr>
                <w:sz w:val="20"/>
                <w:lang w:val="es-ES_tradnl"/>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Pr="00CF292B" w:rsidRDefault="00454F86" w:rsidP="00430F4C">
            <w:pPr>
              <w:jc w:val="center"/>
              <w:rPr>
                <w:sz w:val="20"/>
              </w:rPr>
            </w:pPr>
          </w:p>
        </w:tc>
        <w:tc>
          <w:tcPr>
            <w:tcW w:w="360" w:type="dxa"/>
          </w:tcPr>
          <w:p w:rsidR="00454F86" w:rsidRPr="00CF292B" w:rsidRDefault="00454F86" w:rsidP="00430F4C">
            <w:pPr>
              <w:jc w:val="center"/>
              <w:rPr>
                <w:sz w:val="20"/>
              </w:rPr>
            </w:pPr>
          </w:p>
        </w:tc>
        <w:tc>
          <w:tcPr>
            <w:tcW w:w="450" w:type="dxa"/>
          </w:tcPr>
          <w:p w:rsidR="00454F86" w:rsidRPr="00CF292B" w:rsidRDefault="00454F86" w:rsidP="00430F4C">
            <w:pPr>
              <w:jc w:val="center"/>
              <w:rPr>
                <w:sz w:val="20"/>
              </w:rPr>
            </w:pPr>
            <w:r>
              <w:rPr>
                <w:sz w:val="20"/>
              </w:rPr>
              <w:t>X</w:t>
            </w:r>
          </w:p>
        </w:tc>
        <w:tc>
          <w:tcPr>
            <w:tcW w:w="450" w:type="dxa"/>
          </w:tcPr>
          <w:p w:rsidR="00454F86" w:rsidRPr="00CF292B" w:rsidRDefault="00454F86" w:rsidP="00430F4C">
            <w:pPr>
              <w:jc w:val="center"/>
              <w:rPr>
                <w:sz w:val="20"/>
              </w:rPr>
            </w:pPr>
          </w:p>
        </w:tc>
        <w:tc>
          <w:tcPr>
            <w:tcW w:w="450" w:type="dxa"/>
          </w:tcPr>
          <w:p w:rsidR="00454F86" w:rsidRPr="00CF292B" w:rsidRDefault="00454F86" w:rsidP="00430F4C">
            <w:pPr>
              <w:jc w:val="center"/>
              <w:rPr>
                <w:sz w:val="20"/>
              </w:rPr>
            </w:pPr>
          </w:p>
        </w:tc>
        <w:tc>
          <w:tcPr>
            <w:tcW w:w="360" w:type="dxa"/>
          </w:tcPr>
          <w:p w:rsidR="00454F86" w:rsidRPr="00CF292B" w:rsidRDefault="00454F86" w:rsidP="00430F4C">
            <w:pPr>
              <w:jc w:val="center"/>
              <w:rPr>
                <w:sz w:val="20"/>
              </w:rPr>
            </w:pPr>
          </w:p>
        </w:tc>
        <w:tc>
          <w:tcPr>
            <w:tcW w:w="360" w:type="dxa"/>
          </w:tcPr>
          <w:p w:rsidR="00454F86" w:rsidRPr="00CF292B" w:rsidRDefault="00454F86" w:rsidP="00430F4C">
            <w:pPr>
              <w:jc w:val="center"/>
              <w:rPr>
                <w:sz w:val="20"/>
              </w:rPr>
            </w:pPr>
          </w:p>
        </w:tc>
        <w:tc>
          <w:tcPr>
            <w:tcW w:w="270" w:type="dxa"/>
          </w:tcPr>
          <w:p w:rsidR="00454F86" w:rsidRPr="00CF292B" w:rsidRDefault="00454F86" w:rsidP="00430F4C">
            <w:pPr>
              <w:jc w:val="center"/>
              <w:rPr>
                <w:sz w:val="20"/>
              </w:rPr>
            </w:pPr>
          </w:p>
        </w:tc>
        <w:tc>
          <w:tcPr>
            <w:tcW w:w="1328" w:type="dxa"/>
            <w:vMerge w:val="restart"/>
            <w:vAlign w:val="center"/>
          </w:tcPr>
          <w:p w:rsidR="00454F86" w:rsidRDefault="00454F86" w:rsidP="00430F4C">
            <w:pPr>
              <w:jc w:val="center"/>
              <w:rPr>
                <w:sz w:val="20"/>
              </w:rPr>
            </w:pPr>
            <w:r w:rsidRPr="00CF292B">
              <w:rPr>
                <w:sz w:val="20"/>
              </w:rPr>
              <w:t>SME/BID</w:t>
            </w:r>
          </w:p>
        </w:tc>
        <w:tc>
          <w:tcPr>
            <w:tcW w:w="1282" w:type="dxa"/>
            <w:vMerge/>
          </w:tcPr>
          <w:p w:rsidR="00454F86" w:rsidRDefault="00454F86" w:rsidP="00430F4C">
            <w:pPr>
              <w:jc w:val="center"/>
              <w:rPr>
                <w:sz w:val="20"/>
              </w:rPr>
            </w:pPr>
          </w:p>
        </w:tc>
        <w:tc>
          <w:tcPr>
            <w:tcW w:w="1620" w:type="dxa"/>
            <w:vMerge/>
          </w:tcPr>
          <w:p w:rsidR="00454F86" w:rsidRDefault="00454F86" w:rsidP="00430F4C">
            <w:pPr>
              <w:jc w:val="center"/>
              <w:rPr>
                <w:sz w:val="20"/>
              </w:rPr>
            </w:pPr>
          </w:p>
        </w:tc>
      </w:tr>
      <w:tr w:rsidR="00454F86" w:rsidRPr="0070507C" w:rsidTr="00430F4C">
        <w:trPr>
          <w:trHeight w:val="61"/>
          <w:jc w:val="center"/>
        </w:trPr>
        <w:tc>
          <w:tcPr>
            <w:tcW w:w="2115" w:type="dxa"/>
          </w:tcPr>
          <w:p w:rsidR="00454F86" w:rsidRPr="000C461A" w:rsidRDefault="00454F86" w:rsidP="00430F4C">
            <w:pPr>
              <w:rPr>
                <w:sz w:val="20"/>
                <w:lang w:val="es-ES"/>
              </w:rPr>
            </w:pPr>
            <w:r w:rsidRPr="000C461A">
              <w:rPr>
                <w:sz w:val="20"/>
                <w:lang w:val="es-ES"/>
              </w:rPr>
              <w:t>Producción de publicaciones y diseminación de resultados de evaluación</w:t>
            </w: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D64FA9" w:rsidRDefault="00454F86" w:rsidP="00430F4C">
            <w:pPr>
              <w:rPr>
                <w:sz w:val="20"/>
                <w:lang w:val="es-ES_tradnl"/>
              </w:rPr>
            </w:pPr>
          </w:p>
        </w:tc>
        <w:tc>
          <w:tcPr>
            <w:tcW w:w="360" w:type="dxa"/>
            <w:shd w:val="clear" w:color="auto" w:fill="auto"/>
          </w:tcPr>
          <w:p w:rsidR="00454F86" w:rsidRPr="00D64FA9" w:rsidRDefault="00454F86" w:rsidP="00430F4C">
            <w:pPr>
              <w:rPr>
                <w:sz w:val="20"/>
                <w:lang w:val="es-ES_tradnl"/>
              </w:rPr>
            </w:pPr>
          </w:p>
        </w:tc>
        <w:tc>
          <w:tcPr>
            <w:tcW w:w="360" w:type="dxa"/>
            <w:shd w:val="clear" w:color="auto" w:fill="auto"/>
          </w:tcPr>
          <w:p w:rsidR="00454F86" w:rsidRPr="00D64FA9" w:rsidRDefault="00454F86" w:rsidP="00430F4C">
            <w:pPr>
              <w:rPr>
                <w:sz w:val="20"/>
                <w:lang w:val="es-ES_tradnl"/>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tcPr>
          <w:p w:rsidR="00454F86" w:rsidRPr="00454F86" w:rsidRDefault="00454F86" w:rsidP="00430F4C">
            <w:pPr>
              <w:jc w:val="center"/>
              <w:rPr>
                <w:sz w:val="20"/>
                <w:lang w:val="es-ES"/>
              </w:rPr>
            </w:pPr>
          </w:p>
        </w:tc>
        <w:tc>
          <w:tcPr>
            <w:tcW w:w="270" w:type="dxa"/>
          </w:tcPr>
          <w:p w:rsidR="00454F86" w:rsidRPr="00454F86" w:rsidRDefault="00454F86" w:rsidP="00430F4C">
            <w:pPr>
              <w:jc w:val="center"/>
              <w:rPr>
                <w:sz w:val="20"/>
                <w:lang w:val="es-ES"/>
              </w:rPr>
            </w:pPr>
          </w:p>
        </w:tc>
        <w:tc>
          <w:tcPr>
            <w:tcW w:w="270" w:type="dxa"/>
          </w:tcPr>
          <w:p w:rsidR="00454F86" w:rsidRPr="00454F86" w:rsidRDefault="00454F86" w:rsidP="00430F4C">
            <w:pPr>
              <w:jc w:val="center"/>
              <w:rPr>
                <w:sz w:val="20"/>
                <w:lang w:val="es-ES"/>
              </w:rPr>
            </w:pPr>
          </w:p>
        </w:tc>
        <w:tc>
          <w:tcPr>
            <w:tcW w:w="360" w:type="dxa"/>
          </w:tcPr>
          <w:p w:rsidR="00454F86" w:rsidRPr="00454F86" w:rsidRDefault="00454F86" w:rsidP="00430F4C">
            <w:pPr>
              <w:jc w:val="center"/>
              <w:rPr>
                <w:sz w:val="20"/>
                <w:lang w:val="es-ES"/>
              </w:rPr>
            </w:pPr>
          </w:p>
        </w:tc>
        <w:tc>
          <w:tcPr>
            <w:tcW w:w="360" w:type="dxa"/>
          </w:tcPr>
          <w:p w:rsidR="00454F86" w:rsidRPr="00454F86" w:rsidRDefault="00454F86" w:rsidP="00430F4C">
            <w:pPr>
              <w:jc w:val="center"/>
              <w:rPr>
                <w:sz w:val="20"/>
                <w:lang w:val="es-ES"/>
              </w:rPr>
            </w:pPr>
          </w:p>
        </w:tc>
        <w:tc>
          <w:tcPr>
            <w:tcW w:w="360" w:type="dxa"/>
          </w:tcPr>
          <w:p w:rsidR="00454F86" w:rsidRPr="00454F86" w:rsidRDefault="00454F86" w:rsidP="00430F4C">
            <w:pPr>
              <w:jc w:val="center"/>
              <w:rPr>
                <w:sz w:val="20"/>
                <w:lang w:val="es-ES"/>
              </w:rPr>
            </w:pPr>
          </w:p>
        </w:tc>
        <w:tc>
          <w:tcPr>
            <w:tcW w:w="450" w:type="dxa"/>
          </w:tcPr>
          <w:p w:rsidR="00454F86" w:rsidRPr="00454F86" w:rsidRDefault="00454F86" w:rsidP="00430F4C">
            <w:pPr>
              <w:jc w:val="center"/>
              <w:rPr>
                <w:sz w:val="20"/>
                <w:lang w:val="es-ES"/>
              </w:rPr>
            </w:pPr>
          </w:p>
        </w:tc>
        <w:tc>
          <w:tcPr>
            <w:tcW w:w="450" w:type="dxa"/>
          </w:tcPr>
          <w:p w:rsidR="00454F86" w:rsidRDefault="00454F86" w:rsidP="00430F4C">
            <w:pPr>
              <w:jc w:val="center"/>
              <w:rPr>
                <w:sz w:val="20"/>
              </w:rPr>
            </w:pPr>
            <w:r>
              <w:rPr>
                <w:sz w:val="20"/>
              </w:rPr>
              <w:t>X</w:t>
            </w:r>
          </w:p>
        </w:tc>
        <w:tc>
          <w:tcPr>
            <w:tcW w:w="45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270" w:type="dxa"/>
          </w:tcPr>
          <w:p w:rsidR="00454F86" w:rsidRDefault="00454F86" w:rsidP="00430F4C">
            <w:pPr>
              <w:jc w:val="center"/>
              <w:rPr>
                <w:sz w:val="20"/>
              </w:rPr>
            </w:pPr>
          </w:p>
        </w:tc>
        <w:tc>
          <w:tcPr>
            <w:tcW w:w="1328" w:type="dxa"/>
            <w:vMerge/>
            <w:vAlign w:val="center"/>
          </w:tcPr>
          <w:p w:rsidR="00454F86" w:rsidRDefault="00454F86" w:rsidP="00430F4C">
            <w:pPr>
              <w:jc w:val="center"/>
              <w:rPr>
                <w:sz w:val="20"/>
              </w:rPr>
            </w:pPr>
          </w:p>
        </w:tc>
        <w:tc>
          <w:tcPr>
            <w:tcW w:w="1282" w:type="dxa"/>
            <w:vMerge/>
          </w:tcPr>
          <w:p w:rsidR="00454F86" w:rsidRDefault="00454F86" w:rsidP="00430F4C">
            <w:pPr>
              <w:jc w:val="center"/>
              <w:rPr>
                <w:sz w:val="20"/>
              </w:rPr>
            </w:pPr>
          </w:p>
        </w:tc>
        <w:tc>
          <w:tcPr>
            <w:tcW w:w="1620" w:type="dxa"/>
            <w:vMerge/>
          </w:tcPr>
          <w:p w:rsidR="00454F86" w:rsidRDefault="00454F86" w:rsidP="00430F4C">
            <w:pPr>
              <w:jc w:val="center"/>
              <w:rPr>
                <w:sz w:val="20"/>
              </w:rPr>
            </w:pPr>
          </w:p>
        </w:tc>
      </w:tr>
      <w:tr w:rsidR="006D3B3F" w:rsidRPr="0070507C" w:rsidTr="006D3B3F">
        <w:trPr>
          <w:trHeight w:val="611"/>
          <w:jc w:val="center"/>
        </w:trPr>
        <w:tc>
          <w:tcPr>
            <w:tcW w:w="2115" w:type="dxa"/>
            <w:vMerge w:val="restart"/>
            <w:shd w:val="clear" w:color="auto" w:fill="B6DDE8"/>
          </w:tcPr>
          <w:p w:rsidR="006D3B3F" w:rsidRPr="000C461A" w:rsidRDefault="006D3B3F" w:rsidP="006D3B3F">
            <w:pPr>
              <w:keepNext/>
              <w:keepLines/>
              <w:jc w:val="center"/>
              <w:rPr>
                <w:b/>
                <w:sz w:val="20"/>
                <w:lang w:val="es-ES"/>
              </w:rPr>
            </w:pPr>
            <w:r w:rsidRPr="000C461A">
              <w:rPr>
                <w:b/>
                <w:sz w:val="20"/>
                <w:lang w:val="es-ES"/>
              </w:rPr>
              <w:lastRenderedPageBreak/>
              <w:t>Principales actividades de evaluación/Productos por actividad</w:t>
            </w:r>
          </w:p>
        </w:tc>
        <w:tc>
          <w:tcPr>
            <w:tcW w:w="1440" w:type="dxa"/>
            <w:gridSpan w:val="4"/>
            <w:tcBorders>
              <w:bottom w:val="single" w:sz="4" w:space="0" w:color="000000"/>
            </w:tcBorders>
            <w:shd w:val="clear" w:color="auto" w:fill="B6DDE8"/>
          </w:tcPr>
          <w:p w:rsidR="006D3B3F" w:rsidRPr="000C461A" w:rsidRDefault="006D3B3F" w:rsidP="00430F4C">
            <w:pPr>
              <w:jc w:val="center"/>
              <w:rPr>
                <w:b/>
                <w:sz w:val="20"/>
              </w:rPr>
            </w:pPr>
            <w:r>
              <w:rPr>
                <w:b/>
                <w:sz w:val="20"/>
              </w:rPr>
              <w:t>2013</w:t>
            </w:r>
          </w:p>
        </w:tc>
        <w:tc>
          <w:tcPr>
            <w:tcW w:w="1440" w:type="dxa"/>
            <w:gridSpan w:val="4"/>
            <w:tcBorders>
              <w:bottom w:val="single" w:sz="4" w:space="0" w:color="000000"/>
            </w:tcBorders>
            <w:shd w:val="clear" w:color="auto" w:fill="B6DDE8"/>
          </w:tcPr>
          <w:p w:rsidR="006D3B3F" w:rsidRPr="000C461A" w:rsidRDefault="006D3B3F" w:rsidP="00430F4C">
            <w:pPr>
              <w:jc w:val="center"/>
              <w:rPr>
                <w:b/>
                <w:sz w:val="20"/>
              </w:rPr>
            </w:pPr>
            <w:r>
              <w:rPr>
                <w:b/>
                <w:sz w:val="20"/>
              </w:rPr>
              <w:t>2014</w:t>
            </w:r>
          </w:p>
        </w:tc>
        <w:tc>
          <w:tcPr>
            <w:tcW w:w="1440" w:type="dxa"/>
            <w:gridSpan w:val="4"/>
            <w:tcBorders>
              <w:bottom w:val="single" w:sz="4" w:space="0" w:color="000000"/>
            </w:tcBorders>
            <w:shd w:val="clear" w:color="auto" w:fill="B6DDE8"/>
          </w:tcPr>
          <w:p w:rsidR="006D3B3F" w:rsidRPr="000C461A" w:rsidRDefault="006D3B3F" w:rsidP="00430F4C">
            <w:pPr>
              <w:jc w:val="center"/>
              <w:rPr>
                <w:b/>
                <w:sz w:val="20"/>
              </w:rPr>
            </w:pPr>
            <w:r>
              <w:rPr>
                <w:b/>
                <w:sz w:val="20"/>
              </w:rPr>
              <w:t>2015</w:t>
            </w:r>
          </w:p>
        </w:tc>
        <w:tc>
          <w:tcPr>
            <w:tcW w:w="1260" w:type="dxa"/>
            <w:gridSpan w:val="4"/>
            <w:tcBorders>
              <w:bottom w:val="single" w:sz="4" w:space="0" w:color="000000"/>
            </w:tcBorders>
            <w:shd w:val="clear" w:color="auto" w:fill="B6DDE8"/>
          </w:tcPr>
          <w:p w:rsidR="006D3B3F" w:rsidRPr="000C461A" w:rsidRDefault="006D3B3F" w:rsidP="00430F4C">
            <w:pPr>
              <w:jc w:val="center"/>
              <w:rPr>
                <w:b/>
                <w:sz w:val="20"/>
              </w:rPr>
            </w:pPr>
            <w:r>
              <w:rPr>
                <w:b/>
                <w:sz w:val="20"/>
              </w:rPr>
              <w:t>2016</w:t>
            </w:r>
          </w:p>
        </w:tc>
        <w:tc>
          <w:tcPr>
            <w:tcW w:w="1620" w:type="dxa"/>
            <w:gridSpan w:val="4"/>
            <w:tcBorders>
              <w:bottom w:val="single" w:sz="4" w:space="0" w:color="000000"/>
            </w:tcBorders>
            <w:shd w:val="clear" w:color="auto" w:fill="B6DDE8"/>
          </w:tcPr>
          <w:p w:rsidR="006D3B3F" w:rsidRPr="000C461A" w:rsidRDefault="006D3B3F" w:rsidP="00430F4C">
            <w:pPr>
              <w:jc w:val="center"/>
              <w:rPr>
                <w:b/>
                <w:sz w:val="20"/>
              </w:rPr>
            </w:pPr>
            <w:r>
              <w:rPr>
                <w:b/>
                <w:sz w:val="20"/>
              </w:rPr>
              <w:t>2017</w:t>
            </w:r>
          </w:p>
        </w:tc>
        <w:tc>
          <w:tcPr>
            <w:tcW w:w="1440" w:type="dxa"/>
            <w:gridSpan w:val="4"/>
            <w:tcBorders>
              <w:bottom w:val="single" w:sz="4" w:space="0" w:color="000000"/>
            </w:tcBorders>
            <w:shd w:val="clear" w:color="auto" w:fill="B6DDE8"/>
          </w:tcPr>
          <w:p w:rsidR="006D3B3F" w:rsidRPr="000C461A" w:rsidRDefault="006D3B3F" w:rsidP="00430F4C">
            <w:pPr>
              <w:jc w:val="center"/>
              <w:rPr>
                <w:b/>
                <w:sz w:val="20"/>
              </w:rPr>
            </w:pPr>
            <w:r>
              <w:rPr>
                <w:b/>
                <w:sz w:val="20"/>
              </w:rPr>
              <w:t>2018</w:t>
            </w:r>
          </w:p>
        </w:tc>
        <w:tc>
          <w:tcPr>
            <w:tcW w:w="1328" w:type="dxa"/>
            <w:vMerge w:val="restart"/>
            <w:shd w:val="clear" w:color="auto" w:fill="B6DDE8"/>
            <w:vAlign w:val="center"/>
          </w:tcPr>
          <w:p w:rsidR="006D3B3F" w:rsidRPr="000C461A" w:rsidRDefault="006D3B3F" w:rsidP="00430F4C">
            <w:pPr>
              <w:jc w:val="center"/>
              <w:rPr>
                <w:b/>
                <w:sz w:val="20"/>
              </w:rPr>
            </w:pPr>
            <w:r w:rsidRPr="000C461A">
              <w:rPr>
                <w:b/>
                <w:sz w:val="20"/>
              </w:rPr>
              <w:t>Responsable</w:t>
            </w:r>
          </w:p>
        </w:tc>
        <w:tc>
          <w:tcPr>
            <w:tcW w:w="1282" w:type="dxa"/>
            <w:vMerge w:val="restart"/>
            <w:shd w:val="clear" w:color="auto" w:fill="B6DDE8"/>
            <w:vAlign w:val="center"/>
          </w:tcPr>
          <w:p w:rsidR="006D3B3F" w:rsidRPr="000C461A" w:rsidRDefault="006D3B3F" w:rsidP="00430F4C">
            <w:pPr>
              <w:jc w:val="center"/>
              <w:rPr>
                <w:b/>
                <w:sz w:val="20"/>
              </w:rPr>
            </w:pPr>
            <w:r w:rsidRPr="000C461A">
              <w:rPr>
                <w:b/>
                <w:sz w:val="20"/>
              </w:rPr>
              <w:t>Costo</w:t>
            </w:r>
            <w:r>
              <w:rPr>
                <w:b/>
                <w:sz w:val="20"/>
              </w:rPr>
              <w:t xml:space="preserve"> US$</w:t>
            </w:r>
          </w:p>
        </w:tc>
        <w:tc>
          <w:tcPr>
            <w:tcW w:w="1620" w:type="dxa"/>
            <w:vMerge w:val="restart"/>
            <w:shd w:val="clear" w:color="auto" w:fill="B6DDE8"/>
            <w:vAlign w:val="center"/>
          </w:tcPr>
          <w:p w:rsidR="006D3B3F" w:rsidRPr="000C461A" w:rsidRDefault="006D3B3F" w:rsidP="00430F4C">
            <w:pPr>
              <w:jc w:val="center"/>
              <w:rPr>
                <w:b/>
                <w:sz w:val="20"/>
              </w:rPr>
            </w:pPr>
            <w:r w:rsidRPr="000C461A">
              <w:rPr>
                <w:b/>
                <w:sz w:val="20"/>
              </w:rPr>
              <w:t>Financiamiento</w:t>
            </w:r>
          </w:p>
        </w:tc>
      </w:tr>
      <w:tr w:rsidR="006D3B3F" w:rsidRPr="00E00137" w:rsidTr="006D3B3F">
        <w:trPr>
          <w:trHeight w:val="228"/>
          <w:jc w:val="center"/>
        </w:trPr>
        <w:tc>
          <w:tcPr>
            <w:tcW w:w="2115" w:type="dxa"/>
            <w:vMerge/>
          </w:tcPr>
          <w:p w:rsidR="006D3B3F" w:rsidRPr="00FB28DE" w:rsidRDefault="006D3B3F" w:rsidP="006D3B3F">
            <w:pPr>
              <w:keepNext/>
              <w:keepLines/>
              <w:rPr>
                <w:sz w:val="20"/>
                <w:lang w:val="es-ES_tradnl"/>
              </w:rPr>
            </w:pP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1</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2</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3</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4</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1</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2</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3</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4</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1</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2</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3</w:t>
            </w:r>
          </w:p>
        </w:tc>
        <w:tc>
          <w:tcPr>
            <w:tcW w:w="360" w:type="dxa"/>
            <w:shd w:val="clear" w:color="auto" w:fill="B6DDE8" w:themeFill="accent5" w:themeFillTint="66"/>
          </w:tcPr>
          <w:p w:rsidR="006D3B3F" w:rsidRPr="000C461A" w:rsidRDefault="006D3B3F" w:rsidP="00430F4C">
            <w:pPr>
              <w:jc w:val="center"/>
              <w:rPr>
                <w:b/>
                <w:sz w:val="20"/>
              </w:rPr>
            </w:pPr>
            <w:r w:rsidRPr="000C461A">
              <w:rPr>
                <w:b/>
                <w:sz w:val="20"/>
              </w:rPr>
              <w:t>4</w:t>
            </w:r>
          </w:p>
        </w:tc>
        <w:tc>
          <w:tcPr>
            <w:tcW w:w="360" w:type="dxa"/>
            <w:shd w:val="clear" w:color="auto" w:fill="B6DDE8" w:themeFill="accent5" w:themeFillTint="66"/>
          </w:tcPr>
          <w:p w:rsidR="006D3B3F" w:rsidRPr="007242D8" w:rsidRDefault="006D3B3F" w:rsidP="00430F4C">
            <w:pPr>
              <w:jc w:val="center"/>
              <w:rPr>
                <w:b/>
                <w:sz w:val="20"/>
              </w:rPr>
            </w:pPr>
            <w:r>
              <w:rPr>
                <w:b/>
                <w:sz w:val="20"/>
              </w:rPr>
              <w:t>1</w:t>
            </w:r>
          </w:p>
        </w:tc>
        <w:tc>
          <w:tcPr>
            <w:tcW w:w="270" w:type="dxa"/>
            <w:shd w:val="clear" w:color="auto" w:fill="B6DDE8" w:themeFill="accent5" w:themeFillTint="66"/>
          </w:tcPr>
          <w:p w:rsidR="006D3B3F" w:rsidRPr="007242D8" w:rsidRDefault="006D3B3F" w:rsidP="00430F4C">
            <w:pPr>
              <w:jc w:val="center"/>
              <w:rPr>
                <w:b/>
                <w:sz w:val="20"/>
              </w:rPr>
            </w:pPr>
            <w:r>
              <w:rPr>
                <w:b/>
                <w:sz w:val="20"/>
              </w:rPr>
              <w:t>2</w:t>
            </w:r>
          </w:p>
        </w:tc>
        <w:tc>
          <w:tcPr>
            <w:tcW w:w="270" w:type="dxa"/>
            <w:shd w:val="clear" w:color="auto" w:fill="B6DDE8" w:themeFill="accent5" w:themeFillTint="66"/>
          </w:tcPr>
          <w:p w:rsidR="006D3B3F" w:rsidRPr="007242D8" w:rsidRDefault="006D3B3F" w:rsidP="00430F4C">
            <w:pPr>
              <w:jc w:val="center"/>
              <w:rPr>
                <w:b/>
                <w:sz w:val="20"/>
              </w:rPr>
            </w:pPr>
            <w:r>
              <w:rPr>
                <w:b/>
                <w:sz w:val="20"/>
              </w:rPr>
              <w:t>3</w:t>
            </w:r>
          </w:p>
        </w:tc>
        <w:tc>
          <w:tcPr>
            <w:tcW w:w="360" w:type="dxa"/>
            <w:shd w:val="clear" w:color="auto" w:fill="B6DDE8" w:themeFill="accent5" w:themeFillTint="66"/>
          </w:tcPr>
          <w:p w:rsidR="006D3B3F" w:rsidRPr="007242D8" w:rsidRDefault="006D3B3F" w:rsidP="00430F4C">
            <w:pPr>
              <w:jc w:val="center"/>
              <w:rPr>
                <w:b/>
                <w:sz w:val="20"/>
              </w:rPr>
            </w:pPr>
            <w:r>
              <w:rPr>
                <w:b/>
                <w:sz w:val="20"/>
              </w:rPr>
              <w:t>4</w:t>
            </w:r>
          </w:p>
        </w:tc>
        <w:tc>
          <w:tcPr>
            <w:tcW w:w="360" w:type="dxa"/>
            <w:shd w:val="clear" w:color="auto" w:fill="B6DDE8" w:themeFill="accent5" w:themeFillTint="66"/>
          </w:tcPr>
          <w:p w:rsidR="006D3B3F" w:rsidRPr="007242D8" w:rsidRDefault="006D3B3F" w:rsidP="00430F4C">
            <w:pPr>
              <w:jc w:val="center"/>
              <w:rPr>
                <w:b/>
                <w:sz w:val="20"/>
              </w:rPr>
            </w:pPr>
            <w:r>
              <w:rPr>
                <w:b/>
                <w:sz w:val="20"/>
              </w:rPr>
              <w:t>1</w:t>
            </w:r>
          </w:p>
        </w:tc>
        <w:tc>
          <w:tcPr>
            <w:tcW w:w="360" w:type="dxa"/>
            <w:shd w:val="clear" w:color="auto" w:fill="B6DDE8" w:themeFill="accent5" w:themeFillTint="66"/>
          </w:tcPr>
          <w:p w:rsidR="006D3B3F" w:rsidRPr="007242D8" w:rsidRDefault="006D3B3F" w:rsidP="00430F4C">
            <w:pPr>
              <w:jc w:val="center"/>
              <w:rPr>
                <w:b/>
                <w:sz w:val="20"/>
              </w:rPr>
            </w:pPr>
            <w:r>
              <w:rPr>
                <w:b/>
                <w:sz w:val="20"/>
              </w:rPr>
              <w:t>2</w:t>
            </w:r>
          </w:p>
        </w:tc>
        <w:tc>
          <w:tcPr>
            <w:tcW w:w="450" w:type="dxa"/>
            <w:shd w:val="clear" w:color="auto" w:fill="B6DDE8" w:themeFill="accent5" w:themeFillTint="66"/>
          </w:tcPr>
          <w:p w:rsidR="006D3B3F" w:rsidRPr="007242D8" w:rsidRDefault="006D3B3F" w:rsidP="00430F4C">
            <w:pPr>
              <w:jc w:val="center"/>
              <w:rPr>
                <w:b/>
                <w:sz w:val="20"/>
              </w:rPr>
            </w:pPr>
            <w:r>
              <w:rPr>
                <w:b/>
                <w:sz w:val="20"/>
              </w:rPr>
              <w:t>3</w:t>
            </w:r>
          </w:p>
        </w:tc>
        <w:tc>
          <w:tcPr>
            <w:tcW w:w="450" w:type="dxa"/>
            <w:shd w:val="clear" w:color="auto" w:fill="B6DDE8" w:themeFill="accent5" w:themeFillTint="66"/>
          </w:tcPr>
          <w:p w:rsidR="006D3B3F" w:rsidRPr="007242D8" w:rsidRDefault="006D3B3F" w:rsidP="00430F4C">
            <w:pPr>
              <w:jc w:val="center"/>
              <w:rPr>
                <w:b/>
                <w:sz w:val="20"/>
              </w:rPr>
            </w:pPr>
            <w:r>
              <w:rPr>
                <w:b/>
                <w:sz w:val="20"/>
              </w:rPr>
              <w:t>4</w:t>
            </w:r>
          </w:p>
        </w:tc>
        <w:tc>
          <w:tcPr>
            <w:tcW w:w="450" w:type="dxa"/>
            <w:shd w:val="clear" w:color="auto" w:fill="B6DDE8" w:themeFill="accent5" w:themeFillTint="66"/>
          </w:tcPr>
          <w:p w:rsidR="006D3B3F" w:rsidRPr="00A37AA2" w:rsidRDefault="006D3B3F" w:rsidP="00430F4C">
            <w:pPr>
              <w:jc w:val="center"/>
              <w:rPr>
                <w:b/>
                <w:sz w:val="20"/>
              </w:rPr>
            </w:pPr>
            <w:r>
              <w:rPr>
                <w:b/>
                <w:sz w:val="20"/>
              </w:rPr>
              <w:t>1</w:t>
            </w:r>
          </w:p>
        </w:tc>
        <w:tc>
          <w:tcPr>
            <w:tcW w:w="360" w:type="dxa"/>
            <w:shd w:val="clear" w:color="auto" w:fill="B6DDE8" w:themeFill="accent5" w:themeFillTint="66"/>
          </w:tcPr>
          <w:p w:rsidR="006D3B3F" w:rsidRPr="00A37AA2" w:rsidRDefault="006D3B3F" w:rsidP="00430F4C">
            <w:pPr>
              <w:jc w:val="center"/>
              <w:rPr>
                <w:b/>
                <w:sz w:val="20"/>
              </w:rPr>
            </w:pPr>
            <w:r>
              <w:rPr>
                <w:b/>
                <w:sz w:val="20"/>
              </w:rPr>
              <w:t>2</w:t>
            </w:r>
          </w:p>
        </w:tc>
        <w:tc>
          <w:tcPr>
            <w:tcW w:w="360" w:type="dxa"/>
            <w:shd w:val="clear" w:color="auto" w:fill="B6DDE8" w:themeFill="accent5" w:themeFillTint="66"/>
          </w:tcPr>
          <w:p w:rsidR="006D3B3F" w:rsidRPr="00A37AA2" w:rsidRDefault="006D3B3F" w:rsidP="00430F4C">
            <w:pPr>
              <w:jc w:val="center"/>
              <w:rPr>
                <w:b/>
                <w:sz w:val="20"/>
              </w:rPr>
            </w:pPr>
            <w:r>
              <w:rPr>
                <w:b/>
                <w:sz w:val="20"/>
              </w:rPr>
              <w:t>3</w:t>
            </w:r>
          </w:p>
        </w:tc>
        <w:tc>
          <w:tcPr>
            <w:tcW w:w="270" w:type="dxa"/>
            <w:shd w:val="clear" w:color="auto" w:fill="B6DDE8" w:themeFill="accent5" w:themeFillTint="66"/>
          </w:tcPr>
          <w:p w:rsidR="006D3B3F" w:rsidRPr="00A37AA2" w:rsidRDefault="006D3B3F" w:rsidP="00430F4C">
            <w:pPr>
              <w:jc w:val="center"/>
              <w:rPr>
                <w:b/>
                <w:sz w:val="20"/>
              </w:rPr>
            </w:pPr>
            <w:r>
              <w:rPr>
                <w:b/>
                <w:sz w:val="20"/>
              </w:rPr>
              <w:t>4</w:t>
            </w:r>
          </w:p>
        </w:tc>
        <w:tc>
          <w:tcPr>
            <w:tcW w:w="1328" w:type="dxa"/>
            <w:vMerge/>
            <w:vAlign w:val="center"/>
          </w:tcPr>
          <w:p w:rsidR="006D3B3F" w:rsidRPr="00E00137" w:rsidRDefault="006D3B3F" w:rsidP="00430F4C">
            <w:pPr>
              <w:jc w:val="center"/>
              <w:rPr>
                <w:sz w:val="20"/>
                <w:lang w:val="es-ES_tradnl"/>
              </w:rPr>
            </w:pPr>
          </w:p>
        </w:tc>
        <w:tc>
          <w:tcPr>
            <w:tcW w:w="1282" w:type="dxa"/>
            <w:vMerge/>
          </w:tcPr>
          <w:p w:rsidR="006D3B3F" w:rsidRPr="00E00137" w:rsidRDefault="006D3B3F" w:rsidP="00430F4C">
            <w:pPr>
              <w:jc w:val="center"/>
              <w:rPr>
                <w:sz w:val="20"/>
                <w:lang w:val="es-ES_tradnl"/>
              </w:rPr>
            </w:pPr>
          </w:p>
        </w:tc>
        <w:tc>
          <w:tcPr>
            <w:tcW w:w="1620" w:type="dxa"/>
            <w:vMerge/>
          </w:tcPr>
          <w:p w:rsidR="006D3B3F" w:rsidRPr="00E00137" w:rsidRDefault="006D3B3F" w:rsidP="00430F4C">
            <w:pPr>
              <w:jc w:val="center"/>
              <w:rPr>
                <w:sz w:val="20"/>
                <w:lang w:val="es-ES_tradnl"/>
              </w:rPr>
            </w:pPr>
          </w:p>
        </w:tc>
      </w:tr>
      <w:tr w:rsidR="006D3B3F" w:rsidRPr="00252BA4" w:rsidTr="008B21A0">
        <w:trPr>
          <w:trHeight w:val="228"/>
          <w:jc w:val="center"/>
        </w:trPr>
        <w:tc>
          <w:tcPr>
            <w:tcW w:w="2115" w:type="dxa"/>
          </w:tcPr>
          <w:p w:rsidR="006D3B3F" w:rsidRPr="00FB28DE" w:rsidRDefault="006D3B3F" w:rsidP="006D3B3F">
            <w:pPr>
              <w:keepNext/>
              <w:keepLines/>
              <w:rPr>
                <w:sz w:val="20"/>
                <w:lang w:val="es-ES_tradnl"/>
              </w:rPr>
            </w:pPr>
            <w:r w:rsidRPr="00A77DFC">
              <w:rPr>
                <w:b/>
                <w:sz w:val="20"/>
                <w:lang w:val="es-ES_tradnl"/>
              </w:rPr>
              <w:t>Evaluación 2. Evaluación experimental Programa Acompañamiento</w:t>
            </w:r>
          </w:p>
        </w:tc>
        <w:tc>
          <w:tcPr>
            <w:tcW w:w="1440" w:type="dxa"/>
            <w:gridSpan w:val="4"/>
            <w:shd w:val="clear" w:color="auto" w:fill="auto"/>
          </w:tcPr>
          <w:p w:rsidR="006D3B3F" w:rsidRPr="00FB28DE" w:rsidRDefault="006D3B3F" w:rsidP="00430F4C">
            <w:pPr>
              <w:rPr>
                <w:sz w:val="20"/>
                <w:lang w:val="es-ES_tradnl"/>
              </w:rPr>
            </w:pPr>
          </w:p>
        </w:tc>
        <w:tc>
          <w:tcPr>
            <w:tcW w:w="1440" w:type="dxa"/>
            <w:gridSpan w:val="4"/>
            <w:shd w:val="clear" w:color="auto" w:fill="auto"/>
          </w:tcPr>
          <w:p w:rsidR="006D3B3F" w:rsidRPr="00FB28DE" w:rsidRDefault="006D3B3F" w:rsidP="00430F4C">
            <w:pPr>
              <w:rPr>
                <w:sz w:val="20"/>
                <w:lang w:val="es-ES_tradnl"/>
              </w:rPr>
            </w:pPr>
          </w:p>
        </w:tc>
        <w:tc>
          <w:tcPr>
            <w:tcW w:w="1440" w:type="dxa"/>
            <w:gridSpan w:val="4"/>
            <w:shd w:val="clear" w:color="auto" w:fill="auto"/>
          </w:tcPr>
          <w:p w:rsidR="006D3B3F" w:rsidRPr="00FB28DE" w:rsidRDefault="006D3B3F" w:rsidP="00430F4C">
            <w:pPr>
              <w:rPr>
                <w:sz w:val="20"/>
                <w:lang w:val="es-ES_tradnl"/>
              </w:rPr>
            </w:pPr>
          </w:p>
        </w:tc>
        <w:tc>
          <w:tcPr>
            <w:tcW w:w="1260" w:type="dxa"/>
            <w:gridSpan w:val="4"/>
          </w:tcPr>
          <w:p w:rsidR="006D3B3F" w:rsidRPr="00E00137" w:rsidRDefault="006D3B3F" w:rsidP="00430F4C">
            <w:pPr>
              <w:jc w:val="center"/>
              <w:rPr>
                <w:sz w:val="20"/>
                <w:lang w:val="es-ES_tradnl"/>
              </w:rPr>
            </w:pPr>
          </w:p>
        </w:tc>
        <w:tc>
          <w:tcPr>
            <w:tcW w:w="1620" w:type="dxa"/>
            <w:gridSpan w:val="4"/>
          </w:tcPr>
          <w:p w:rsidR="006D3B3F" w:rsidRPr="00E00137" w:rsidRDefault="006D3B3F" w:rsidP="00430F4C">
            <w:pPr>
              <w:jc w:val="center"/>
              <w:rPr>
                <w:sz w:val="20"/>
                <w:lang w:val="es-ES_tradnl"/>
              </w:rPr>
            </w:pPr>
          </w:p>
        </w:tc>
        <w:tc>
          <w:tcPr>
            <w:tcW w:w="1440" w:type="dxa"/>
            <w:gridSpan w:val="4"/>
          </w:tcPr>
          <w:p w:rsidR="006D3B3F" w:rsidRPr="00E00137" w:rsidRDefault="006D3B3F" w:rsidP="00430F4C">
            <w:pPr>
              <w:jc w:val="center"/>
              <w:rPr>
                <w:sz w:val="20"/>
                <w:lang w:val="es-ES_tradnl"/>
              </w:rPr>
            </w:pPr>
          </w:p>
        </w:tc>
        <w:tc>
          <w:tcPr>
            <w:tcW w:w="1328" w:type="dxa"/>
            <w:vAlign w:val="center"/>
          </w:tcPr>
          <w:p w:rsidR="006D3B3F" w:rsidRPr="00E00137" w:rsidRDefault="006D3B3F" w:rsidP="00430F4C">
            <w:pPr>
              <w:jc w:val="center"/>
              <w:rPr>
                <w:sz w:val="20"/>
                <w:lang w:val="es-ES_tradnl"/>
              </w:rPr>
            </w:pPr>
          </w:p>
        </w:tc>
        <w:tc>
          <w:tcPr>
            <w:tcW w:w="1282" w:type="dxa"/>
          </w:tcPr>
          <w:p w:rsidR="006D3B3F" w:rsidRPr="00E00137" w:rsidRDefault="006D3B3F" w:rsidP="00430F4C">
            <w:pPr>
              <w:jc w:val="center"/>
              <w:rPr>
                <w:sz w:val="20"/>
                <w:lang w:val="es-ES_tradnl"/>
              </w:rPr>
            </w:pPr>
          </w:p>
        </w:tc>
        <w:tc>
          <w:tcPr>
            <w:tcW w:w="1620" w:type="dxa"/>
          </w:tcPr>
          <w:p w:rsidR="006D3B3F" w:rsidRPr="00E00137" w:rsidRDefault="006D3B3F" w:rsidP="00430F4C">
            <w:pPr>
              <w:jc w:val="center"/>
              <w:rPr>
                <w:sz w:val="20"/>
                <w:lang w:val="es-ES_tradnl"/>
              </w:rPr>
            </w:pPr>
          </w:p>
        </w:tc>
      </w:tr>
      <w:tr w:rsidR="00454F86" w:rsidRPr="00E00137" w:rsidTr="00430F4C">
        <w:trPr>
          <w:trHeight w:val="228"/>
          <w:jc w:val="center"/>
        </w:trPr>
        <w:tc>
          <w:tcPr>
            <w:tcW w:w="2115" w:type="dxa"/>
          </w:tcPr>
          <w:p w:rsidR="00454F86" w:rsidRPr="00FB28DE" w:rsidRDefault="00454F86" w:rsidP="006D3B3F">
            <w:pPr>
              <w:keepNext/>
              <w:keepLines/>
              <w:rPr>
                <w:sz w:val="20"/>
                <w:lang w:val="es-ES_tradnl"/>
              </w:rPr>
            </w:pPr>
            <w:r w:rsidRPr="00FB28DE">
              <w:rPr>
                <w:sz w:val="20"/>
                <w:lang w:val="es-ES_tradnl"/>
              </w:rPr>
              <w:t xml:space="preserve">Selección de la </w:t>
            </w:r>
            <w:r>
              <w:rPr>
                <w:sz w:val="20"/>
                <w:lang w:val="es-ES_tradnl"/>
              </w:rPr>
              <w:t xml:space="preserve">firma consultora para </w:t>
            </w:r>
            <w:r w:rsidRPr="00FB28DE">
              <w:rPr>
                <w:sz w:val="20"/>
                <w:lang w:val="es-ES_tradnl"/>
              </w:rPr>
              <w:t>l</w:t>
            </w:r>
            <w:r>
              <w:rPr>
                <w:sz w:val="20"/>
                <w:lang w:val="es-ES_tradnl"/>
              </w:rPr>
              <w:t>a</w:t>
            </w:r>
            <w:r w:rsidRPr="00FB28DE">
              <w:rPr>
                <w:sz w:val="20"/>
                <w:lang w:val="es-ES_tradnl"/>
              </w:rPr>
              <w:t xml:space="preserve"> evaluación</w:t>
            </w: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r>
              <w:rPr>
                <w:sz w:val="20"/>
                <w:lang w:val="es-ES_tradnl"/>
              </w:rPr>
              <w:t>X</w:t>
            </w: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shd w:val="clear" w:color="auto" w:fill="auto"/>
          </w:tcPr>
          <w:p w:rsidR="00454F86" w:rsidRPr="00FB28DE" w:rsidRDefault="00454F86" w:rsidP="00430F4C">
            <w:pPr>
              <w:rPr>
                <w:sz w:val="20"/>
                <w:lang w:val="es-ES_tradnl"/>
              </w:rPr>
            </w:pPr>
          </w:p>
        </w:tc>
        <w:tc>
          <w:tcPr>
            <w:tcW w:w="360" w:type="dxa"/>
          </w:tcPr>
          <w:p w:rsidR="00454F86" w:rsidRPr="00E00137" w:rsidRDefault="00454F86" w:rsidP="00430F4C">
            <w:pPr>
              <w:jc w:val="center"/>
              <w:rPr>
                <w:sz w:val="20"/>
                <w:lang w:val="es-ES_tradnl"/>
              </w:rPr>
            </w:pPr>
          </w:p>
        </w:tc>
        <w:tc>
          <w:tcPr>
            <w:tcW w:w="270" w:type="dxa"/>
          </w:tcPr>
          <w:p w:rsidR="00454F86" w:rsidRPr="00E00137" w:rsidRDefault="00454F86" w:rsidP="00430F4C">
            <w:pPr>
              <w:jc w:val="center"/>
              <w:rPr>
                <w:sz w:val="20"/>
                <w:lang w:val="es-ES_tradnl"/>
              </w:rPr>
            </w:pPr>
          </w:p>
        </w:tc>
        <w:tc>
          <w:tcPr>
            <w:tcW w:w="270" w:type="dxa"/>
          </w:tcPr>
          <w:p w:rsidR="00454F86" w:rsidRPr="00E00137" w:rsidRDefault="00454F86" w:rsidP="00430F4C">
            <w:pPr>
              <w:jc w:val="center"/>
              <w:rPr>
                <w:sz w:val="20"/>
                <w:lang w:val="es-ES_tradnl"/>
              </w:rPr>
            </w:pPr>
          </w:p>
        </w:tc>
        <w:tc>
          <w:tcPr>
            <w:tcW w:w="360" w:type="dxa"/>
          </w:tcPr>
          <w:p w:rsidR="00454F86" w:rsidRPr="00E00137" w:rsidRDefault="00454F86" w:rsidP="00430F4C">
            <w:pPr>
              <w:jc w:val="center"/>
              <w:rPr>
                <w:sz w:val="20"/>
                <w:lang w:val="es-ES_tradnl"/>
              </w:rPr>
            </w:pPr>
          </w:p>
        </w:tc>
        <w:tc>
          <w:tcPr>
            <w:tcW w:w="360" w:type="dxa"/>
          </w:tcPr>
          <w:p w:rsidR="00454F86" w:rsidRPr="00E00137" w:rsidRDefault="00454F86" w:rsidP="00430F4C">
            <w:pPr>
              <w:jc w:val="center"/>
              <w:rPr>
                <w:sz w:val="20"/>
                <w:lang w:val="es-ES_tradnl"/>
              </w:rPr>
            </w:pPr>
          </w:p>
        </w:tc>
        <w:tc>
          <w:tcPr>
            <w:tcW w:w="360" w:type="dxa"/>
          </w:tcPr>
          <w:p w:rsidR="00454F86" w:rsidRPr="00E00137" w:rsidRDefault="00454F86" w:rsidP="00430F4C">
            <w:pPr>
              <w:jc w:val="center"/>
              <w:rPr>
                <w:sz w:val="20"/>
                <w:lang w:val="es-ES_tradnl"/>
              </w:rPr>
            </w:pPr>
          </w:p>
        </w:tc>
        <w:tc>
          <w:tcPr>
            <w:tcW w:w="450" w:type="dxa"/>
          </w:tcPr>
          <w:p w:rsidR="00454F86" w:rsidRPr="00E00137" w:rsidRDefault="00454F86" w:rsidP="00430F4C">
            <w:pPr>
              <w:jc w:val="center"/>
              <w:rPr>
                <w:sz w:val="20"/>
                <w:lang w:val="es-ES_tradnl"/>
              </w:rPr>
            </w:pPr>
          </w:p>
        </w:tc>
        <w:tc>
          <w:tcPr>
            <w:tcW w:w="450" w:type="dxa"/>
          </w:tcPr>
          <w:p w:rsidR="00454F86" w:rsidRPr="00E00137" w:rsidRDefault="00454F86" w:rsidP="00430F4C">
            <w:pPr>
              <w:jc w:val="center"/>
              <w:rPr>
                <w:sz w:val="20"/>
                <w:lang w:val="es-ES_tradnl"/>
              </w:rPr>
            </w:pPr>
          </w:p>
        </w:tc>
        <w:tc>
          <w:tcPr>
            <w:tcW w:w="450" w:type="dxa"/>
          </w:tcPr>
          <w:p w:rsidR="00454F86" w:rsidRPr="00E00137" w:rsidRDefault="00454F86" w:rsidP="00430F4C">
            <w:pPr>
              <w:jc w:val="center"/>
              <w:rPr>
                <w:sz w:val="20"/>
                <w:lang w:val="es-ES_tradnl"/>
              </w:rPr>
            </w:pPr>
          </w:p>
        </w:tc>
        <w:tc>
          <w:tcPr>
            <w:tcW w:w="360" w:type="dxa"/>
          </w:tcPr>
          <w:p w:rsidR="00454F86" w:rsidRPr="00E00137" w:rsidRDefault="00454F86" w:rsidP="00430F4C">
            <w:pPr>
              <w:jc w:val="center"/>
              <w:rPr>
                <w:sz w:val="20"/>
                <w:lang w:val="es-ES_tradnl"/>
              </w:rPr>
            </w:pPr>
          </w:p>
        </w:tc>
        <w:tc>
          <w:tcPr>
            <w:tcW w:w="360" w:type="dxa"/>
          </w:tcPr>
          <w:p w:rsidR="00454F86" w:rsidRPr="00E00137" w:rsidRDefault="00454F86" w:rsidP="00430F4C">
            <w:pPr>
              <w:jc w:val="center"/>
              <w:rPr>
                <w:sz w:val="20"/>
                <w:lang w:val="es-ES_tradnl"/>
              </w:rPr>
            </w:pPr>
          </w:p>
        </w:tc>
        <w:tc>
          <w:tcPr>
            <w:tcW w:w="270" w:type="dxa"/>
          </w:tcPr>
          <w:p w:rsidR="00454F86" w:rsidRPr="00E00137" w:rsidRDefault="00454F86" w:rsidP="00430F4C">
            <w:pPr>
              <w:jc w:val="center"/>
              <w:rPr>
                <w:sz w:val="20"/>
                <w:lang w:val="es-ES_tradnl"/>
              </w:rPr>
            </w:pPr>
          </w:p>
        </w:tc>
        <w:tc>
          <w:tcPr>
            <w:tcW w:w="1328" w:type="dxa"/>
            <w:vAlign w:val="center"/>
          </w:tcPr>
          <w:p w:rsidR="00454F86" w:rsidRPr="00E00137" w:rsidRDefault="00454F86" w:rsidP="00430F4C">
            <w:pPr>
              <w:jc w:val="center"/>
              <w:rPr>
                <w:sz w:val="20"/>
                <w:lang w:val="es-ES_tradnl"/>
              </w:rPr>
            </w:pPr>
            <w:r w:rsidRPr="00E00137">
              <w:rPr>
                <w:sz w:val="20"/>
                <w:lang w:val="es-ES_tradnl"/>
              </w:rPr>
              <w:t>SME</w:t>
            </w:r>
            <w:r>
              <w:rPr>
                <w:sz w:val="20"/>
                <w:lang w:val="es-ES_tradnl"/>
              </w:rPr>
              <w:t>/BID</w:t>
            </w:r>
          </w:p>
        </w:tc>
        <w:tc>
          <w:tcPr>
            <w:tcW w:w="1282" w:type="dxa"/>
          </w:tcPr>
          <w:p w:rsidR="00454F86" w:rsidRPr="00E00137" w:rsidRDefault="00454F86" w:rsidP="00430F4C">
            <w:pPr>
              <w:jc w:val="center"/>
              <w:rPr>
                <w:sz w:val="20"/>
                <w:lang w:val="es-ES_tradnl"/>
              </w:rPr>
            </w:pPr>
          </w:p>
        </w:tc>
        <w:tc>
          <w:tcPr>
            <w:tcW w:w="1620" w:type="dxa"/>
          </w:tcPr>
          <w:p w:rsidR="00454F86" w:rsidRPr="00E00137" w:rsidRDefault="00454F86" w:rsidP="00430F4C">
            <w:pPr>
              <w:jc w:val="center"/>
              <w:rPr>
                <w:sz w:val="20"/>
                <w:lang w:val="es-ES_tradnl"/>
              </w:rPr>
            </w:pPr>
          </w:p>
        </w:tc>
      </w:tr>
      <w:tr w:rsidR="00454F86" w:rsidRPr="0070507C" w:rsidTr="00430F4C">
        <w:trPr>
          <w:trHeight w:val="228"/>
          <w:jc w:val="center"/>
        </w:trPr>
        <w:tc>
          <w:tcPr>
            <w:tcW w:w="2115" w:type="dxa"/>
          </w:tcPr>
          <w:p w:rsidR="00454F86" w:rsidRPr="000C461A" w:rsidRDefault="00454F86" w:rsidP="00430F4C">
            <w:pPr>
              <w:rPr>
                <w:sz w:val="20"/>
                <w:lang w:val="es-ES"/>
              </w:rPr>
            </w:pPr>
            <w:r w:rsidRPr="000C461A">
              <w:rPr>
                <w:sz w:val="20"/>
                <w:lang w:val="es-ES"/>
              </w:rPr>
              <w:t>Capacitación de encuestadores y digitadores</w:t>
            </w: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3F0322" w:rsidRDefault="00454F86" w:rsidP="00430F4C">
            <w:pPr>
              <w:rPr>
                <w:sz w:val="20"/>
                <w:lang w:val="es-ES_tradnl"/>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45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360" w:type="dxa"/>
          </w:tcPr>
          <w:p w:rsidR="00454F86" w:rsidRDefault="00454F86" w:rsidP="00430F4C">
            <w:pPr>
              <w:jc w:val="center"/>
              <w:rPr>
                <w:sz w:val="20"/>
              </w:rPr>
            </w:pPr>
          </w:p>
        </w:tc>
        <w:tc>
          <w:tcPr>
            <w:tcW w:w="270" w:type="dxa"/>
          </w:tcPr>
          <w:p w:rsidR="00454F86" w:rsidRDefault="00454F86" w:rsidP="00430F4C">
            <w:pPr>
              <w:jc w:val="center"/>
              <w:rPr>
                <w:sz w:val="20"/>
              </w:rPr>
            </w:pPr>
          </w:p>
        </w:tc>
        <w:tc>
          <w:tcPr>
            <w:tcW w:w="1328" w:type="dxa"/>
            <w:vMerge w:val="restart"/>
            <w:vAlign w:val="center"/>
          </w:tcPr>
          <w:p w:rsidR="00454F86" w:rsidRDefault="00454F86" w:rsidP="00430F4C">
            <w:pPr>
              <w:jc w:val="center"/>
              <w:rPr>
                <w:sz w:val="20"/>
              </w:rPr>
            </w:pPr>
            <w:r>
              <w:rPr>
                <w:sz w:val="20"/>
              </w:rPr>
              <w:t>Firma</w:t>
            </w:r>
          </w:p>
          <w:p w:rsidR="00454F86" w:rsidRDefault="00454F86" w:rsidP="00430F4C">
            <w:pPr>
              <w:jc w:val="center"/>
              <w:rPr>
                <w:sz w:val="20"/>
              </w:rPr>
            </w:pPr>
            <w:r>
              <w:rPr>
                <w:sz w:val="20"/>
              </w:rPr>
              <w:t>consultora</w:t>
            </w:r>
          </w:p>
          <w:p w:rsidR="00454F86" w:rsidRPr="000C461A" w:rsidRDefault="00454F86" w:rsidP="00430F4C">
            <w:pPr>
              <w:jc w:val="center"/>
              <w:rPr>
                <w:sz w:val="20"/>
              </w:rPr>
            </w:pPr>
          </w:p>
        </w:tc>
        <w:tc>
          <w:tcPr>
            <w:tcW w:w="1282" w:type="dxa"/>
            <w:vMerge w:val="restart"/>
            <w:vAlign w:val="center"/>
          </w:tcPr>
          <w:p w:rsidR="00454F86" w:rsidRPr="000264D8" w:rsidRDefault="00454F86" w:rsidP="00430F4C">
            <w:pPr>
              <w:jc w:val="center"/>
              <w:rPr>
                <w:b/>
                <w:sz w:val="20"/>
              </w:rPr>
            </w:pPr>
            <w:r w:rsidRPr="00A77DFC">
              <w:rPr>
                <w:b/>
                <w:sz w:val="20"/>
              </w:rPr>
              <w:t>US$58</w:t>
            </w:r>
            <w:r>
              <w:rPr>
                <w:b/>
                <w:sz w:val="20"/>
              </w:rPr>
              <w:t>0.</w:t>
            </w:r>
            <w:r w:rsidRPr="00A77DFC">
              <w:rPr>
                <w:b/>
                <w:sz w:val="20"/>
              </w:rPr>
              <w:t>000</w:t>
            </w:r>
          </w:p>
          <w:p w:rsidR="00454F86" w:rsidRPr="000C461A" w:rsidRDefault="00454F86" w:rsidP="00430F4C">
            <w:pPr>
              <w:jc w:val="center"/>
              <w:rPr>
                <w:sz w:val="20"/>
              </w:rPr>
            </w:pPr>
          </w:p>
        </w:tc>
        <w:tc>
          <w:tcPr>
            <w:tcW w:w="1620" w:type="dxa"/>
            <w:vMerge w:val="restart"/>
            <w:vAlign w:val="center"/>
          </w:tcPr>
          <w:p w:rsidR="00454F86" w:rsidRPr="000C461A" w:rsidRDefault="00454F86" w:rsidP="00430F4C">
            <w:pPr>
              <w:jc w:val="center"/>
              <w:rPr>
                <w:sz w:val="20"/>
              </w:rPr>
            </w:pPr>
            <w:r>
              <w:rPr>
                <w:sz w:val="20"/>
              </w:rPr>
              <w:t>Recursos del préstamo</w:t>
            </w:r>
          </w:p>
        </w:tc>
      </w:tr>
      <w:tr w:rsidR="00454F86" w:rsidRPr="0070507C" w:rsidTr="00430F4C">
        <w:trPr>
          <w:trHeight w:val="228"/>
          <w:jc w:val="center"/>
        </w:trPr>
        <w:tc>
          <w:tcPr>
            <w:tcW w:w="2115" w:type="dxa"/>
          </w:tcPr>
          <w:p w:rsidR="00454F86" w:rsidRPr="000C461A" w:rsidRDefault="00454F86" w:rsidP="00430F4C">
            <w:pPr>
              <w:rPr>
                <w:sz w:val="20"/>
              </w:rPr>
            </w:pPr>
            <w:r w:rsidRPr="000C461A">
              <w:rPr>
                <w:sz w:val="20"/>
              </w:rPr>
              <w:t>Aplicación de pruebas</w:t>
            </w:r>
            <w:r>
              <w:rPr>
                <w:sz w:val="20"/>
              </w:rPr>
              <w:t>/cuestionarios</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r>
              <w:rPr>
                <w:sz w:val="20"/>
              </w:rPr>
              <w:t>X</w:t>
            </w:r>
          </w:p>
        </w:tc>
        <w:tc>
          <w:tcPr>
            <w:tcW w:w="360" w:type="dxa"/>
          </w:tcPr>
          <w:p w:rsidR="00454F86" w:rsidRPr="000C461A" w:rsidRDefault="00454F86" w:rsidP="00430F4C">
            <w:pPr>
              <w:jc w:val="center"/>
              <w:rPr>
                <w:sz w:val="20"/>
              </w:rPr>
            </w:pPr>
            <w:r>
              <w:rPr>
                <w:sz w:val="20"/>
              </w:rPr>
              <w:t>X</w:t>
            </w: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1328" w:type="dxa"/>
            <w:vMerge/>
            <w:vAlign w:val="center"/>
          </w:tcPr>
          <w:p w:rsidR="00454F86" w:rsidRPr="000C461A" w:rsidRDefault="00454F86" w:rsidP="00430F4C">
            <w:pPr>
              <w:jc w:val="center"/>
              <w:rPr>
                <w:sz w:val="20"/>
              </w:rPr>
            </w:pPr>
          </w:p>
        </w:tc>
        <w:tc>
          <w:tcPr>
            <w:tcW w:w="1282" w:type="dxa"/>
            <w:vMerge/>
          </w:tcPr>
          <w:p w:rsidR="00454F86" w:rsidRPr="000C461A" w:rsidRDefault="00454F86" w:rsidP="00430F4C">
            <w:pPr>
              <w:jc w:val="center"/>
              <w:rPr>
                <w:sz w:val="20"/>
              </w:rPr>
            </w:pPr>
          </w:p>
        </w:tc>
        <w:tc>
          <w:tcPr>
            <w:tcW w:w="1620" w:type="dxa"/>
            <w:vMerge/>
          </w:tcPr>
          <w:p w:rsidR="00454F86" w:rsidRPr="000C461A" w:rsidRDefault="00454F86" w:rsidP="00430F4C">
            <w:pPr>
              <w:jc w:val="center"/>
              <w:rPr>
                <w:sz w:val="20"/>
              </w:rPr>
            </w:pPr>
          </w:p>
        </w:tc>
      </w:tr>
      <w:tr w:rsidR="00454F86" w:rsidRPr="0070507C" w:rsidTr="00430F4C">
        <w:trPr>
          <w:trHeight w:val="228"/>
          <w:jc w:val="center"/>
        </w:trPr>
        <w:tc>
          <w:tcPr>
            <w:tcW w:w="2115" w:type="dxa"/>
          </w:tcPr>
          <w:p w:rsidR="00454F86" w:rsidRPr="000C461A" w:rsidRDefault="00454F86" w:rsidP="00430F4C">
            <w:pPr>
              <w:rPr>
                <w:sz w:val="20"/>
              </w:rPr>
            </w:pPr>
            <w:r w:rsidRPr="000C461A">
              <w:rPr>
                <w:sz w:val="20"/>
              </w:rPr>
              <w:t>Ingreso de datos</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r>
              <w:rPr>
                <w:sz w:val="20"/>
              </w:rPr>
              <w:t>X</w:t>
            </w:r>
          </w:p>
        </w:tc>
        <w:tc>
          <w:tcPr>
            <w:tcW w:w="270" w:type="dxa"/>
          </w:tcPr>
          <w:p w:rsidR="00454F86" w:rsidRPr="000C461A" w:rsidRDefault="00454F86" w:rsidP="00430F4C">
            <w:pPr>
              <w:jc w:val="center"/>
              <w:rPr>
                <w:sz w:val="20"/>
              </w:rPr>
            </w:pPr>
            <w:r>
              <w:rPr>
                <w:sz w:val="20"/>
              </w:rPr>
              <w:t>X</w:t>
            </w:r>
          </w:p>
        </w:tc>
        <w:tc>
          <w:tcPr>
            <w:tcW w:w="27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1328" w:type="dxa"/>
            <w:vMerge/>
            <w:vAlign w:val="center"/>
          </w:tcPr>
          <w:p w:rsidR="00454F86" w:rsidRPr="000C461A" w:rsidRDefault="00454F86" w:rsidP="00430F4C">
            <w:pPr>
              <w:jc w:val="center"/>
              <w:rPr>
                <w:sz w:val="20"/>
              </w:rPr>
            </w:pPr>
          </w:p>
        </w:tc>
        <w:tc>
          <w:tcPr>
            <w:tcW w:w="1282" w:type="dxa"/>
            <w:vMerge/>
          </w:tcPr>
          <w:p w:rsidR="00454F86" w:rsidRPr="000C461A" w:rsidRDefault="00454F86" w:rsidP="00430F4C">
            <w:pPr>
              <w:jc w:val="center"/>
              <w:rPr>
                <w:sz w:val="20"/>
              </w:rPr>
            </w:pPr>
          </w:p>
        </w:tc>
        <w:tc>
          <w:tcPr>
            <w:tcW w:w="1620" w:type="dxa"/>
            <w:vMerge/>
          </w:tcPr>
          <w:p w:rsidR="00454F86" w:rsidRPr="000C461A" w:rsidRDefault="00454F86" w:rsidP="00430F4C">
            <w:pPr>
              <w:jc w:val="center"/>
              <w:rPr>
                <w:sz w:val="20"/>
              </w:rPr>
            </w:pPr>
          </w:p>
        </w:tc>
      </w:tr>
      <w:tr w:rsidR="00454F86" w:rsidRPr="0070507C" w:rsidTr="00430F4C">
        <w:trPr>
          <w:trHeight w:val="61"/>
          <w:jc w:val="center"/>
        </w:trPr>
        <w:tc>
          <w:tcPr>
            <w:tcW w:w="2115" w:type="dxa"/>
          </w:tcPr>
          <w:p w:rsidR="00454F86" w:rsidRPr="000C461A" w:rsidRDefault="00454F86" w:rsidP="00430F4C">
            <w:pPr>
              <w:rPr>
                <w:sz w:val="20"/>
                <w:lang w:val="es-ES"/>
              </w:rPr>
            </w:pPr>
            <w:r w:rsidRPr="000C461A">
              <w:rPr>
                <w:sz w:val="20"/>
                <w:lang w:val="es-ES"/>
              </w:rPr>
              <w:t>Supervisión y validación de consistencia de datos</w:t>
            </w: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D64FA9" w:rsidRDefault="00454F86" w:rsidP="00430F4C">
            <w:pPr>
              <w:rPr>
                <w:sz w:val="20"/>
                <w:lang w:val="es-ES_tradnl"/>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r>
              <w:rPr>
                <w:sz w:val="20"/>
              </w:rPr>
              <w:t>X</w:t>
            </w:r>
          </w:p>
        </w:tc>
        <w:tc>
          <w:tcPr>
            <w:tcW w:w="270" w:type="dxa"/>
          </w:tcPr>
          <w:p w:rsidR="00454F86" w:rsidRPr="000C461A" w:rsidRDefault="00454F86" w:rsidP="00430F4C">
            <w:pPr>
              <w:jc w:val="center"/>
              <w:rPr>
                <w:sz w:val="20"/>
              </w:rPr>
            </w:pPr>
            <w:r>
              <w:rPr>
                <w:sz w:val="20"/>
              </w:rPr>
              <w:t>X</w:t>
            </w:r>
          </w:p>
        </w:tc>
        <w:tc>
          <w:tcPr>
            <w:tcW w:w="27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1328" w:type="dxa"/>
            <w:vMerge/>
            <w:vAlign w:val="center"/>
          </w:tcPr>
          <w:p w:rsidR="00454F86" w:rsidRPr="000C461A" w:rsidRDefault="00454F86" w:rsidP="00430F4C">
            <w:pPr>
              <w:jc w:val="center"/>
              <w:rPr>
                <w:sz w:val="20"/>
              </w:rPr>
            </w:pPr>
          </w:p>
        </w:tc>
        <w:tc>
          <w:tcPr>
            <w:tcW w:w="1282" w:type="dxa"/>
            <w:vMerge/>
          </w:tcPr>
          <w:p w:rsidR="00454F86" w:rsidRPr="000C461A" w:rsidRDefault="00454F86" w:rsidP="00430F4C">
            <w:pPr>
              <w:jc w:val="center"/>
              <w:rPr>
                <w:sz w:val="20"/>
              </w:rPr>
            </w:pPr>
          </w:p>
        </w:tc>
        <w:tc>
          <w:tcPr>
            <w:tcW w:w="1620" w:type="dxa"/>
            <w:vMerge/>
          </w:tcPr>
          <w:p w:rsidR="00454F86" w:rsidRPr="000C461A" w:rsidRDefault="00454F86" w:rsidP="00430F4C">
            <w:pPr>
              <w:jc w:val="center"/>
              <w:rPr>
                <w:sz w:val="20"/>
              </w:rPr>
            </w:pPr>
          </w:p>
        </w:tc>
      </w:tr>
      <w:tr w:rsidR="00454F86" w:rsidRPr="0070507C" w:rsidTr="00430F4C">
        <w:trPr>
          <w:trHeight w:val="61"/>
          <w:jc w:val="center"/>
        </w:trPr>
        <w:tc>
          <w:tcPr>
            <w:tcW w:w="2115" w:type="dxa"/>
          </w:tcPr>
          <w:p w:rsidR="00454F86" w:rsidRPr="000C461A" w:rsidRDefault="00454F86" w:rsidP="00430F4C">
            <w:pPr>
              <w:rPr>
                <w:sz w:val="20"/>
              </w:rPr>
            </w:pPr>
            <w:r w:rsidRPr="000C461A">
              <w:rPr>
                <w:sz w:val="20"/>
              </w:rPr>
              <w:t>Análisis de datos</w:t>
            </w: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p>
        </w:tc>
        <w:tc>
          <w:tcPr>
            <w:tcW w:w="360" w:type="dxa"/>
            <w:shd w:val="clear" w:color="auto" w:fill="auto"/>
          </w:tcPr>
          <w:p w:rsidR="00454F86" w:rsidRPr="000C461A" w:rsidRDefault="00454F86" w:rsidP="00430F4C">
            <w:pPr>
              <w:rPr>
                <w:sz w:val="20"/>
              </w:rPr>
            </w:pPr>
            <w:r>
              <w:rPr>
                <w:sz w:val="20"/>
              </w:rPr>
              <w:t>X</w:t>
            </w:r>
          </w:p>
        </w:tc>
        <w:tc>
          <w:tcPr>
            <w:tcW w:w="360" w:type="dxa"/>
            <w:shd w:val="clear" w:color="auto" w:fill="auto"/>
          </w:tcPr>
          <w:p w:rsidR="00454F86" w:rsidRPr="000C461A" w:rsidRDefault="00454F86" w:rsidP="00430F4C">
            <w:pP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r>
              <w:rPr>
                <w:sz w:val="20"/>
              </w:rPr>
              <w:t>X</w:t>
            </w:r>
          </w:p>
        </w:tc>
        <w:tc>
          <w:tcPr>
            <w:tcW w:w="27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r>
              <w:rPr>
                <w:sz w:val="20"/>
              </w:rPr>
              <w:t>X</w:t>
            </w:r>
          </w:p>
        </w:tc>
        <w:tc>
          <w:tcPr>
            <w:tcW w:w="45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1328" w:type="dxa"/>
            <w:vMerge/>
            <w:vAlign w:val="center"/>
          </w:tcPr>
          <w:p w:rsidR="00454F86" w:rsidRPr="000C461A" w:rsidRDefault="00454F86" w:rsidP="00430F4C">
            <w:pPr>
              <w:jc w:val="center"/>
              <w:rPr>
                <w:sz w:val="20"/>
              </w:rPr>
            </w:pPr>
          </w:p>
        </w:tc>
        <w:tc>
          <w:tcPr>
            <w:tcW w:w="1282" w:type="dxa"/>
            <w:vMerge/>
          </w:tcPr>
          <w:p w:rsidR="00454F86" w:rsidRPr="000C461A" w:rsidRDefault="00454F86" w:rsidP="00430F4C">
            <w:pPr>
              <w:jc w:val="center"/>
              <w:rPr>
                <w:sz w:val="20"/>
              </w:rPr>
            </w:pPr>
          </w:p>
        </w:tc>
        <w:tc>
          <w:tcPr>
            <w:tcW w:w="1620" w:type="dxa"/>
            <w:vMerge/>
          </w:tcPr>
          <w:p w:rsidR="00454F86" w:rsidRPr="000C461A" w:rsidRDefault="00454F86" w:rsidP="00430F4C">
            <w:pPr>
              <w:jc w:val="center"/>
              <w:rPr>
                <w:sz w:val="20"/>
              </w:rPr>
            </w:pPr>
          </w:p>
        </w:tc>
      </w:tr>
      <w:tr w:rsidR="00454F86" w:rsidRPr="0070507C" w:rsidTr="00430F4C">
        <w:trPr>
          <w:trHeight w:val="61"/>
          <w:jc w:val="center"/>
        </w:trPr>
        <w:tc>
          <w:tcPr>
            <w:tcW w:w="2115" w:type="dxa"/>
          </w:tcPr>
          <w:p w:rsidR="00454F86" w:rsidRPr="000C461A" w:rsidRDefault="00454F86" w:rsidP="00430F4C">
            <w:pPr>
              <w:rPr>
                <w:sz w:val="20"/>
                <w:lang w:val="es-ES"/>
              </w:rPr>
            </w:pPr>
            <w:r w:rsidRPr="000C461A">
              <w:rPr>
                <w:sz w:val="20"/>
                <w:lang w:val="es-ES"/>
              </w:rPr>
              <w:t>Producción de informes de evaluación</w:t>
            </w: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D64FA9" w:rsidRDefault="00454F86" w:rsidP="00430F4C">
            <w:pPr>
              <w:rPr>
                <w:sz w:val="20"/>
                <w:lang w:val="es-ES_tradnl"/>
              </w:rPr>
            </w:pPr>
          </w:p>
        </w:tc>
        <w:tc>
          <w:tcPr>
            <w:tcW w:w="360" w:type="dxa"/>
            <w:shd w:val="clear" w:color="auto" w:fill="auto"/>
          </w:tcPr>
          <w:p w:rsidR="00454F86" w:rsidRPr="00D64FA9" w:rsidRDefault="00454F86" w:rsidP="00430F4C">
            <w:pPr>
              <w:rPr>
                <w:sz w:val="20"/>
                <w:lang w:val="es-ES_tradnl"/>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0C461A" w:rsidRDefault="00454F86" w:rsidP="00430F4C">
            <w:pPr>
              <w:rPr>
                <w:sz w:val="20"/>
              </w:rPr>
            </w:pPr>
            <w:r>
              <w:rPr>
                <w:sz w:val="20"/>
              </w:rPr>
              <w:t>X</w:t>
            </w: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r>
              <w:rPr>
                <w:sz w:val="20"/>
              </w:rPr>
              <w:t>X</w:t>
            </w:r>
          </w:p>
        </w:tc>
        <w:tc>
          <w:tcPr>
            <w:tcW w:w="360" w:type="dxa"/>
          </w:tcPr>
          <w:p w:rsidR="00454F86" w:rsidRPr="00E00137" w:rsidRDefault="00454F86" w:rsidP="00430F4C">
            <w:pPr>
              <w:jc w:val="center"/>
              <w:rPr>
                <w:sz w:val="20"/>
                <w:lang w:val="es-ES_tradnl"/>
              </w:rPr>
            </w:pPr>
          </w:p>
        </w:tc>
        <w:tc>
          <w:tcPr>
            <w:tcW w:w="360" w:type="dxa"/>
          </w:tcPr>
          <w:p w:rsidR="00454F86" w:rsidRPr="00E00137" w:rsidRDefault="00454F86" w:rsidP="00430F4C">
            <w:pPr>
              <w:jc w:val="center"/>
              <w:rPr>
                <w:sz w:val="20"/>
                <w:lang w:val="es-ES_tradnl"/>
              </w:rPr>
            </w:pPr>
          </w:p>
        </w:tc>
        <w:tc>
          <w:tcPr>
            <w:tcW w:w="450" w:type="dxa"/>
          </w:tcPr>
          <w:p w:rsidR="00454F86" w:rsidRPr="00E00137" w:rsidRDefault="00454F86" w:rsidP="00430F4C">
            <w:pPr>
              <w:jc w:val="center"/>
              <w:rPr>
                <w:sz w:val="20"/>
                <w:lang w:val="es-ES_tradnl"/>
              </w:rPr>
            </w:pPr>
            <w:r>
              <w:rPr>
                <w:sz w:val="20"/>
                <w:lang w:val="es-ES_tradnl"/>
              </w:rPr>
              <w:t>X</w:t>
            </w:r>
          </w:p>
        </w:tc>
        <w:tc>
          <w:tcPr>
            <w:tcW w:w="450" w:type="dxa"/>
          </w:tcPr>
          <w:p w:rsidR="00454F86" w:rsidRPr="00E00137" w:rsidRDefault="00454F86" w:rsidP="00430F4C">
            <w:pPr>
              <w:jc w:val="center"/>
              <w:rPr>
                <w:sz w:val="20"/>
                <w:lang w:val="es-ES_tradnl"/>
              </w:rPr>
            </w:pPr>
          </w:p>
        </w:tc>
        <w:tc>
          <w:tcPr>
            <w:tcW w:w="450" w:type="dxa"/>
          </w:tcPr>
          <w:p w:rsidR="00454F86" w:rsidRPr="00E00137" w:rsidRDefault="00454F86" w:rsidP="00430F4C">
            <w:pPr>
              <w:jc w:val="center"/>
              <w:rPr>
                <w:sz w:val="20"/>
                <w:lang w:val="es-ES_tradnl"/>
              </w:rPr>
            </w:pPr>
          </w:p>
        </w:tc>
        <w:tc>
          <w:tcPr>
            <w:tcW w:w="360" w:type="dxa"/>
          </w:tcPr>
          <w:p w:rsidR="00454F86" w:rsidRPr="00E00137" w:rsidRDefault="00454F86" w:rsidP="00430F4C">
            <w:pPr>
              <w:jc w:val="center"/>
              <w:rPr>
                <w:sz w:val="20"/>
                <w:lang w:val="es-ES_tradnl"/>
              </w:rPr>
            </w:pPr>
          </w:p>
        </w:tc>
        <w:tc>
          <w:tcPr>
            <w:tcW w:w="360" w:type="dxa"/>
          </w:tcPr>
          <w:p w:rsidR="00454F86" w:rsidRPr="00E00137" w:rsidRDefault="00454F86" w:rsidP="00430F4C">
            <w:pPr>
              <w:jc w:val="center"/>
              <w:rPr>
                <w:sz w:val="20"/>
                <w:lang w:val="es-ES_tradnl"/>
              </w:rPr>
            </w:pPr>
          </w:p>
        </w:tc>
        <w:tc>
          <w:tcPr>
            <w:tcW w:w="270" w:type="dxa"/>
          </w:tcPr>
          <w:p w:rsidR="00454F86" w:rsidRPr="00E00137" w:rsidRDefault="00454F86" w:rsidP="00430F4C">
            <w:pPr>
              <w:jc w:val="center"/>
              <w:rPr>
                <w:sz w:val="20"/>
                <w:lang w:val="es-ES_tradnl"/>
              </w:rPr>
            </w:pPr>
          </w:p>
        </w:tc>
        <w:tc>
          <w:tcPr>
            <w:tcW w:w="1328" w:type="dxa"/>
            <w:vMerge w:val="restart"/>
            <w:vAlign w:val="center"/>
          </w:tcPr>
          <w:p w:rsidR="00454F86" w:rsidRPr="000C461A" w:rsidRDefault="00454F86" w:rsidP="00430F4C">
            <w:pPr>
              <w:jc w:val="center"/>
              <w:rPr>
                <w:sz w:val="20"/>
              </w:rPr>
            </w:pPr>
            <w:r w:rsidRPr="00E00137">
              <w:rPr>
                <w:sz w:val="20"/>
                <w:lang w:val="es-ES_tradnl"/>
              </w:rPr>
              <w:t>SME</w:t>
            </w:r>
            <w:r>
              <w:rPr>
                <w:sz w:val="20"/>
                <w:lang w:val="es-ES_tradnl"/>
              </w:rPr>
              <w:t>/BID</w:t>
            </w:r>
          </w:p>
        </w:tc>
        <w:tc>
          <w:tcPr>
            <w:tcW w:w="1282" w:type="dxa"/>
            <w:vMerge/>
          </w:tcPr>
          <w:p w:rsidR="00454F86" w:rsidRPr="000C461A" w:rsidRDefault="00454F86" w:rsidP="00430F4C">
            <w:pPr>
              <w:jc w:val="center"/>
              <w:rPr>
                <w:sz w:val="20"/>
              </w:rPr>
            </w:pPr>
          </w:p>
        </w:tc>
        <w:tc>
          <w:tcPr>
            <w:tcW w:w="1620" w:type="dxa"/>
            <w:vMerge/>
          </w:tcPr>
          <w:p w:rsidR="00454F86" w:rsidRPr="000C461A" w:rsidRDefault="00454F86" w:rsidP="00430F4C">
            <w:pPr>
              <w:jc w:val="center"/>
              <w:rPr>
                <w:sz w:val="20"/>
              </w:rPr>
            </w:pPr>
          </w:p>
        </w:tc>
      </w:tr>
      <w:tr w:rsidR="00454F86" w:rsidRPr="0070507C" w:rsidTr="00430F4C">
        <w:trPr>
          <w:trHeight w:val="61"/>
          <w:jc w:val="center"/>
        </w:trPr>
        <w:tc>
          <w:tcPr>
            <w:tcW w:w="2115" w:type="dxa"/>
          </w:tcPr>
          <w:p w:rsidR="00454F86" w:rsidRPr="000C461A" w:rsidRDefault="00454F86" w:rsidP="00430F4C">
            <w:pPr>
              <w:rPr>
                <w:sz w:val="20"/>
                <w:lang w:val="es-ES"/>
              </w:rPr>
            </w:pPr>
            <w:r w:rsidRPr="000C461A">
              <w:rPr>
                <w:sz w:val="20"/>
                <w:lang w:val="es-ES"/>
              </w:rPr>
              <w:t>Producción de publicaciones y diseminación de resultados de evaluación</w:t>
            </w: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C461A" w:rsidRDefault="00454F86" w:rsidP="00430F4C">
            <w:pPr>
              <w:rPr>
                <w:sz w:val="20"/>
                <w:lang w:val="es-ES"/>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045B95" w:rsidRDefault="00454F86" w:rsidP="00430F4C">
            <w:pPr>
              <w:rPr>
                <w:sz w:val="20"/>
                <w:lang w:val="es-ES_tradnl"/>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shd w:val="clear" w:color="auto" w:fill="auto"/>
          </w:tcPr>
          <w:p w:rsidR="00454F86" w:rsidRPr="00454F86" w:rsidRDefault="00454F86" w:rsidP="00430F4C">
            <w:pPr>
              <w:rPr>
                <w:sz w:val="20"/>
                <w:lang w:val="es-ES"/>
              </w:rPr>
            </w:pPr>
          </w:p>
        </w:tc>
        <w:tc>
          <w:tcPr>
            <w:tcW w:w="360" w:type="dxa"/>
          </w:tcPr>
          <w:p w:rsidR="00454F86" w:rsidRPr="000C461A" w:rsidRDefault="00454F86" w:rsidP="00430F4C">
            <w:pPr>
              <w:jc w:val="center"/>
              <w:rPr>
                <w:sz w:val="20"/>
              </w:rPr>
            </w:pPr>
            <w:r>
              <w:rPr>
                <w:sz w:val="20"/>
              </w:rPr>
              <w:t>X</w:t>
            </w:r>
          </w:p>
        </w:tc>
        <w:tc>
          <w:tcPr>
            <w:tcW w:w="27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r>
              <w:rPr>
                <w:sz w:val="20"/>
              </w:rPr>
              <w:t>X</w:t>
            </w:r>
          </w:p>
        </w:tc>
        <w:tc>
          <w:tcPr>
            <w:tcW w:w="36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p>
        </w:tc>
        <w:tc>
          <w:tcPr>
            <w:tcW w:w="450" w:type="dxa"/>
          </w:tcPr>
          <w:p w:rsidR="00454F86" w:rsidRPr="000C461A" w:rsidRDefault="00454F86" w:rsidP="00430F4C">
            <w:pPr>
              <w:jc w:val="center"/>
              <w:rPr>
                <w:sz w:val="20"/>
              </w:rPr>
            </w:pPr>
            <w:r>
              <w:rPr>
                <w:sz w:val="20"/>
              </w:rPr>
              <w:t>X</w:t>
            </w:r>
          </w:p>
        </w:tc>
        <w:tc>
          <w:tcPr>
            <w:tcW w:w="45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360" w:type="dxa"/>
          </w:tcPr>
          <w:p w:rsidR="00454F86" w:rsidRPr="000C461A" w:rsidRDefault="00454F86" w:rsidP="00430F4C">
            <w:pPr>
              <w:jc w:val="center"/>
              <w:rPr>
                <w:sz w:val="20"/>
              </w:rPr>
            </w:pPr>
          </w:p>
        </w:tc>
        <w:tc>
          <w:tcPr>
            <w:tcW w:w="270" w:type="dxa"/>
          </w:tcPr>
          <w:p w:rsidR="00454F86" w:rsidRPr="000C461A" w:rsidRDefault="00454F86" w:rsidP="00430F4C">
            <w:pPr>
              <w:jc w:val="center"/>
              <w:rPr>
                <w:sz w:val="20"/>
              </w:rPr>
            </w:pPr>
          </w:p>
        </w:tc>
        <w:tc>
          <w:tcPr>
            <w:tcW w:w="1328" w:type="dxa"/>
            <w:vMerge/>
          </w:tcPr>
          <w:p w:rsidR="00454F86" w:rsidRPr="000C461A" w:rsidRDefault="00454F86" w:rsidP="00430F4C">
            <w:pPr>
              <w:jc w:val="center"/>
              <w:rPr>
                <w:sz w:val="20"/>
              </w:rPr>
            </w:pPr>
          </w:p>
        </w:tc>
        <w:tc>
          <w:tcPr>
            <w:tcW w:w="1282" w:type="dxa"/>
            <w:vMerge/>
          </w:tcPr>
          <w:p w:rsidR="00454F86" w:rsidRPr="000C461A" w:rsidRDefault="00454F86" w:rsidP="00430F4C">
            <w:pPr>
              <w:jc w:val="center"/>
              <w:rPr>
                <w:sz w:val="20"/>
              </w:rPr>
            </w:pPr>
          </w:p>
        </w:tc>
        <w:tc>
          <w:tcPr>
            <w:tcW w:w="1620" w:type="dxa"/>
            <w:vMerge/>
          </w:tcPr>
          <w:p w:rsidR="00454F86" w:rsidRPr="000C461A" w:rsidRDefault="00454F86" w:rsidP="00430F4C">
            <w:pPr>
              <w:jc w:val="center"/>
              <w:rPr>
                <w:sz w:val="20"/>
              </w:rPr>
            </w:pPr>
          </w:p>
        </w:tc>
      </w:tr>
      <w:tr w:rsidR="00454F86" w:rsidRPr="00252BA4" w:rsidTr="00430F4C">
        <w:trPr>
          <w:trHeight w:val="61"/>
          <w:jc w:val="center"/>
        </w:trPr>
        <w:tc>
          <w:tcPr>
            <w:tcW w:w="2115" w:type="dxa"/>
          </w:tcPr>
          <w:p w:rsidR="00454F86" w:rsidRPr="00860E98" w:rsidRDefault="00454F86" w:rsidP="00430F4C">
            <w:pPr>
              <w:rPr>
                <w:b/>
                <w:sz w:val="20"/>
                <w:lang w:val="es-ES_tradnl"/>
              </w:rPr>
            </w:pPr>
            <w:r w:rsidRPr="00A77DFC">
              <w:rPr>
                <w:b/>
                <w:sz w:val="20"/>
                <w:lang w:val="es-ES_tradnl"/>
              </w:rPr>
              <w:t>Evaluación 3. Costo Beneficio Ex Post</w:t>
            </w:r>
          </w:p>
        </w:tc>
        <w:tc>
          <w:tcPr>
            <w:tcW w:w="1440" w:type="dxa"/>
            <w:gridSpan w:val="4"/>
            <w:shd w:val="clear" w:color="auto" w:fill="auto"/>
          </w:tcPr>
          <w:p w:rsidR="00454F86" w:rsidRPr="00860E98" w:rsidRDefault="00454F86" w:rsidP="00430F4C">
            <w:pPr>
              <w:rPr>
                <w:b/>
                <w:sz w:val="20"/>
                <w:lang w:val="es-ES_tradnl"/>
              </w:rPr>
            </w:pPr>
          </w:p>
        </w:tc>
        <w:tc>
          <w:tcPr>
            <w:tcW w:w="1440" w:type="dxa"/>
            <w:gridSpan w:val="4"/>
            <w:shd w:val="clear" w:color="auto" w:fill="auto"/>
          </w:tcPr>
          <w:p w:rsidR="00454F86" w:rsidRPr="00860E98" w:rsidRDefault="00454F86" w:rsidP="00430F4C">
            <w:pPr>
              <w:rPr>
                <w:b/>
                <w:sz w:val="20"/>
                <w:lang w:val="es-ES_tradnl"/>
              </w:rPr>
            </w:pPr>
          </w:p>
        </w:tc>
        <w:tc>
          <w:tcPr>
            <w:tcW w:w="1440" w:type="dxa"/>
            <w:gridSpan w:val="4"/>
            <w:shd w:val="clear" w:color="auto" w:fill="auto"/>
          </w:tcPr>
          <w:p w:rsidR="00454F86" w:rsidRPr="00860E98" w:rsidRDefault="00454F86" w:rsidP="00430F4C">
            <w:pPr>
              <w:rPr>
                <w:b/>
                <w:sz w:val="20"/>
                <w:lang w:val="es-ES_tradnl"/>
              </w:rPr>
            </w:pPr>
          </w:p>
        </w:tc>
        <w:tc>
          <w:tcPr>
            <w:tcW w:w="1260" w:type="dxa"/>
            <w:gridSpan w:val="4"/>
          </w:tcPr>
          <w:p w:rsidR="00454F86" w:rsidRPr="00860E98" w:rsidRDefault="00454F86" w:rsidP="00430F4C">
            <w:pPr>
              <w:jc w:val="center"/>
              <w:rPr>
                <w:b/>
                <w:sz w:val="20"/>
                <w:lang w:val="es-ES_tradnl"/>
              </w:rPr>
            </w:pPr>
          </w:p>
        </w:tc>
        <w:tc>
          <w:tcPr>
            <w:tcW w:w="1620" w:type="dxa"/>
            <w:gridSpan w:val="4"/>
          </w:tcPr>
          <w:p w:rsidR="00454F86" w:rsidRPr="00860E98" w:rsidRDefault="00454F86" w:rsidP="00430F4C">
            <w:pPr>
              <w:jc w:val="center"/>
              <w:rPr>
                <w:b/>
                <w:sz w:val="20"/>
                <w:lang w:val="es-ES_tradnl"/>
              </w:rPr>
            </w:pPr>
          </w:p>
        </w:tc>
        <w:tc>
          <w:tcPr>
            <w:tcW w:w="1440" w:type="dxa"/>
            <w:gridSpan w:val="4"/>
          </w:tcPr>
          <w:p w:rsidR="00454F86" w:rsidRPr="00860E98" w:rsidRDefault="00454F86" w:rsidP="00430F4C">
            <w:pPr>
              <w:jc w:val="center"/>
              <w:rPr>
                <w:b/>
                <w:sz w:val="20"/>
                <w:lang w:val="es-ES_tradnl"/>
              </w:rPr>
            </w:pPr>
          </w:p>
        </w:tc>
        <w:tc>
          <w:tcPr>
            <w:tcW w:w="1328" w:type="dxa"/>
          </w:tcPr>
          <w:p w:rsidR="00454F86" w:rsidRPr="00860E98" w:rsidRDefault="00454F86" w:rsidP="00430F4C">
            <w:pPr>
              <w:jc w:val="center"/>
              <w:rPr>
                <w:b/>
                <w:sz w:val="20"/>
                <w:lang w:val="es-ES_tradnl"/>
              </w:rPr>
            </w:pPr>
          </w:p>
        </w:tc>
        <w:tc>
          <w:tcPr>
            <w:tcW w:w="1282" w:type="dxa"/>
          </w:tcPr>
          <w:p w:rsidR="00454F86" w:rsidRPr="00860E98" w:rsidRDefault="00454F86" w:rsidP="00430F4C">
            <w:pPr>
              <w:jc w:val="center"/>
              <w:rPr>
                <w:b/>
                <w:sz w:val="20"/>
                <w:lang w:val="es-ES_tradnl"/>
              </w:rPr>
            </w:pPr>
          </w:p>
        </w:tc>
        <w:tc>
          <w:tcPr>
            <w:tcW w:w="1620" w:type="dxa"/>
          </w:tcPr>
          <w:p w:rsidR="00454F86" w:rsidRPr="00860E98" w:rsidRDefault="00454F86" w:rsidP="00430F4C">
            <w:pPr>
              <w:jc w:val="center"/>
              <w:rPr>
                <w:b/>
                <w:sz w:val="20"/>
                <w:lang w:val="es-ES_tradnl"/>
              </w:rPr>
            </w:pPr>
          </w:p>
        </w:tc>
      </w:tr>
      <w:tr w:rsidR="00454F86" w:rsidRPr="00AE4507" w:rsidTr="00430F4C">
        <w:trPr>
          <w:trHeight w:val="61"/>
          <w:jc w:val="center"/>
        </w:trPr>
        <w:tc>
          <w:tcPr>
            <w:tcW w:w="2115" w:type="dxa"/>
          </w:tcPr>
          <w:p w:rsidR="00454F86" w:rsidRPr="00AE4507" w:rsidRDefault="00454F86" w:rsidP="00430F4C">
            <w:pPr>
              <w:rPr>
                <w:sz w:val="20"/>
                <w:lang w:val="es-ES_tradnl"/>
              </w:rPr>
            </w:pPr>
            <w:r w:rsidRPr="00A77DFC">
              <w:rPr>
                <w:sz w:val="20"/>
                <w:lang w:val="es-ES_tradnl"/>
              </w:rPr>
              <w:t>Selección de consultoría individual</w:t>
            </w:r>
          </w:p>
        </w:tc>
        <w:tc>
          <w:tcPr>
            <w:tcW w:w="360" w:type="dxa"/>
            <w:shd w:val="clear" w:color="auto" w:fill="auto"/>
          </w:tcPr>
          <w:p w:rsidR="00454F86" w:rsidRPr="00AE4507" w:rsidRDefault="00454F86" w:rsidP="00430F4C">
            <w:pPr>
              <w:rPr>
                <w:sz w:val="20"/>
                <w:lang w:val="es-ES"/>
              </w:rPr>
            </w:pPr>
          </w:p>
        </w:tc>
        <w:tc>
          <w:tcPr>
            <w:tcW w:w="360" w:type="dxa"/>
            <w:shd w:val="clear" w:color="auto" w:fill="auto"/>
          </w:tcPr>
          <w:p w:rsidR="00454F86" w:rsidRPr="00AE4507" w:rsidRDefault="00454F86" w:rsidP="00430F4C">
            <w:pPr>
              <w:rPr>
                <w:sz w:val="20"/>
                <w:lang w:val="es-ES"/>
              </w:rPr>
            </w:pPr>
          </w:p>
        </w:tc>
        <w:tc>
          <w:tcPr>
            <w:tcW w:w="360" w:type="dxa"/>
            <w:shd w:val="clear" w:color="auto" w:fill="auto"/>
          </w:tcPr>
          <w:p w:rsidR="00454F86" w:rsidRPr="00AE4507" w:rsidRDefault="00454F86" w:rsidP="00430F4C">
            <w:pPr>
              <w:rPr>
                <w:sz w:val="20"/>
                <w:lang w:val="es-ES"/>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tcPr>
          <w:p w:rsidR="00454F86" w:rsidRPr="00AE4507" w:rsidRDefault="00454F86" w:rsidP="00430F4C">
            <w:pPr>
              <w:jc w:val="center"/>
              <w:rPr>
                <w:sz w:val="20"/>
                <w:lang w:val="es-ES_tradnl"/>
              </w:rPr>
            </w:pPr>
          </w:p>
        </w:tc>
        <w:tc>
          <w:tcPr>
            <w:tcW w:w="270" w:type="dxa"/>
          </w:tcPr>
          <w:p w:rsidR="00454F86" w:rsidRPr="00AE4507" w:rsidRDefault="00454F86" w:rsidP="00430F4C">
            <w:pPr>
              <w:jc w:val="center"/>
              <w:rPr>
                <w:sz w:val="20"/>
                <w:lang w:val="es-ES_tradnl"/>
              </w:rPr>
            </w:pPr>
          </w:p>
        </w:tc>
        <w:tc>
          <w:tcPr>
            <w:tcW w:w="270" w:type="dxa"/>
          </w:tcPr>
          <w:p w:rsidR="00454F86" w:rsidRPr="00AE4507" w:rsidRDefault="00454F86" w:rsidP="00430F4C">
            <w:pPr>
              <w:jc w:val="center"/>
              <w:rPr>
                <w:sz w:val="20"/>
                <w:lang w:val="es-ES_tradnl"/>
              </w:rPr>
            </w:pPr>
          </w:p>
        </w:tc>
        <w:tc>
          <w:tcPr>
            <w:tcW w:w="360" w:type="dxa"/>
          </w:tcPr>
          <w:p w:rsidR="00454F86" w:rsidRPr="00AE4507" w:rsidRDefault="00454F86" w:rsidP="00430F4C">
            <w:pPr>
              <w:jc w:val="center"/>
              <w:rPr>
                <w:sz w:val="20"/>
                <w:lang w:val="es-ES_tradnl"/>
              </w:rPr>
            </w:pPr>
          </w:p>
        </w:tc>
        <w:tc>
          <w:tcPr>
            <w:tcW w:w="360" w:type="dxa"/>
          </w:tcPr>
          <w:p w:rsidR="00454F86" w:rsidRPr="00AE4507" w:rsidRDefault="00454F86" w:rsidP="00430F4C">
            <w:pPr>
              <w:jc w:val="center"/>
              <w:rPr>
                <w:sz w:val="20"/>
                <w:lang w:val="es-ES_tradnl"/>
              </w:rPr>
            </w:pPr>
          </w:p>
        </w:tc>
        <w:tc>
          <w:tcPr>
            <w:tcW w:w="360" w:type="dxa"/>
          </w:tcPr>
          <w:p w:rsidR="00454F86" w:rsidRPr="00AE4507" w:rsidRDefault="00454F86" w:rsidP="00430F4C">
            <w:pPr>
              <w:jc w:val="center"/>
              <w:rPr>
                <w:sz w:val="20"/>
                <w:lang w:val="es-ES_tradnl"/>
              </w:rPr>
            </w:pPr>
            <w:r>
              <w:rPr>
                <w:sz w:val="20"/>
                <w:lang w:val="es-ES_tradnl"/>
              </w:rPr>
              <w:t>X</w:t>
            </w:r>
          </w:p>
        </w:tc>
        <w:tc>
          <w:tcPr>
            <w:tcW w:w="450" w:type="dxa"/>
          </w:tcPr>
          <w:p w:rsidR="00454F86" w:rsidRPr="00AE4507" w:rsidRDefault="00454F86" w:rsidP="00430F4C">
            <w:pPr>
              <w:jc w:val="center"/>
              <w:rPr>
                <w:sz w:val="20"/>
                <w:lang w:val="es-ES_tradnl"/>
              </w:rPr>
            </w:pPr>
          </w:p>
        </w:tc>
        <w:tc>
          <w:tcPr>
            <w:tcW w:w="450" w:type="dxa"/>
          </w:tcPr>
          <w:p w:rsidR="00454F86" w:rsidRPr="00AE4507" w:rsidRDefault="00454F86" w:rsidP="00430F4C">
            <w:pPr>
              <w:jc w:val="center"/>
              <w:rPr>
                <w:sz w:val="20"/>
                <w:lang w:val="es-ES_tradnl"/>
              </w:rPr>
            </w:pPr>
          </w:p>
        </w:tc>
        <w:tc>
          <w:tcPr>
            <w:tcW w:w="450" w:type="dxa"/>
          </w:tcPr>
          <w:p w:rsidR="00454F86" w:rsidRPr="00AE4507" w:rsidRDefault="00454F86" w:rsidP="00430F4C">
            <w:pPr>
              <w:jc w:val="center"/>
              <w:rPr>
                <w:sz w:val="20"/>
                <w:lang w:val="es-ES_tradnl"/>
              </w:rPr>
            </w:pPr>
          </w:p>
        </w:tc>
        <w:tc>
          <w:tcPr>
            <w:tcW w:w="360" w:type="dxa"/>
          </w:tcPr>
          <w:p w:rsidR="00454F86" w:rsidRPr="00AE4507" w:rsidRDefault="00454F86" w:rsidP="00430F4C">
            <w:pPr>
              <w:jc w:val="center"/>
              <w:rPr>
                <w:sz w:val="20"/>
                <w:lang w:val="es-ES_tradnl"/>
              </w:rPr>
            </w:pPr>
          </w:p>
        </w:tc>
        <w:tc>
          <w:tcPr>
            <w:tcW w:w="360" w:type="dxa"/>
          </w:tcPr>
          <w:p w:rsidR="00454F86" w:rsidRPr="00AE4507" w:rsidRDefault="00454F86" w:rsidP="00430F4C">
            <w:pPr>
              <w:jc w:val="center"/>
              <w:rPr>
                <w:sz w:val="20"/>
                <w:lang w:val="es-ES_tradnl"/>
              </w:rPr>
            </w:pPr>
          </w:p>
        </w:tc>
        <w:tc>
          <w:tcPr>
            <w:tcW w:w="270" w:type="dxa"/>
          </w:tcPr>
          <w:p w:rsidR="00454F86" w:rsidRPr="00AE4507" w:rsidRDefault="00454F86" w:rsidP="00430F4C">
            <w:pPr>
              <w:jc w:val="center"/>
              <w:rPr>
                <w:sz w:val="20"/>
                <w:lang w:val="es-ES_tradnl"/>
              </w:rPr>
            </w:pPr>
          </w:p>
        </w:tc>
        <w:tc>
          <w:tcPr>
            <w:tcW w:w="1328" w:type="dxa"/>
          </w:tcPr>
          <w:p w:rsidR="00454F86" w:rsidRPr="00AE4507" w:rsidRDefault="00454F86" w:rsidP="00430F4C">
            <w:pPr>
              <w:jc w:val="center"/>
              <w:rPr>
                <w:sz w:val="20"/>
                <w:lang w:val="es-ES_tradnl"/>
              </w:rPr>
            </w:pPr>
            <w:r w:rsidRPr="00A77DFC">
              <w:rPr>
                <w:sz w:val="20"/>
                <w:lang w:val="es-ES_tradnl"/>
              </w:rPr>
              <w:t>SME</w:t>
            </w:r>
            <w:r>
              <w:rPr>
                <w:sz w:val="20"/>
                <w:lang w:val="es-ES_tradnl"/>
              </w:rPr>
              <w:t>/BID</w:t>
            </w:r>
          </w:p>
        </w:tc>
        <w:tc>
          <w:tcPr>
            <w:tcW w:w="1282" w:type="dxa"/>
          </w:tcPr>
          <w:p w:rsidR="00454F86" w:rsidRPr="00AE4507" w:rsidRDefault="00454F86" w:rsidP="00430F4C">
            <w:pPr>
              <w:jc w:val="center"/>
              <w:rPr>
                <w:sz w:val="20"/>
                <w:lang w:val="es-ES_tradnl"/>
              </w:rPr>
            </w:pPr>
          </w:p>
        </w:tc>
        <w:tc>
          <w:tcPr>
            <w:tcW w:w="1620" w:type="dxa"/>
          </w:tcPr>
          <w:p w:rsidR="00454F86" w:rsidRPr="00AE4507" w:rsidRDefault="00454F86" w:rsidP="00430F4C">
            <w:pPr>
              <w:jc w:val="center"/>
              <w:rPr>
                <w:sz w:val="20"/>
                <w:lang w:val="es-ES_tradnl"/>
              </w:rPr>
            </w:pPr>
          </w:p>
        </w:tc>
      </w:tr>
      <w:tr w:rsidR="00454F86" w:rsidRPr="00AE4507" w:rsidTr="00430F4C">
        <w:trPr>
          <w:trHeight w:val="61"/>
          <w:jc w:val="center"/>
        </w:trPr>
        <w:tc>
          <w:tcPr>
            <w:tcW w:w="2115" w:type="dxa"/>
          </w:tcPr>
          <w:p w:rsidR="00454F86" w:rsidRPr="00AE4507" w:rsidRDefault="00454F86" w:rsidP="00430F4C">
            <w:pPr>
              <w:rPr>
                <w:sz w:val="20"/>
                <w:lang w:val="es-ES_tradnl"/>
              </w:rPr>
            </w:pPr>
            <w:r>
              <w:rPr>
                <w:sz w:val="20"/>
                <w:lang w:val="es-ES_tradnl"/>
              </w:rPr>
              <w:t>Elaboración análisis</w:t>
            </w:r>
          </w:p>
        </w:tc>
        <w:tc>
          <w:tcPr>
            <w:tcW w:w="360" w:type="dxa"/>
            <w:shd w:val="clear" w:color="auto" w:fill="auto"/>
          </w:tcPr>
          <w:p w:rsidR="00454F86" w:rsidRPr="00AE4507" w:rsidRDefault="00454F86" w:rsidP="00430F4C">
            <w:pPr>
              <w:rPr>
                <w:sz w:val="20"/>
                <w:lang w:val="es-ES"/>
              </w:rPr>
            </w:pPr>
          </w:p>
        </w:tc>
        <w:tc>
          <w:tcPr>
            <w:tcW w:w="360" w:type="dxa"/>
            <w:shd w:val="clear" w:color="auto" w:fill="auto"/>
          </w:tcPr>
          <w:p w:rsidR="00454F86" w:rsidRPr="00AE4507" w:rsidRDefault="00454F86" w:rsidP="00430F4C">
            <w:pPr>
              <w:rPr>
                <w:sz w:val="20"/>
                <w:lang w:val="es-ES"/>
              </w:rPr>
            </w:pPr>
          </w:p>
        </w:tc>
        <w:tc>
          <w:tcPr>
            <w:tcW w:w="360" w:type="dxa"/>
            <w:shd w:val="clear" w:color="auto" w:fill="auto"/>
          </w:tcPr>
          <w:p w:rsidR="00454F86" w:rsidRPr="00AE4507" w:rsidRDefault="00454F86" w:rsidP="00430F4C">
            <w:pPr>
              <w:rPr>
                <w:sz w:val="20"/>
                <w:lang w:val="es-ES"/>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shd w:val="clear" w:color="auto" w:fill="auto"/>
          </w:tcPr>
          <w:p w:rsidR="00454F86" w:rsidRPr="00AE4507" w:rsidRDefault="00454F86" w:rsidP="00430F4C">
            <w:pPr>
              <w:rPr>
                <w:sz w:val="20"/>
                <w:lang w:val="es-ES_tradnl"/>
              </w:rPr>
            </w:pPr>
          </w:p>
        </w:tc>
        <w:tc>
          <w:tcPr>
            <w:tcW w:w="360" w:type="dxa"/>
          </w:tcPr>
          <w:p w:rsidR="00454F86" w:rsidRPr="00AE4507" w:rsidRDefault="00454F86" w:rsidP="00430F4C">
            <w:pPr>
              <w:jc w:val="center"/>
              <w:rPr>
                <w:sz w:val="20"/>
                <w:lang w:val="es-ES_tradnl"/>
              </w:rPr>
            </w:pPr>
          </w:p>
        </w:tc>
        <w:tc>
          <w:tcPr>
            <w:tcW w:w="270" w:type="dxa"/>
          </w:tcPr>
          <w:p w:rsidR="00454F86" w:rsidRPr="00AE4507" w:rsidRDefault="00454F86" w:rsidP="00430F4C">
            <w:pPr>
              <w:jc w:val="center"/>
              <w:rPr>
                <w:sz w:val="20"/>
                <w:lang w:val="es-ES_tradnl"/>
              </w:rPr>
            </w:pPr>
          </w:p>
        </w:tc>
        <w:tc>
          <w:tcPr>
            <w:tcW w:w="270" w:type="dxa"/>
          </w:tcPr>
          <w:p w:rsidR="00454F86" w:rsidRPr="00AE4507" w:rsidRDefault="00454F86" w:rsidP="00430F4C">
            <w:pPr>
              <w:jc w:val="center"/>
              <w:rPr>
                <w:sz w:val="20"/>
                <w:lang w:val="es-ES_tradnl"/>
              </w:rPr>
            </w:pPr>
          </w:p>
        </w:tc>
        <w:tc>
          <w:tcPr>
            <w:tcW w:w="360" w:type="dxa"/>
          </w:tcPr>
          <w:p w:rsidR="00454F86" w:rsidRPr="00AE4507" w:rsidRDefault="00454F86" w:rsidP="00430F4C">
            <w:pPr>
              <w:jc w:val="center"/>
              <w:rPr>
                <w:sz w:val="20"/>
                <w:lang w:val="es-ES_tradnl"/>
              </w:rPr>
            </w:pPr>
          </w:p>
        </w:tc>
        <w:tc>
          <w:tcPr>
            <w:tcW w:w="360" w:type="dxa"/>
          </w:tcPr>
          <w:p w:rsidR="00454F86" w:rsidRDefault="00454F86" w:rsidP="00430F4C">
            <w:pPr>
              <w:jc w:val="center"/>
              <w:rPr>
                <w:sz w:val="20"/>
                <w:lang w:val="es-ES_tradnl"/>
              </w:rPr>
            </w:pPr>
          </w:p>
        </w:tc>
        <w:tc>
          <w:tcPr>
            <w:tcW w:w="360" w:type="dxa"/>
          </w:tcPr>
          <w:p w:rsidR="00454F86" w:rsidRDefault="00454F86" w:rsidP="00430F4C">
            <w:pPr>
              <w:jc w:val="center"/>
              <w:rPr>
                <w:sz w:val="20"/>
                <w:lang w:val="es-ES_tradnl"/>
              </w:rPr>
            </w:pPr>
          </w:p>
        </w:tc>
        <w:tc>
          <w:tcPr>
            <w:tcW w:w="450" w:type="dxa"/>
          </w:tcPr>
          <w:p w:rsidR="00454F86" w:rsidRDefault="00454F86" w:rsidP="00430F4C">
            <w:pPr>
              <w:jc w:val="center"/>
              <w:rPr>
                <w:sz w:val="20"/>
                <w:lang w:val="es-ES_tradnl"/>
              </w:rPr>
            </w:pPr>
          </w:p>
        </w:tc>
        <w:tc>
          <w:tcPr>
            <w:tcW w:w="450" w:type="dxa"/>
          </w:tcPr>
          <w:p w:rsidR="00454F86" w:rsidRDefault="00454F86" w:rsidP="00430F4C">
            <w:pPr>
              <w:jc w:val="center"/>
              <w:rPr>
                <w:sz w:val="20"/>
                <w:lang w:val="es-ES_tradnl"/>
              </w:rPr>
            </w:pPr>
            <w:r>
              <w:rPr>
                <w:sz w:val="20"/>
                <w:lang w:val="es-ES_tradnl"/>
              </w:rPr>
              <w:t>X</w:t>
            </w:r>
          </w:p>
        </w:tc>
        <w:tc>
          <w:tcPr>
            <w:tcW w:w="450" w:type="dxa"/>
          </w:tcPr>
          <w:p w:rsidR="00454F86" w:rsidRDefault="00454F86" w:rsidP="00430F4C">
            <w:pPr>
              <w:jc w:val="center"/>
              <w:rPr>
                <w:sz w:val="20"/>
                <w:lang w:val="es-ES_tradnl"/>
              </w:rPr>
            </w:pPr>
          </w:p>
        </w:tc>
        <w:tc>
          <w:tcPr>
            <w:tcW w:w="360" w:type="dxa"/>
          </w:tcPr>
          <w:p w:rsidR="00454F86" w:rsidRDefault="00454F86" w:rsidP="00430F4C">
            <w:pPr>
              <w:jc w:val="center"/>
              <w:rPr>
                <w:sz w:val="20"/>
                <w:lang w:val="es-ES_tradnl"/>
              </w:rPr>
            </w:pPr>
          </w:p>
        </w:tc>
        <w:tc>
          <w:tcPr>
            <w:tcW w:w="360" w:type="dxa"/>
          </w:tcPr>
          <w:p w:rsidR="00454F86" w:rsidRDefault="00454F86" w:rsidP="00430F4C">
            <w:pPr>
              <w:jc w:val="center"/>
              <w:rPr>
                <w:sz w:val="20"/>
                <w:lang w:val="es-ES_tradnl"/>
              </w:rPr>
            </w:pPr>
          </w:p>
        </w:tc>
        <w:tc>
          <w:tcPr>
            <w:tcW w:w="270" w:type="dxa"/>
          </w:tcPr>
          <w:p w:rsidR="00454F86" w:rsidRDefault="00454F86" w:rsidP="00430F4C">
            <w:pPr>
              <w:jc w:val="center"/>
              <w:rPr>
                <w:sz w:val="20"/>
                <w:lang w:val="es-ES_tradnl"/>
              </w:rPr>
            </w:pPr>
          </w:p>
        </w:tc>
        <w:tc>
          <w:tcPr>
            <w:tcW w:w="1328" w:type="dxa"/>
          </w:tcPr>
          <w:p w:rsidR="00454F86" w:rsidRPr="00AE4507" w:rsidRDefault="00454F86" w:rsidP="00430F4C">
            <w:pPr>
              <w:jc w:val="center"/>
              <w:rPr>
                <w:sz w:val="20"/>
                <w:lang w:val="es-ES_tradnl"/>
              </w:rPr>
            </w:pPr>
            <w:r>
              <w:rPr>
                <w:sz w:val="20"/>
                <w:lang w:val="es-ES_tradnl"/>
              </w:rPr>
              <w:t>Consultor/a</w:t>
            </w:r>
          </w:p>
        </w:tc>
        <w:tc>
          <w:tcPr>
            <w:tcW w:w="1282" w:type="dxa"/>
          </w:tcPr>
          <w:p w:rsidR="00454F86" w:rsidRPr="007C7E71" w:rsidRDefault="00454F86" w:rsidP="00430F4C">
            <w:pPr>
              <w:jc w:val="center"/>
              <w:rPr>
                <w:b/>
                <w:sz w:val="20"/>
                <w:lang w:val="es-ES_tradnl"/>
              </w:rPr>
            </w:pPr>
            <w:r>
              <w:rPr>
                <w:b/>
                <w:sz w:val="20"/>
                <w:lang w:val="es-ES_tradnl"/>
              </w:rPr>
              <w:t>US$20.</w:t>
            </w:r>
            <w:r w:rsidRPr="00A77DFC">
              <w:rPr>
                <w:b/>
                <w:sz w:val="20"/>
                <w:lang w:val="es-ES_tradnl"/>
              </w:rPr>
              <w:t>000</w:t>
            </w:r>
          </w:p>
          <w:p w:rsidR="00454F86" w:rsidRPr="00AE4507" w:rsidRDefault="00454F86" w:rsidP="00430F4C">
            <w:pPr>
              <w:jc w:val="center"/>
              <w:rPr>
                <w:sz w:val="20"/>
                <w:lang w:val="es-ES_tradnl"/>
              </w:rPr>
            </w:pPr>
          </w:p>
        </w:tc>
        <w:tc>
          <w:tcPr>
            <w:tcW w:w="1620" w:type="dxa"/>
          </w:tcPr>
          <w:p w:rsidR="00454F86" w:rsidRPr="00AE4507" w:rsidRDefault="00454F86" w:rsidP="00430F4C">
            <w:pPr>
              <w:jc w:val="center"/>
              <w:rPr>
                <w:sz w:val="20"/>
                <w:lang w:val="es-ES_tradnl"/>
              </w:rPr>
            </w:pPr>
            <w:r>
              <w:rPr>
                <w:sz w:val="20"/>
              </w:rPr>
              <w:t>Recursos del préstamo</w:t>
            </w:r>
          </w:p>
        </w:tc>
      </w:tr>
      <w:tr w:rsidR="00454F86" w:rsidRPr="00AE4507" w:rsidTr="00430F4C">
        <w:trPr>
          <w:trHeight w:val="61"/>
          <w:jc w:val="center"/>
        </w:trPr>
        <w:tc>
          <w:tcPr>
            <w:tcW w:w="2115" w:type="dxa"/>
          </w:tcPr>
          <w:p w:rsidR="00454F86" w:rsidRDefault="00454F86" w:rsidP="00430F4C">
            <w:pPr>
              <w:rPr>
                <w:sz w:val="20"/>
                <w:lang w:val="es-ES_tradnl"/>
              </w:rPr>
            </w:pPr>
          </w:p>
        </w:tc>
        <w:tc>
          <w:tcPr>
            <w:tcW w:w="5580" w:type="dxa"/>
            <w:gridSpan w:val="16"/>
            <w:shd w:val="clear" w:color="auto" w:fill="auto"/>
          </w:tcPr>
          <w:p w:rsidR="00454F86" w:rsidRDefault="00454F86" w:rsidP="00430F4C">
            <w:pPr>
              <w:jc w:val="center"/>
              <w:rPr>
                <w:sz w:val="20"/>
                <w:lang w:val="es-ES_tradnl"/>
              </w:rPr>
            </w:pPr>
          </w:p>
        </w:tc>
        <w:tc>
          <w:tcPr>
            <w:tcW w:w="1620" w:type="dxa"/>
            <w:gridSpan w:val="4"/>
          </w:tcPr>
          <w:p w:rsidR="00454F86" w:rsidRDefault="00454F86" w:rsidP="00430F4C">
            <w:pPr>
              <w:jc w:val="center"/>
              <w:rPr>
                <w:sz w:val="20"/>
                <w:lang w:val="es-ES_tradnl"/>
              </w:rPr>
            </w:pPr>
          </w:p>
        </w:tc>
        <w:tc>
          <w:tcPr>
            <w:tcW w:w="1440" w:type="dxa"/>
            <w:gridSpan w:val="4"/>
          </w:tcPr>
          <w:p w:rsidR="00454F86" w:rsidRDefault="00454F86" w:rsidP="00430F4C">
            <w:pPr>
              <w:jc w:val="center"/>
              <w:rPr>
                <w:sz w:val="20"/>
                <w:lang w:val="es-ES_tradnl"/>
              </w:rPr>
            </w:pPr>
          </w:p>
        </w:tc>
        <w:tc>
          <w:tcPr>
            <w:tcW w:w="1328" w:type="dxa"/>
          </w:tcPr>
          <w:p w:rsidR="00454F86" w:rsidRDefault="00454F86" w:rsidP="00430F4C">
            <w:pPr>
              <w:jc w:val="center"/>
              <w:rPr>
                <w:sz w:val="20"/>
                <w:lang w:val="es-ES_tradnl"/>
              </w:rPr>
            </w:pPr>
            <w:r>
              <w:rPr>
                <w:sz w:val="20"/>
                <w:lang w:val="es-ES_tradnl"/>
              </w:rPr>
              <w:t>Costo Total</w:t>
            </w:r>
          </w:p>
        </w:tc>
        <w:tc>
          <w:tcPr>
            <w:tcW w:w="1282" w:type="dxa"/>
          </w:tcPr>
          <w:p w:rsidR="00454F86" w:rsidRPr="007C7E71" w:rsidRDefault="00454F86" w:rsidP="00430F4C">
            <w:pPr>
              <w:jc w:val="center"/>
              <w:rPr>
                <w:b/>
                <w:sz w:val="20"/>
                <w:lang w:val="es-ES_tradnl"/>
              </w:rPr>
            </w:pPr>
            <w:r>
              <w:rPr>
                <w:b/>
                <w:sz w:val="20"/>
                <w:lang w:val="es-ES_tradnl"/>
              </w:rPr>
              <w:t>US$920.000</w:t>
            </w:r>
          </w:p>
        </w:tc>
        <w:tc>
          <w:tcPr>
            <w:tcW w:w="1620" w:type="dxa"/>
          </w:tcPr>
          <w:p w:rsidR="00454F86" w:rsidRDefault="00454F86" w:rsidP="00430F4C">
            <w:pPr>
              <w:jc w:val="center"/>
              <w:rPr>
                <w:sz w:val="20"/>
              </w:rPr>
            </w:pPr>
          </w:p>
        </w:tc>
      </w:tr>
    </w:tbl>
    <w:p w:rsidR="00454F86" w:rsidRDefault="00454F86" w:rsidP="00BA22A5">
      <w:pPr>
        <w:suppressAutoHyphens/>
        <w:autoSpaceDE w:val="0"/>
        <w:autoSpaceDN w:val="0"/>
        <w:jc w:val="both"/>
        <w:textAlignment w:val="baseline"/>
        <w:rPr>
          <w:rFonts w:eastAsia="Calibri"/>
          <w:b/>
          <w:sz w:val="20"/>
        </w:rPr>
      </w:pPr>
    </w:p>
    <w:p w:rsidR="00454F86" w:rsidRDefault="00454F86" w:rsidP="00BA22A5">
      <w:pPr>
        <w:suppressAutoHyphens/>
        <w:autoSpaceDE w:val="0"/>
        <w:autoSpaceDN w:val="0"/>
        <w:jc w:val="both"/>
        <w:textAlignment w:val="baseline"/>
        <w:rPr>
          <w:rFonts w:eastAsia="Calibri"/>
          <w:b/>
          <w:sz w:val="20"/>
        </w:rPr>
      </w:pPr>
    </w:p>
    <w:p w:rsidR="00454F86" w:rsidRDefault="00454F86" w:rsidP="00BA22A5">
      <w:pPr>
        <w:suppressAutoHyphens/>
        <w:autoSpaceDE w:val="0"/>
        <w:autoSpaceDN w:val="0"/>
        <w:jc w:val="both"/>
        <w:textAlignment w:val="baseline"/>
        <w:rPr>
          <w:rFonts w:eastAsia="Calibri"/>
          <w:b/>
          <w:sz w:val="20"/>
        </w:rPr>
        <w:sectPr w:rsidR="00454F86" w:rsidSect="00440108">
          <w:pgSz w:w="15840" w:h="12240" w:orient="landscape" w:code="1"/>
          <w:pgMar w:top="1800" w:right="1440" w:bottom="1440" w:left="1440" w:header="706" w:footer="706" w:gutter="0"/>
          <w:cols w:space="720"/>
          <w:formProt w:val="0"/>
          <w:titlePg/>
          <w:docGrid w:linePitch="326"/>
        </w:sectPr>
      </w:pPr>
    </w:p>
    <w:p w:rsidR="00BA22A5" w:rsidRPr="00BA22A5" w:rsidRDefault="00A77DFC" w:rsidP="00BA22A5">
      <w:pPr>
        <w:suppressAutoHyphens/>
        <w:autoSpaceDE w:val="0"/>
        <w:autoSpaceDN w:val="0"/>
        <w:jc w:val="both"/>
        <w:textAlignment w:val="baseline"/>
        <w:rPr>
          <w:rFonts w:eastAsia="Calibri"/>
          <w:b/>
          <w:szCs w:val="24"/>
        </w:rPr>
      </w:pPr>
      <w:r w:rsidRPr="00A77DFC">
        <w:rPr>
          <w:rFonts w:eastAsia="Calibri"/>
          <w:b/>
          <w:szCs w:val="24"/>
        </w:rPr>
        <w:lastRenderedPageBreak/>
        <w:t>Referencias:</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lang w:val="fr-FR"/>
        </w:rPr>
        <w:t xml:space="preserve">Eberhard, J., P. Reinhardt-Mondragon et al. </w:t>
      </w:r>
      <w:r w:rsidR="00990F76" w:rsidRPr="00990F76">
        <w:rPr>
          <w:rFonts w:eastAsia="Calibri"/>
          <w:szCs w:val="24"/>
        </w:rPr>
        <w:t xml:space="preserve">(2000). </w:t>
      </w:r>
      <w:r w:rsidRPr="00A77DFC">
        <w:rPr>
          <w:rFonts w:eastAsia="Calibri"/>
          <w:szCs w:val="24"/>
        </w:rPr>
        <w:t>Strategies for New Teacher Retention: Creating a Climate of Authentic Professional Development for Teachers with Three or Less Years of Experience. Corpus Christi, TX: South Texas Research and Development Center, Texas A&amp;M University.</w:t>
      </w:r>
    </w:p>
    <w:p w:rsidR="00BA22A5" w:rsidRPr="00BA22A5" w:rsidRDefault="00BA22A5" w:rsidP="00BA22A5">
      <w:pPr>
        <w:suppressAutoHyphens/>
        <w:autoSpaceDN w:val="0"/>
        <w:jc w:val="both"/>
        <w:textAlignment w:val="baseline"/>
        <w:rPr>
          <w:szCs w:val="24"/>
        </w:rPr>
      </w:pPr>
    </w:p>
    <w:p w:rsidR="00BA22A5" w:rsidRPr="00BA22A5" w:rsidRDefault="00A77DFC" w:rsidP="00BA22A5">
      <w:pPr>
        <w:suppressAutoHyphens/>
        <w:autoSpaceDN w:val="0"/>
        <w:jc w:val="both"/>
        <w:textAlignment w:val="baseline"/>
        <w:rPr>
          <w:rFonts w:eastAsia="Calibri"/>
          <w:szCs w:val="24"/>
        </w:rPr>
      </w:pPr>
      <w:r w:rsidRPr="00A77DFC">
        <w:rPr>
          <w:szCs w:val="24"/>
        </w:rPr>
        <w:t xml:space="preserve">Education Week. (2008). </w:t>
      </w:r>
      <w:r w:rsidRPr="00A77DFC">
        <w:rPr>
          <w:i/>
          <w:iCs/>
          <w:szCs w:val="24"/>
        </w:rPr>
        <w:t>Quality counts</w:t>
      </w:r>
      <w:r w:rsidRPr="00A77DFC">
        <w:rPr>
          <w:szCs w:val="24"/>
        </w:rPr>
        <w:t>. Arlington, VA: Editorial Projects in Education</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rPr>
        <w:t>Fuller, E. (2003). Begining Teacher Retention Rates for TxBESS and Non-TxBESS Teachers. Unpublished paper. State Board for Educator Certification, Texas.</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rPr>
        <w:t>Glazerman, S., Isenberg, E., Dolfin, S., Bleeker, M., Johnson, A., Grider, M., &amp; Jacobus, M. (2010). Impacts of comprehensive teacher induction: Final results from a randomized controlled study (NCEE 2010-4027). Washington, DC: U.S. Department of Education.</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rPr>
        <w:t>Ingersoll, R., &amp; Perda, D. (2011). How high is teacher turnover and is it a problem? Philadelphia: University of Pennsylvania, Consortium for Policy Research in Education.</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rPr>
        <w:t>Ingersoll, R. M. &amp; Strong, M. (2011). The Impact of Induction and Mentoring Programs for Beginning Teachers: A Critical Review of the Research. Published in behalf of American Educational Research Association.</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rPr>
        <w:t>Johnson, S. and S. Birkeland (2003, Forthcoming). "Pursuing 'a Sense of Success': New Teachers Explain Their Career Decisions." American Educational Research Journal, 38.</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rPr>
        <w:t>Long, J. (1997). The dark side of mentoring. The Australian Educational Researcher, 24(2), 115-133.</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rPr>
        <w:t>Lortie, D. (1975). Schoolteacher: A sociological study. Chicago, IL: University of Chicago Press.</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rPr>
        <w:t>Roehrig, A. D., Bohn, C. M., Turner, J. E., &amp; Pressley, M. (2008). Mentoring beginning primary teachers for exemplary teaching practices. Teaching and Teacher Education, 24, 684–702.</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autoSpaceDE w:val="0"/>
        <w:autoSpaceDN w:val="0"/>
        <w:adjustRightInd w:val="0"/>
        <w:rPr>
          <w:rFonts w:eastAsia="Calibri"/>
          <w:szCs w:val="24"/>
        </w:rPr>
      </w:pPr>
      <w:r w:rsidRPr="00A77DFC">
        <w:rPr>
          <w:rFonts w:eastAsia="Calibri"/>
          <w:szCs w:val="24"/>
        </w:rPr>
        <w:t xml:space="preserve">Stanulis, R. N., &amp; Floden, R. E. (2009). Intensive mentoring as a way to help beginning teachers develop balanced instruction. </w:t>
      </w:r>
      <w:r w:rsidRPr="00A77DFC">
        <w:rPr>
          <w:rFonts w:eastAsia="Calibri"/>
          <w:i/>
          <w:iCs/>
          <w:szCs w:val="24"/>
        </w:rPr>
        <w:t>Journal of Teacher Education</w:t>
      </w:r>
      <w:r w:rsidRPr="00A77DFC">
        <w:rPr>
          <w:rFonts w:eastAsia="Calibri"/>
          <w:szCs w:val="24"/>
        </w:rPr>
        <w:t xml:space="preserve">, </w:t>
      </w:r>
      <w:r w:rsidRPr="00A77DFC">
        <w:rPr>
          <w:rFonts w:eastAsia="Calibri"/>
          <w:i/>
          <w:iCs/>
          <w:szCs w:val="24"/>
        </w:rPr>
        <w:t>60</w:t>
      </w:r>
      <w:r w:rsidRPr="00A77DFC">
        <w:rPr>
          <w:rFonts w:eastAsia="Calibri"/>
          <w:szCs w:val="24"/>
        </w:rPr>
        <w:t>, 112–122.</w:t>
      </w:r>
    </w:p>
    <w:p w:rsidR="00BA22A5" w:rsidRPr="00BA22A5" w:rsidRDefault="00BA22A5" w:rsidP="00BA22A5">
      <w:pPr>
        <w:suppressAutoHyphens/>
        <w:autoSpaceDN w:val="0"/>
        <w:jc w:val="both"/>
        <w:textAlignment w:val="baseline"/>
        <w:rPr>
          <w:rFonts w:eastAsia="Calibri"/>
          <w:szCs w:val="24"/>
        </w:rPr>
      </w:pPr>
    </w:p>
    <w:p w:rsidR="00BA22A5" w:rsidRPr="00BA22A5" w:rsidRDefault="00A77DFC" w:rsidP="00BA22A5">
      <w:pPr>
        <w:suppressAutoHyphens/>
        <w:autoSpaceDN w:val="0"/>
        <w:jc w:val="both"/>
        <w:textAlignment w:val="baseline"/>
        <w:rPr>
          <w:rFonts w:eastAsia="Calibri"/>
          <w:szCs w:val="24"/>
        </w:rPr>
      </w:pPr>
      <w:r w:rsidRPr="00A77DFC">
        <w:rPr>
          <w:rFonts w:eastAsia="Calibri"/>
          <w:szCs w:val="24"/>
        </w:rPr>
        <w:t>Visscher, A. J. and Coe, R. (2003) ’School performance feedback systems : conceptualisation, analysis, and reflection.’, School effectiveness and school improvement., 14 (3). pp. 321-349.</w:t>
      </w:r>
    </w:p>
    <w:p w:rsidR="00BA22A5" w:rsidRPr="00BA22A5" w:rsidRDefault="00BA22A5" w:rsidP="00BA22A5">
      <w:pPr>
        <w:suppressAutoHyphens/>
        <w:autoSpaceDN w:val="0"/>
        <w:jc w:val="both"/>
        <w:textAlignment w:val="baseline"/>
        <w:rPr>
          <w:rFonts w:eastAsia="Calibri"/>
          <w:szCs w:val="24"/>
        </w:rPr>
      </w:pPr>
    </w:p>
    <w:p w:rsidR="00C86872" w:rsidRDefault="00A77DFC">
      <w:pPr>
        <w:rPr>
          <w:szCs w:val="24"/>
        </w:rPr>
      </w:pPr>
      <w:r w:rsidRPr="00A77DFC">
        <w:rPr>
          <w:rFonts w:eastAsia="Calibri"/>
          <w:szCs w:val="24"/>
        </w:rPr>
        <w:t>Zeichner, K. (2001, April). The adequacies and inadequacies of three current strategies to recruit, prepare and retain the best teachers for all students. Revised paper from the annual meeting of the American Educational Research Association, New Orleans.</w:t>
      </w:r>
    </w:p>
    <w:sectPr w:rsidR="00C86872" w:rsidSect="00BA22A5">
      <w:pgSz w:w="12240" w:h="15840" w:code="1"/>
      <w:pgMar w:top="1440" w:right="1800" w:bottom="1440" w:left="180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229" w:rsidRDefault="00C41229">
      <w:r>
        <w:separator/>
      </w:r>
    </w:p>
  </w:endnote>
  <w:endnote w:type="continuationSeparator" w:id="0">
    <w:p w:rsidR="00C41229" w:rsidRDefault="00C41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dvTime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29" w:rsidRDefault="00C41229">
    <w:pPr>
      <w:pStyle w:val="Footer"/>
      <w:framePr w:wrap="around" w:vAnchor="text" w:hAnchor="margin" w:xAlign="right" w:y="1"/>
      <w:rPr>
        <w:rStyle w:val="PageNumber"/>
      </w:rPr>
    </w:pPr>
  </w:p>
  <w:p w:rsidR="00C41229" w:rsidRDefault="00C4122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229" w:rsidRDefault="00C41229">
      <w:r>
        <w:separator/>
      </w:r>
    </w:p>
  </w:footnote>
  <w:footnote w:type="continuationSeparator" w:id="0">
    <w:p w:rsidR="00C41229" w:rsidRDefault="00C41229">
      <w:r>
        <w:continuationSeparator/>
      </w:r>
    </w:p>
  </w:footnote>
  <w:footnote w:id="1">
    <w:p w:rsidR="00C41229" w:rsidRPr="00ED4F7D" w:rsidRDefault="00C41229" w:rsidP="00EA4AC3">
      <w:pPr>
        <w:pStyle w:val="FootnoteText"/>
        <w:ind w:left="720" w:hanging="720"/>
        <w:jc w:val="both"/>
      </w:pPr>
      <w:r w:rsidRPr="00ED4F7D">
        <w:rPr>
          <w:rStyle w:val="FootnoteReference"/>
        </w:rPr>
        <w:footnoteRef/>
      </w:r>
      <w:r>
        <w:rPr>
          <w:rStyle w:val="Strong"/>
          <w:b w:val="0"/>
          <w:iCs/>
          <w:color w:val="000000"/>
        </w:rPr>
        <w:t xml:space="preserve"> </w:t>
      </w:r>
      <w:r>
        <w:rPr>
          <w:rStyle w:val="Strong"/>
          <w:b w:val="0"/>
          <w:iCs/>
          <w:color w:val="000000"/>
        </w:rPr>
        <w:tab/>
      </w:r>
      <w:r w:rsidRPr="00146248">
        <w:rPr>
          <w:rStyle w:val="Strong"/>
          <w:b w:val="0"/>
          <w:i/>
          <w:iCs/>
          <w:color w:val="000000"/>
        </w:rPr>
        <w:t>The Infant/Toddler Environment Rating Scale-Revised</w:t>
      </w:r>
      <w:r>
        <w:rPr>
          <w:rStyle w:val="Strong"/>
          <w:b w:val="0"/>
          <w:i/>
          <w:iCs/>
          <w:color w:val="000000"/>
        </w:rPr>
        <w:t xml:space="preserve"> </w:t>
      </w:r>
      <w:r w:rsidRPr="009849B6">
        <w:rPr>
          <w:rStyle w:val="Strong"/>
          <w:b w:val="0"/>
          <w:iCs/>
          <w:color w:val="000000"/>
        </w:rPr>
        <w:t>y</w:t>
      </w:r>
      <w:r w:rsidRPr="00146248">
        <w:rPr>
          <w:i/>
        </w:rPr>
        <w:t xml:space="preserve"> </w:t>
      </w:r>
      <w:r w:rsidRPr="009849B6">
        <w:rPr>
          <w:rStyle w:val="Emphasis"/>
          <w:bCs/>
          <w:color w:val="000000"/>
        </w:rPr>
        <w:t>The Early Childhood Environment Rating Scale-Revised</w:t>
      </w:r>
      <w:r w:rsidRPr="00146248">
        <w:rPr>
          <w:rStyle w:val="Emphasis"/>
          <w:bCs/>
          <w:i w:val="0"/>
          <w:color w:val="000000"/>
        </w:rPr>
        <w:t>.</w:t>
      </w:r>
    </w:p>
  </w:footnote>
  <w:footnote w:id="2">
    <w:p w:rsidR="00C41229" w:rsidRPr="00B369D8" w:rsidRDefault="00C41229" w:rsidP="00146248">
      <w:pPr>
        <w:pStyle w:val="FootnoteText"/>
        <w:ind w:left="720" w:hanging="720"/>
        <w:jc w:val="both"/>
        <w:rPr>
          <w:lang w:val="es-AR"/>
        </w:rPr>
      </w:pPr>
      <w:r>
        <w:rPr>
          <w:rStyle w:val="FootnoteReference"/>
        </w:rPr>
        <w:footnoteRef/>
      </w:r>
      <w:r w:rsidRPr="00B369D8">
        <w:rPr>
          <w:lang w:val="es-AR"/>
        </w:rPr>
        <w:t xml:space="preserve"> </w:t>
      </w:r>
      <w:r>
        <w:rPr>
          <w:lang w:val="es-AR"/>
        </w:rPr>
        <w:tab/>
      </w:r>
      <w:r w:rsidRPr="00B369D8">
        <w:rPr>
          <w:lang w:val="es-AR"/>
        </w:rPr>
        <w:t>La funci</w:t>
      </w:r>
      <w:r>
        <w:rPr>
          <w:lang w:val="es-AR"/>
        </w:rPr>
        <w:t>ó</w:t>
      </w:r>
      <w:r w:rsidRPr="00B369D8">
        <w:rPr>
          <w:lang w:val="es-AR"/>
        </w:rPr>
        <w:t>n de monitoreo es hoy realizada por la Direcci</w:t>
      </w:r>
      <w:r>
        <w:rPr>
          <w:lang w:val="es-AR"/>
        </w:rPr>
        <w:t>ón del Observatorio de la Educación y Apoyo al Educando.</w:t>
      </w:r>
    </w:p>
  </w:footnote>
  <w:footnote w:id="3">
    <w:p w:rsidR="00C41229" w:rsidRPr="00401F19" w:rsidRDefault="00C41229" w:rsidP="005F697D">
      <w:pPr>
        <w:pStyle w:val="FootnoteText"/>
        <w:ind w:left="720" w:hanging="720"/>
        <w:jc w:val="both"/>
        <w:rPr>
          <w:lang w:val="es-ES_tradnl"/>
        </w:rPr>
      </w:pPr>
      <w:r>
        <w:rPr>
          <w:rStyle w:val="FootnoteReference"/>
        </w:rPr>
        <w:footnoteRef/>
      </w:r>
      <w:r w:rsidRPr="00990F76">
        <w:rPr>
          <w:lang w:val="es-ES"/>
        </w:rPr>
        <w:t xml:space="preserve"> </w:t>
      </w:r>
      <w:r>
        <w:rPr>
          <w:lang w:val="es-ES"/>
        </w:rPr>
        <w:tab/>
      </w:r>
      <w:r w:rsidRPr="00990F76">
        <w:rPr>
          <w:lang w:val="es-ES"/>
        </w:rPr>
        <w:t xml:space="preserve">Los programas que brindan apoyo, guía y orientación a </w:t>
      </w:r>
      <w:r>
        <w:rPr>
          <w:lang w:val="es-ES"/>
        </w:rPr>
        <w:t xml:space="preserve">nuevos </w:t>
      </w:r>
      <w:r w:rsidRPr="00990F76">
        <w:rPr>
          <w:lang w:val="es-ES"/>
        </w:rPr>
        <w:t>docentes se conocen en conjunto como programas de inducción. Generalmente el termino de programas de inducción y programas de mentores son usados indistintamente.</w:t>
      </w:r>
    </w:p>
  </w:footnote>
  <w:footnote w:id="4">
    <w:p w:rsidR="00C41229" w:rsidRPr="00401F19" w:rsidRDefault="00C41229" w:rsidP="005F697D">
      <w:pPr>
        <w:pStyle w:val="FootnoteText"/>
        <w:ind w:left="720" w:hanging="720"/>
        <w:jc w:val="both"/>
        <w:rPr>
          <w:lang w:val="es-ES_tradnl"/>
        </w:rPr>
      </w:pPr>
      <w:r>
        <w:rPr>
          <w:rStyle w:val="FootnoteReference"/>
        </w:rPr>
        <w:footnoteRef/>
      </w:r>
      <w:r w:rsidRPr="006D1FB7">
        <w:rPr>
          <w:lang w:val="es-ES"/>
        </w:rPr>
        <w:t xml:space="preserve"> </w:t>
      </w:r>
      <w:r>
        <w:rPr>
          <w:lang w:val="es-ES"/>
        </w:rPr>
        <w:tab/>
      </w:r>
      <w:r w:rsidRPr="006D1FB7">
        <w:rPr>
          <w:lang w:val="es-ES"/>
        </w:rPr>
        <w:t>La mayoría de los estudios se han enfocado en la teoría, la conceptualización, la reforma de s programas e iniciativas o la experiencia de los docentes bajo programas de inducción.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29" w:rsidRDefault="00C41229">
    <w:pPr>
      <w:pStyle w:val="Header"/>
      <w:ind w:right="360"/>
      <w:jc w:val="both"/>
      <w:rPr>
        <w:rStyle w:val="PageNumber"/>
        <w:snapToGrid w:val="0"/>
      </w:rPr>
    </w:pPr>
    <w:r>
      <w:rPr>
        <w:rStyle w:val="PageNumber"/>
        <w:snapToGrid w:val="0"/>
      </w:rPr>
      <w:tab/>
      <w:t xml:space="preserve">- </w:t>
    </w:r>
    <w:r w:rsidR="00FC5313">
      <w:rPr>
        <w:rStyle w:val="PageNumber"/>
        <w:snapToGrid w:val="0"/>
      </w:rPr>
      <w:fldChar w:fldCharType="begin"/>
    </w:r>
    <w:r>
      <w:rPr>
        <w:rStyle w:val="PageNumber"/>
        <w:snapToGrid w:val="0"/>
      </w:rPr>
      <w:instrText xml:space="preserve"> PAGE </w:instrText>
    </w:r>
    <w:r w:rsidR="00FC5313">
      <w:rPr>
        <w:rStyle w:val="PageNumber"/>
        <w:snapToGrid w:val="0"/>
      </w:rPr>
      <w:fldChar w:fldCharType="separate"/>
    </w:r>
    <w:r>
      <w:rPr>
        <w:rStyle w:val="PageNumber"/>
        <w:noProof/>
        <w:snapToGrid w:val="0"/>
      </w:rPr>
      <w:t>iii</w:t>
    </w:r>
    <w:r w:rsidR="00FC5313">
      <w:rPr>
        <w:rStyle w:val="PageNumber"/>
        <w:snapToGrid w:val="0"/>
      </w:rPr>
      <w:fldChar w:fldCharType="end"/>
    </w:r>
    <w:r>
      <w:rPr>
        <w:rStyle w:val="PageNumber"/>
        <w:snapToGrid w:val="0"/>
      </w:rPr>
      <w:t xml:space="preserve"> -</w:t>
    </w:r>
  </w:p>
  <w:p w:rsidR="00C41229" w:rsidRDefault="00C41229">
    <w:pPr>
      <w:pStyle w:val="Header"/>
      <w:ind w:right="360"/>
      <w:jc w:val="both"/>
      <w:rPr>
        <w:rStyle w:val="PageNumber"/>
        <w:snapToGrid w:val="0"/>
      </w:rPr>
    </w:pPr>
    <w:r>
      <w:rPr>
        <w:rStyle w:val="PageNumber"/>
        <w:snapToGrid w:val="0"/>
      </w:rPr>
      <w:tab/>
    </w:r>
  </w:p>
  <w:p w:rsidR="00C41229" w:rsidRDefault="00C41229">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29" w:rsidRDefault="00C41229">
    <w:pPr>
      <w:pStyle w:val="Header"/>
      <w:jc w:val="center"/>
      <w:rPr>
        <w:snapToGrid w:val="0"/>
      </w:rPr>
    </w:pPr>
    <w:r>
      <w:rPr>
        <w:snapToGrid w:val="0"/>
      </w:rPr>
      <w:t xml:space="preserve">- </w:t>
    </w:r>
    <w:r w:rsidR="00FC5313">
      <w:rPr>
        <w:snapToGrid w:val="0"/>
      </w:rPr>
      <w:fldChar w:fldCharType="begin"/>
    </w:r>
    <w:r>
      <w:rPr>
        <w:snapToGrid w:val="0"/>
      </w:rPr>
      <w:instrText xml:space="preserve"> PAGE </w:instrText>
    </w:r>
    <w:r w:rsidR="00FC5313">
      <w:rPr>
        <w:snapToGrid w:val="0"/>
      </w:rPr>
      <w:fldChar w:fldCharType="separate"/>
    </w:r>
    <w:r w:rsidR="00E81F14">
      <w:rPr>
        <w:noProof/>
        <w:snapToGrid w:val="0"/>
      </w:rPr>
      <w:t>ii</w:t>
    </w:r>
    <w:r w:rsidR="00FC5313">
      <w:rPr>
        <w:snapToGrid w:val="0"/>
      </w:rPr>
      <w:fldChar w:fldCharType="end"/>
    </w:r>
    <w:r>
      <w:rPr>
        <w:snapToGrid w:val="0"/>
      </w:rPr>
      <w:t xml:space="preserve"> - </w:t>
    </w:r>
  </w:p>
  <w:p w:rsidR="00C41229" w:rsidRDefault="00C41229">
    <w:pPr>
      <w:pStyle w:val="Header"/>
      <w:jc w:val="center"/>
    </w:pPr>
  </w:p>
  <w:p w:rsidR="00C41229" w:rsidRDefault="00C41229">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29" w:rsidRDefault="00C41229">
    <w:pPr>
      <w:pStyle w:val="Header"/>
      <w:rPr>
        <w:snapToGrid w:val="0"/>
      </w:rPr>
    </w:pPr>
  </w:p>
  <w:p w:rsidR="00C41229" w:rsidRDefault="00C41229">
    <w:pPr>
      <w:pStyle w:val="Header"/>
      <w:jc w:val="center"/>
      <w:rPr>
        <w:snapToGrid w:val="0"/>
      </w:rPr>
    </w:pPr>
  </w:p>
  <w:p w:rsidR="00C41229" w:rsidRDefault="00C41229">
    <w:pPr>
      <w:pStyle w:val="Header"/>
      <w:jc w:val="center"/>
      <w:rPr>
        <w:snapToGrid w:val="0"/>
      </w:rPr>
    </w:pPr>
  </w:p>
  <w:p w:rsidR="00C41229" w:rsidRDefault="00C41229">
    <w:pPr>
      <w:pStyle w:val="Header"/>
      <w:jc w:val="center"/>
      <w:rPr>
        <w:snapToGrid w:val="0"/>
      </w:rPr>
    </w:pPr>
  </w:p>
  <w:p w:rsidR="00C41229" w:rsidRDefault="00C41229">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29" w:rsidRDefault="00C41229">
    <w:pPr>
      <w:pStyle w:val="Header"/>
      <w:rPr>
        <w:snapToGrid w:val="0"/>
      </w:rPr>
    </w:pPr>
  </w:p>
  <w:p w:rsidR="00C41229" w:rsidRDefault="00C41229">
    <w:pPr>
      <w:pStyle w:val="Header"/>
      <w:jc w:val="center"/>
      <w:rPr>
        <w:snapToGrid w:val="0"/>
      </w:rPr>
    </w:pPr>
  </w:p>
  <w:p w:rsidR="00C41229" w:rsidRDefault="00C41229">
    <w:pPr>
      <w:pStyle w:val="Header"/>
      <w:jc w:val="center"/>
      <w:rPr>
        <w:snapToGrid w:val="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29" w:rsidRDefault="00C41229" w:rsidP="00203B71">
    <w:pPr>
      <w:pStyle w:val="Header"/>
      <w:ind w:right="360"/>
      <w:jc w:val="center"/>
      <w:rPr>
        <w:snapToGrid w:val="0"/>
      </w:rPr>
    </w:pPr>
    <w:r>
      <w:rPr>
        <w:snapToGrid w:val="0"/>
      </w:rPr>
      <w:t xml:space="preserve">- </w:t>
    </w:r>
    <w:r w:rsidR="00FC5313">
      <w:rPr>
        <w:snapToGrid w:val="0"/>
      </w:rPr>
      <w:fldChar w:fldCharType="begin"/>
    </w:r>
    <w:r>
      <w:rPr>
        <w:snapToGrid w:val="0"/>
      </w:rPr>
      <w:instrText xml:space="preserve"> PAGE </w:instrText>
    </w:r>
    <w:r w:rsidR="00FC5313">
      <w:rPr>
        <w:snapToGrid w:val="0"/>
      </w:rPr>
      <w:fldChar w:fldCharType="separate"/>
    </w:r>
    <w:r w:rsidR="00E81F14">
      <w:rPr>
        <w:noProof/>
        <w:snapToGrid w:val="0"/>
      </w:rPr>
      <w:t>12</w:t>
    </w:r>
    <w:r w:rsidR="00FC5313">
      <w:rPr>
        <w:snapToGrid w:val="0"/>
      </w:rPr>
      <w:fldChar w:fldCharType="end"/>
    </w:r>
    <w:r>
      <w:rPr>
        <w:snapToGrid w:val="0"/>
      </w:rPr>
      <w:t xml:space="preserve"> -</w:t>
    </w:r>
  </w:p>
  <w:p w:rsidR="00C41229" w:rsidRDefault="00C41229">
    <w:pPr>
      <w:pStyle w:val="Header"/>
      <w:ind w:right="360"/>
      <w:rPr>
        <w:snapToGrid w:val="0"/>
      </w:rPr>
    </w:pPr>
  </w:p>
  <w:p w:rsidR="00C41229" w:rsidRDefault="00C41229">
    <w:pPr>
      <w:pStyle w:val="Header"/>
      <w:ind w:right="360"/>
      <w:rPr>
        <w:snapToGrid w:val="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29" w:rsidRDefault="00C41229" w:rsidP="00656C8D">
    <w:pPr>
      <w:pStyle w:val="Header"/>
      <w:jc w:val="center"/>
    </w:pPr>
    <w:r>
      <w:rPr>
        <w:snapToGrid w:val="0"/>
      </w:rPr>
      <w:t xml:space="preserve">- </w:t>
    </w:r>
    <w:r w:rsidR="00FC5313">
      <w:rPr>
        <w:snapToGrid w:val="0"/>
      </w:rPr>
      <w:fldChar w:fldCharType="begin"/>
    </w:r>
    <w:r>
      <w:rPr>
        <w:snapToGrid w:val="0"/>
      </w:rPr>
      <w:instrText xml:space="preserve"> PAGE </w:instrText>
    </w:r>
    <w:r w:rsidR="00FC5313">
      <w:rPr>
        <w:snapToGrid w:val="0"/>
      </w:rPr>
      <w:fldChar w:fldCharType="separate"/>
    </w:r>
    <w:r w:rsidR="00E81F14">
      <w:rPr>
        <w:noProof/>
        <w:snapToGrid w:val="0"/>
      </w:rPr>
      <w:t>13</w:t>
    </w:r>
    <w:r w:rsidR="00FC5313">
      <w:rPr>
        <w:snapToGrid w:val="0"/>
      </w:rPr>
      <w:fldChar w:fldCharType="end"/>
    </w:r>
    <w:r>
      <w:rPr>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65AD"/>
    <w:multiLevelType w:val="hybridMultilevel"/>
    <w:tmpl w:val="DFECED2C"/>
    <w:lvl w:ilvl="0" w:tplc="AE080090">
      <w:start w:val="1"/>
      <w:numFmt w:val="decimal"/>
      <w:lvlText w:val="5.%1"/>
      <w:lvlJc w:val="left"/>
      <w:pPr>
        <w:ind w:left="36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
    <w:nsid w:val="08B77404"/>
    <w:multiLevelType w:val="hybridMultilevel"/>
    <w:tmpl w:val="55AC3EAA"/>
    <w:lvl w:ilvl="0" w:tplc="CD4688CA">
      <w:start w:val="1"/>
      <w:numFmt w:val="decimal"/>
      <w:lvlText w:val="%1."/>
      <w:lvlJc w:val="left"/>
      <w:pPr>
        <w:tabs>
          <w:tab w:val="num" w:pos="580"/>
        </w:tabs>
        <w:ind w:left="580" w:hanging="450"/>
      </w:pPr>
      <w:rPr>
        <w:rFonts w:hint="default"/>
      </w:rPr>
    </w:lvl>
    <w:lvl w:ilvl="1" w:tplc="04090019" w:tentative="1">
      <w:start w:val="1"/>
      <w:numFmt w:val="lowerLetter"/>
      <w:lvlText w:val="%2."/>
      <w:lvlJc w:val="left"/>
      <w:pPr>
        <w:tabs>
          <w:tab w:val="num" w:pos="1210"/>
        </w:tabs>
        <w:ind w:left="1210" w:hanging="360"/>
      </w:pPr>
    </w:lvl>
    <w:lvl w:ilvl="2" w:tplc="0409001B" w:tentative="1">
      <w:start w:val="1"/>
      <w:numFmt w:val="lowerRoman"/>
      <w:lvlText w:val="%3."/>
      <w:lvlJc w:val="right"/>
      <w:pPr>
        <w:tabs>
          <w:tab w:val="num" w:pos="1930"/>
        </w:tabs>
        <w:ind w:left="1930" w:hanging="180"/>
      </w:pPr>
    </w:lvl>
    <w:lvl w:ilvl="3" w:tplc="0409000F" w:tentative="1">
      <w:start w:val="1"/>
      <w:numFmt w:val="decimal"/>
      <w:lvlText w:val="%4."/>
      <w:lvlJc w:val="left"/>
      <w:pPr>
        <w:tabs>
          <w:tab w:val="num" w:pos="2650"/>
        </w:tabs>
        <w:ind w:left="2650" w:hanging="360"/>
      </w:pPr>
    </w:lvl>
    <w:lvl w:ilvl="4" w:tplc="04090019" w:tentative="1">
      <w:start w:val="1"/>
      <w:numFmt w:val="lowerLetter"/>
      <w:lvlText w:val="%5."/>
      <w:lvlJc w:val="left"/>
      <w:pPr>
        <w:tabs>
          <w:tab w:val="num" w:pos="3370"/>
        </w:tabs>
        <w:ind w:left="3370" w:hanging="360"/>
      </w:pPr>
    </w:lvl>
    <w:lvl w:ilvl="5" w:tplc="0409001B" w:tentative="1">
      <w:start w:val="1"/>
      <w:numFmt w:val="lowerRoman"/>
      <w:lvlText w:val="%6."/>
      <w:lvlJc w:val="right"/>
      <w:pPr>
        <w:tabs>
          <w:tab w:val="num" w:pos="4090"/>
        </w:tabs>
        <w:ind w:left="4090" w:hanging="180"/>
      </w:pPr>
    </w:lvl>
    <w:lvl w:ilvl="6" w:tplc="0409000F" w:tentative="1">
      <w:start w:val="1"/>
      <w:numFmt w:val="decimal"/>
      <w:lvlText w:val="%7."/>
      <w:lvlJc w:val="left"/>
      <w:pPr>
        <w:tabs>
          <w:tab w:val="num" w:pos="4810"/>
        </w:tabs>
        <w:ind w:left="4810" w:hanging="360"/>
      </w:pPr>
    </w:lvl>
    <w:lvl w:ilvl="7" w:tplc="04090019" w:tentative="1">
      <w:start w:val="1"/>
      <w:numFmt w:val="lowerLetter"/>
      <w:lvlText w:val="%8."/>
      <w:lvlJc w:val="left"/>
      <w:pPr>
        <w:tabs>
          <w:tab w:val="num" w:pos="5530"/>
        </w:tabs>
        <w:ind w:left="5530" w:hanging="360"/>
      </w:pPr>
    </w:lvl>
    <w:lvl w:ilvl="8" w:tplc="0409001B" w:tentative="1">
      <w:start w:val="1"/>
      <w:numFmt w:val="lowerRoman"/>
      <w:lvlText w:val="%9."/>
      <w:lvlJc w:val="right"/>
      <w:pPr>
        <w:tabs>
          <w:tab w:val="num" w:pos="6250"/>
        </w:tabs>
        <w:ind w:left="6250" w:hanging="180"/>
      </w:pPr>
    </w:lvl>
  </w:abstractNum>
  <w:abstractNum w:abstractNumId="2">
    <w:nsid w:val="0DAB7FC9"/>
    <w:multiLevelType w:val="multilevel"/>
    <w:tmpl w:val="C17667AE"/>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nsid w:val="144D747E"/>
    <w:multiLevelType w:val="hybridMultilevel"/>
    <w:tmpl w:val="4C0E4DA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90F772C"/>
    <w:multiLevelType w:val="hybridMultilevel"/>
    <w:tmpl w:val="B504FE8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D79533A"/>
    <w:multiLevelType w:val="multilevel"/>
    <w:tmpl w:val="8A265BF6"/>
    <w:lvl w:ilvl="0">
      <w:start w:val="1"/>
      <w:numFmt w:val="decimal"/>
      <w:pStyle w:val="FirstHeading"/>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7">
    <w:nsid w:val="44AD60D7"/>
    <w:multiLevelType w:val="hybridMultilevel"/>
    <w:tmpl w:val="B9B8650C"/>
    <w:lvl w:ilvl="0" w:tplc="9F18DF3C">
      <w:start w:val="1"/>
      <w:numFmt w:val="lowerRoman"/>
      <w:lvlText w:val="(%1)"/>
      <w:lvlJc w:val="left"/>
      <w:pPr>
        <w:ind w:left="1080" w:hanging="720"/>
      </w:pPr>
      <w:rPr>
        <w:rFonts w:hint="default"/>
      </w:rPr>
    </w:lvl>
    <w:lvl w:ilvl="1" w:tplc="82AEC802" w:tentative="1">
      <w:start w:val="1"/>
      <w:numFmt w:val="lowerLetter"/>
      <w:lvlText w:val="%2."/>
      <w:lvlJc w:val="left"/>
      <w:pPr>
        <w:ind w:left="1440" w:hanging="360"/>
      </w:pPr>
    </w:lvl>
    <w:lvl w:ilvl="2" w:tplc="70E20630" w:tentative="1">
      <w:start w:val="1"/>
      <w:numFmt w:val="lowerRoman"/>
      <w:lvlText w:val="%3."/>
      <w:lvlJc w:val="right"/>
      <w:pPr>
        <w:ind w:left="2160" w:hanging="180"/>
      </w:pPr>
    </w:lvl>
    <w:lvl w:ilvl="3" w:tplc="A8FC34F8" w:tentative="1">
      <w:start w:val="1"/>
      <w:numFmt w:val="decimal"/>
      <w:lvlText w:val="%4."/>
      <w:lvlJc w:val="left"/>
      <w:pPr>
        <w:ind w:left="2880" w:hanging="360"/>
      </w:pPr>
    </w:lvl>
    <w:lvl w:ilvl="4" w:tplc="5D96CB8A" w:tentative="1">
      <w:start w:val="1"/>
      <w:numFmt w:val="lowerLetter"/>
      <w:lvlText w:val="%5."/>
      <w:lvlJc w:val="left"/>
      <w:pPr>
        <w:ind w:left="3600" w:hanging="360"/>
      </w:pPr>
    </w:lvl>
    <w:lvl w:ilvl="5" w:tplc="18F60E92" w:tentative="1">
      <w:start w:val="1"/>
      <w:numFmt w:val="lowerRoman"/>
      <w:lvlText w:val="%6."/>
      <w:lvlJc w:val="right"/>
      <w:pPr>
        <w:ind w:left="4320" w:hanging="180"/>
      </w:pPr>
    </w:lvl>
    <w:lvl w:ilvl="6" w:tplc="334662E4" w:tentative="1">
      <w:start w:val="1"/>
      <w:numFmt w:val="decimal"/>
      <w:lvlText w:val="%7."/>
      <w:lvlJc w:val="left"/>
      <w:pPr>
        <w:ind w:left="5040" w:hanging="360"/>
      </w:pPr>
    </w:lvl>
    <w:lvl w:ilvl="7" w:tplc="25046AB0" w:tentative="1">
      <w:start w:val="1"/>
      <w:numFmt w:val="lowerLetter"/>
      <w:lvlText w:val="%8."/>
      <w:lvlJc w:val="left"/>
      <w:pPr>
        <w:ind w:left="5760" w:hanging="360"/>
      </w:pPr>
    </w:lvl>
    <w:lvl w:ilvl="8" w:tplc="76425DC4" w:tentative="1">
      <w:start w:val="1"/>
      <w:numFmt w:val="lowerRoman"/>
      <w:lvlText w:val="%9."/>
      <w:lvlJc w:val="right"/>
      <w:pPr>
        <w:ind w:left="6480" w:hanging="180"/>
      </w:pPr>
    </w:lvl>
  </w:abstractNum>
  <w:abstractNum w:abstractNumId="8">
    <w:nsid w:val="45186CD2"/>
    <w:multiLevelType w:val="hybridMultilevel"/>
    <w:tmpl w:val="E2684C3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5BF35376"/>
    <w:multiLevelType w:val="hybridMultilevel"/>
    <w:tmpl w:val="5B786D34"/>
    <w:lvl w:ilvl="0" w:tplc="2FBCCDFC">
      <w:start w:val="1"/>
      <w:numFmt w:val="bullet"/>
      <w:lvlText w:val="-"/>
      <w:lvlJc w:val="left"/>
      <w:pPr>
        <w:ind w:left="720" w:hanging="360"/>
      </w:pPr>
      <w:rPr>
        <w:rFonts w:ascii="Cambria" w:eastAsia="Calibri" w:hAnsi="Cambria"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
    <w:nsid w:val="609923C8"/>
    <w:multiLevelType w:val="multilevel"/>
    <w:tmpl w:val="09D0DD06"/>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nsid w:val="6BDB0F6F"/>
    <w:multiLevelType w:val="hybridMultilevel"/>
    <w:tmpl w:val="A7F87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B77C1F"/>
    <w:multiLevelType w:val="multilevel"/>
    <w:tmpl w:val="0A40B96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4">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2"/>
  </w:num>
  <w:num w:numId="11">
    <w:abstractNumId w:val="2"/>
  </w:num>
  <w:num w:numId="12">
    <w:abstractNumId w:val="5"/>
  </w:num>
  <w:num w:numId="13">
    <w:abstractNumId w:val="1"/>
  </w:num>
  <w:num w:numId="14">
    <w:abstractNumId w:val="6"/>
  </w:num>
  <w:num w:numId="15">
    <w:abstractNumId w:val="7"/>
  </w:num>
  <w:num w:numId="16">
    <w:abstractNumId w:val="8"/>
  </w:num>
  <w:num w:numId="17">
    <w:abstractNumId w:val="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
  </w:num>
  <w:num w:numId="21">
    <w:abstractNumId w:val="2"/>
  </w:num>
  <w:num w:numId="22">
    <w:abstractNumId w:val="2"/>
  </w:num>
  <w:num w:numId="23">
    <w:abstractNumId w:val="11"/>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2"/>
  </w:num>
  <w:num w:numId="30">
    <w:abstractNumId w:val="0"/>
  </w:num>
  <w:num w:numId="31">
    <w:abstractNumId w:val="2"/>
  </w:num>
  <w:num w:numId="32">
    <w:abstractNumId w:val="2"/>
  </w:num>
  <w:num w:numId="33">
    <w:abstractNumId w:val="2"/>
  </w:num>
  <w:num w:numId="34">
    <w:abstractNumId w:val="2"/>
  </w:num>
  <w:num w:numId="35">
    <w:abstractNumId w:val="2"/>
  </w:num>
  <w:num w:numId="36">
    <w:abstractNumId w:val="5"/>
  </w:num>
  <w:num w:numId="37">
    <w:abstractNumId w:val="2"/>
  </w:num>
  <w:num w:numId="38">
    <w:abstractNumId w:val="2"/>
  </w:num>
  <w:num w:numId="39">
    <w:abstractNumId w:val="2"/>
  </w:num>
  <w:num w:numId="40">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US" w:vendorID="64" w:dllVersion="131077"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A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FPR"/>
    <w:docVar w:name="LANG" w:val="SP"/>
  </w:docVars>
  <w:rsids>
    <w:rsidRoot w:val="00B54624"/>
    <w:rsid w:val="00000EF1"/>
    <w:rsid w:val="00014829"/>
    <w:rsid w:val="00016335"/>
    <w:rsid w:val="00016354"/>
    <w:rsid w:val="00017C1A"/>
    <w:rsid w:val="000227B9"/>
    <w:rsid w:val="000264D8"/>
    <w:rsid w:val="000267B7"/>
    <w:rsid w:val="00036AAE"/>
    <w:rsid w:val="00043539"/>
    <w:rsid w:val="00045B95"/>
    <w:rsid w:val="00050632"/>
    <w:rsid w:val="00051906"/>
    <w:rsid w:val="0006457C"/>
    <w:rsid w:val="00067170"/>
    <w:rsid w:val="00071595"/>
    <w:rsid w:val="00083A28"/>
    <w:rsid w:val="00085814"/>
    <w:rsid w:val="000908EC"/>
    <w:rsid w:val="00097218"/>
    <w:rsid w:val="000A0CEE"/>
    <w:rsid w:val="000A2C41"/>
    <w:rsid w:val="000A5456"/>
    <w:rsid w:val="000B6258"/>
    <w:rsid w:val="000C461A"/>
    <w:rsid w:val="000D31AD"/>
    <w:rsid w:val="000D4D6B"/>
    <w:rsid w:val="000D6160"/>
    <w:rsid w:val="000E0020"/>
    <w:rsid w:val="000E6813"/>
    <w:rsid w:val="000F21E9"/>
    <w:rsid w:val="000F444B"/>
    <w:rsid w:val="000F4F98"/>
    <w:rsid w:val="000F5DE9"/>
    <w:rsid w:val="0010302E"/>
    <w:rsid w:val="001041A6"/>
    <w:rsid w:val="00107885"/>
    <w:rsid w:val="0011639E"/>
    <w:rsid w:val="00123F79"/>
    <w:rsid w:val="00133EFA"/>
    <w:rsid w:val="0013518E"/>
    <w:rsid w:val="00142CBC"/>
    <w:rsid w:val="00142DCC"/>
    <w:rsid w:val="00143134"/>
    <w:rsid w:val="00146248"/>
    <w:rsid w:val="001531C0"/>
    <w:rsid w:val="00153C60"/>
    <w:rsid w:val="001653DF"/>
    <w:rsid w:val="001678F2"/>
    <w:rsid w:val="00173986"/>
    <w:rsid w:val="00173F88"/>
    <w:rsid w:val="00181D5C"/>
    <w:rsid w:val="00191B0B"/>
    <w:rsid w:val="001932EC"/>
    <w:rsid w:val="001933DB"/>
    <w:rsid w:val="00197EE6"/>
    <w:rsid w:val="001A0FFB"/>
    <w:rsid w:val="001A3C40"/>
    <w:rsid w:val="001B2057"/>
    <w:rsid w:val="001C2260"/>
    <w:rsid w:val="001C5D94"/>
    <w:rsid w:val="001C6CC0"/>
    <w:rsid w:val="001D79A5"/>
    <w:rsid w:val="001E76FB"/>
    <w:rsid w:val="001F59D2"/>
    <w:rsid w:val="001F646A"/>
    <w:rsid w:val="00200D74"/>
    <w:rsid w:val="00203B71"/>
    <w:rsid w:val="00224248"/>
    <w:rsid w:val="00224527"/>
    <w:rsid w:val="0022632F"/>
    <w:rsid w:val="0023151E"/>
    <w:rsid w:val="00232079"/>
    <w:rsid w:val="00232842"/>
    <w:rsid w:val="00233677"/>
    <w:rsid w:val="00234E0E"/>
    <w:rsid w:val="00236141"/>
    <w:rsid w:val="0024335C"/>
    <w:rsid w:val="00243813"/>
    <w:rsid w:val="00244FAF"/>
    <w:rsid w:val="00250E90"/>
    <w:rsid w:val="00252BA4"/>
    <w:rsid w:val="00255FA3"/>
    <w:rsid w:val="002606E4"/>
    <w:rsid w:val="0026397D"/>
    <w:rsid w:val="00266275"/>
    <w:rsid w:val="00270D68"/>
    <w:rsid w:val="00276EF4"/>
    <w:rsid w:val="00284298"/>
    <w:rsid w:val="00284F25"/>
    <w:rsid w:val="00284FA3"/>
    <w:rsid w:val="002872DD"/>
    <w:rsid w:val="00290018"/>
    <w:rsid w:val="00290F92"/>
    <w:rsid w:val="00293607"/>
    <w:rsid w:val="002A0489"/>
    <w:rsid w:val="002A21E9"/>
    <w:rsid w:val="002A3716"/>
    <w:rsid w:val="002A62F6"/>
    <w:rsid w:val="002A69B6"/>
    <w:rsid w:val="002B568C"/>
    <w:rsid w:val="002C29F8"/>
    <w:rsid w:val="002C3C61"/>
    <w:rsid w:val="002C4D4D"/>
    <w:rsid w:val="002C569F"/>
    <w:rsid w:val="002C7FBE"/>
    <w:rsid w:val="002D4675"/>
    <w:rsid w:val="002F193F"/>
    <w:rsid w:val="002F4DF0"/>
    <w:rsid w:val="002F5CE1"/>
    <w:rsid w:val="002F6CF2"/>
    <w:rsid w:val="003000AE"/>
    <w:rsid w:val="00300B33"/>
    <w:rsid w:val="0030323F"/>
    <w:rsid w:val="00305C65"/>
    <w:rsid w:val="00306997"/>
    <w:rsid w:val="00307070"/>
    <w:rsid w:val="003128C5"/>
    <w:rsid w:val="00332799"/>
    <w:rsid w:val="003410E0"/>
    <w:rsid w:val="00345DAE"/>
    <w:rsid w:val="0035182F"/>
    <w:rsid w:val="0035428D"/>
    <w:rsid w:val="00357745"/>
    <w:rsid w:val="00372E5E"/>
    <w:rsid w:val="00375628"/>
    <w:rsid w:val="00380D69"/>
    <w:rsid w:val="003838DA"/>
    <w:rsid w:val="00387B7C"/>
    <w:rsid w:val="003931B0"/>
    <w:rsid w:val="003962D4"/>
    <w:rsid w:val="003A5B80"/>
    <w:rsid w:val="003B0F14"/>
    <w:rsid w:val="003B2B3F"/>
    <w:rsid w:val="003B2DE9"/>
    <w:rsid w:val="003B3E32"/>
    <w:rsid w:val="003B79FC"/>
    <w:rsid w:val="003C02C0"/>
    <w:rsid w:val="003C0D17"/>
    <w:rsid w:val="003C2B92"/>
    <w:rsid w:val="003C3922"/>
    <w:rsid w:val="003C63B1"/>
    <w:rsid w:val="003C72F4"/>
    <w:rsid w:val="003D086B"/>
    <w:rsid w:val="003D6670"/>
    <w:rsid w:val="003E241B"/>
    <w:rsid w:val="003F0322"/>
    <w:rsid w:val="003F1C70"/>
    <w:rsid w:val="00406667"/>
    <w:rsid w:val="004135F9"/>
    <w:rsid w:val="00415356"/>
    <w:rsid w:val="004166B3"/>
    <w:rsid w:val="004200DE"/>
    <w:rsid w:val="0042101B"/>
    <w:rsid w:val="004228D7"/>
    <w:rsid w:val="00423412"/>
    <w:rsid w:val="00430043"/>
    <w:rsid w:val="00431E32"/>
    <w:rsid w:val="00434B50"/>
    <w:rsid w:val="0043784A"/>
    <w:rsid w:val="00440108"/>
    <w:rsid w:val="00444027"/>
    <w:rsid w:val="004461C3"/>
    <w:rsid w:val="00447470"/>
    <w:rsid w:val="00453EFF"/>
    <w:rsid w:val="00454F86"/>
    <w:rsid w:val="00455D51"/>
    <w:rsid w:val="00461DE1"/>
    <w:rsid w:val="00463BBA"/>
    <w:rsid w:val="004723F1"/>
    <w:rsid w:val="0047701E"/>
    <w:rsid w:val="00484856"/>
    <w:rsid w:val="00495960"/>
    <w:rsid w:val="004B4330"/>
    <w:rsid w:val="004C2C3B"/>
    <w:rsid w:val="004D0CE2"/>
    <w:rsid w:val="004D1B23"/>
    <w:rsid w:val="004D302C"/>
    <w:rsid w:val="004D7DF7"/>
    <w:rsid w:val="004E413F"/>
    <w:rsid w:val="004E5B84"/>
    <w:rsid w:val="005267E0"/>
    <w:rsid w:val="005316A3"/>
    <w:rsid w:val="0053561C"/>
    <w:rsid w:val="00536E28"/>
    <w:rsid w:val="00537776"/>
    <w:rsid w:val="0054488D"/>
    <w:rsid w:val="00550A54"/>
    <w:rsid w:val="005564C0"/>
    <w:rsid w:val="00563C43"/>
    <w:rsid w:val="00563E2E"/>
    <w:rsid w:val="00567143"/>
    <w:rsid w:val="00570996"/>
    <w:rsid w:val="0057635C"/>
    <w:rsid w:val="00595A1C"/>
    <w:rsid w:val="00595E55"/>
    <w:rsid w:val="005B2EC0"/>
    <w:rsid w:val="005B3E9B"/>
    <w:rsid w:val="005B42C3"/>
    <w:rsid w:val="005B4FE3"/>
    <w:rsid w:val="005C2BA9"/>
    <w:rsid w:val="005C3FFD"/>
    <w:rsid w:val="005D1778"/>
    <w:rsid w:val="005D3271"/>
    <w:rsid w:val="005E28B4"/>
    <w:rsid w:val="005F2E86"/>
    <w:rsid w:val="005F31CF"/>
    <w:rsid w:val="005F3682"/>
    <w:rsid w:val="005F6863"/>
    <w:rsid w:val="005F697D"/>
    <w:rsid w:val="005F6FDA"/>
    <w:rsid w:val="0060468D"/>
    <w:rsid w:val="00607EAB"/>
    <w:rsid w:val="00616705"/>
    <w:rsid w:val="00617A20"/>
    <w:rsid w:val="00617DCA"/>
    <w:rsid w:val="00620085"/>
    <w:rsid w:val="00621805"/>
    <w:rsid w:val="00621B82"/>
    <w:rsid w:val="00623B39"/>
    <w:rsid w:val="006342E4"/>
    <w:rsid w:val="0063516D"/>
    <w:rsid w:val="00645433"/>
    <w:rsid w:val="00646073"/>
    <w:rsid w:val="0065023F"/>
    <w:rsid w:val="00652D88"/>
    <w:rsid w:val="00656C8D"/>
    <w:rsid w:val="0065793F"/>
    <w:rsid w:val="00660165"/>
    <w:rsid w:val="0066122E"/>
    <w:rsid w:val="00661E9D"/>
    <w:rsid w:val="00662E45"/>
    <w:rsid w:val="00670878"/>
    <w:rsid w:val="006733EE"/>
    <w:rsid w:val="00674E85"/>
    <w:rsid w:val="0068476E"/>
    <w:rsid w:val="00686AD9"/>
    <w:rsid w:val="00696851"/>
    <w:rsid w:val="006A14D4"/>
    <w:rsid w:val="006A1A7E"/>
    <w:rsid w:val="006B4937"/>
    <w:rsid w:val="006B4F7C"/>
    <w:rsid w:val="006B5DBE"/>
    <w:rsid w:val="006B6DAB"/>
    <w:rsid w:val="006C0C57"/>
    <w:rsid w:val="006C55DF"/>
    <w:rsid w:val="006C5CD3"/>
    <w:rsid w:val="006D0AE6"/>
    <w:rsid w:val="006D0FFE"/>
    <w:rsid w:val="006D23CB"/>
    <w:rsid w:val="006D3B3F"/>
    <w:rsid w:val="006D3D3D"/>
    <w:rsid w:val="006D58E4"/>
    <w:rsid w:val="006D6569"/>
    <w:rsid w:val="006D7E49"/>
    <w:rsid w:val="006E1424"/>
    <w:rsid w:val="006F1C17"/>
    <w:rsid w:val="006F3B69"/>
    <w:rsid w:val="006F4BD4"/>
    <w:rsid w:val="006F4E25"/>
    <w:rsid w:val="006F509E"/>
    <w:rsid w:val="00701A61"/>
    <w:rsid w:val="00704ABC"/>
    <w:rsid w:val="00713179"/>
    <w:rsid w:val="007133C7"/>
    <w:rsid w:val="00716323"/>
    <w:rsid w:val="00717BE6"/>
    <w:rsid w:val="00722235"/>
    <w:rsid w:val="007242D8"/>
    <w:rsid w:val="00724CA8"/>
    <w:rsid w:val="00730CFA"/>
    <w:rsid w:val="00731A7E"/>
    <w:rsid w:val="007337F5"/>
    <w:rsid w:val="0074093B"/>
    <w:rsid w:val="00751114"/>
    <w:rsid w:val="007515B6"/>
    <w:rsid w:val="0075254D"/>
    <w:rsid w:val="0075573E"/>
    <w:rsid w:val="00766108"/>
    <w:rsid w:val="0077681D"/>
    <w:rsid w:val="007769D8"/>
    <w:rsid w:val="007816FF"/>
    <w:rsid w:val="00783DAB"/>
    <w:rsid w:val="007907A2"/>
    <w:rsid w:val="00792B4E"/>
    <w:rsid w:val="00793FCB"/>
    <w:rsid w:val="0079532B"/>
    <w:rsid w:val="007A2766"/>
    <w:rsid w:val="007A6FE3"/>
    <w:rsid w:val="007B1B8E"/>
    <w:rsid w:val="007B31B3"/>
    <w:rsid w:val="007B5F59"/>
    <w:rsid w:val="007C7D0E"/>
    <w:rsid w:val="007C7E71"/>
    <w:rsid w:val="007D78C6"/>
    <w:rsid w:val="007E23BB"/>
    <w:rsid w:val="00802A60"/>
    <w:rsid w:val="00803F46"/>
    <w:rsid w:val="00807BCF"/>
    <w:rsid w:val="00816189"/>
    <w:rsid w:val="00822E3B"/>
    <w:rsid w:val="00824AC2"/>
    <w:rsid w:val="00834FAC"/>
    <w:rsid w:val="0083659D"/>
    <w:rsid w:val="00841A28"/>
    <w:rsid w:val="008474E6"/>
    <w:rsid w:val="008542F7"/>
    <w:rsid w:val="008568DE"/>
    <w:rsid w:val="00860E98"/>
    <w:rsid w:val="00861ABC"/>
    <w:rsid w:val="00876176"/>
    <w:rsid w:val="0088403F"/>
    <w:rsid w:val="00886223"/>
    <w:rsid w:val="00886FC0"/>
    <w:rsid w:val="0089097F"/>
    <w:rsid w:val="00891D55"/>
    <w:rsid w:val="00895D01"/>
    <w:rsid w:val="008C61FE"/>
    <w:rsid w:val="008C6B16"/>
    <w:rsid w:val="008D033E"/>
    <w:rsid w:val="008D3A5C"/>
    <w:rsid w:val="008D716F"/>
    <w:rsid w:val="008D720D"/>
    <w:rsid w:val="008E3CEC"/>
    <w:rsid w:val="008F14F2"/>
    <w:rsid w:val="008F2EA6"/>
    <w:rsid w:val="00906504"/>
    <w:rsid w:val="009228D9"/>
    <w:rsid w:val="00926E1D"/>
    <w:rsid w:val="00930AF3"/>
    <w:rsid w:val="009357B9"/>
    <w:rsid w:val="00935E84"/>
    <w:rsid w:val="009409DB"/>
    <w:rsid w:val="00944C9B"/>
    <w:rsid w:val="00965D86"/>
    <w:rsid w:val="009722FB"/>
    <w:rsid w:val="009724DB"/>
    <w:rsid w:val="00974900"/>
    <w:rsid w:val="00981B11"/>
    <w:rsid w:val="009849B6"/>
    <w:rsid w:val="00986629"/>
    <w:rsid w:val="00990F76"/>
    <w:rsid w:val="009914FF"/>
    <w:rsid w:val="0099160D"/>
    <w:rsid w:val="00991FE5"/>
    <w:rsid w:val="009932F0"/>
    <w:rsid w:val="009954DB"/>
    <w:rsid w:val="00996CDC"/>
    <w:rsid w:val="00997DB2"/>
    <w:rsid w:val="009A3E64"/>
    <w:rsid w:val="009A4EF1"/>
    <w:rsid w:val="009B6C51"/>
    <w:rsid w:val="009C335E"/>
    <w:rsid w:val="009C4927"/>
    <w:rsid w:val="009C5337"/>
    <w:rsid w:val="009D1822"/>
    <w:rsid w:val="009D214B"/>
    <w:rsid w:val="009D6426"/>
    <w:rsid w:val="009D7656"/>
    <w:rsid w:val="009E3896"/>
    <w:rsid w:val="009E5C8F"/>
    <w:rsid w:val="009F0B97"/>
    <w:rsid w:val="009F1AF4"/>
    <w:rsid w:val="009F748C"/>
    <w:rsid w:val="00A02914"/>
    <w:rsid w:val="00A12A09"/>
    <w:rsid w:val="00A213A7"/>
    <w:rsid w:val="00A21B69"/>
    <w:rsid w:val="00A22EFD"/>
    <w:rsid w:val="00A31C0B"/>
    <w:rsid w:val="00A36681"/>
    <w:rsid w:val="00A37AA2"/>
    <w:rsid w:val="00A5168D"/>
    <w:rsid w:val="00A53D2A"/>
    <w:rsid w:val="00A5522B"/>
    <w:rsid w:val="00A5564D"/>
    <w:rsid w:val="00A5683E"/>
    <w:rsid w:val="00A6093F"/>
    <w:rsid w:val="00A631EC"/>
    <w:rsid w:val="00A63655"/>
    <w:rsid w:val="00A77DFC"/>
    <w:rsid w:val="00A825CB"/>
    <w:rsid w:val="00A8479A"/>
    <w:rsid w:val="00A85645"/>
    <w:rsid w:val="00A87F7A"/>
    <w:rsid w:val="00A90BE7"/>
    <w:rsid w:val="00A9661F"/>
    <w:rsid w:val="00AB15B1"/>
    <w:rsid w:val="00AB1935"/>
    <w:rsid w:val="00AB2A81"/>
    <w:rsid w:val="00AB58E0"/>
    <w:rsid w:val="00AB63BB"/>
    <w:rsid w:val="00AB7777"/>
    <w:rsid w:val="00AC1994"/>
    <w:rsid w:val="00AC1D5B"/>
    <w:rsid w:val="00AC1D78"/>
    <w:rsid w:val="00AD404A"/>
    <w:rsid w:val="00AE4507"/>
    <w:rsid w:val="00AE61CF"/>
    <w:rsid w:val="00AF6671"/>
    <w:rsid w:val="00B00156"/>
    <w:rsid w:val="00B20854"/>
    <w:rsid w:val="00B24BC8"/>
    <w:rsid w:val="00B31887"/>
    <w:rsid w:val="00B32988"/>
    <w:rsid w:val="00B33526"/>
    <w:rsid w:val="00B33CCD"/>
    <w:rsid w:val="00B369D8"/>
    <w:rsid w:val="00B54624"/>
    <w:rsid w:val="00B64B75"/>
    <w:rsid w:val="00B75533"/>
    <w:rsid w:val="00B86902"/>
    <w:rsid w:val="00B910A8"/>
    <w:rsid w:val="00B97200"/>
    <w:rsid w:val="00B9770C"/>
    <w:rsid w:val="00B97D8F"/>
    <w:rsid w:val="00BA214A"/>
    <w:rsid w:val="00BA22A5"/>
    <w:rsid w:val="00BA65D8"/>
    <w:rsid w:val="00BA6D8F"/>
    <w:rsid w:val="00BC013E"/>
    <w:rsid w:val="00BC0FD6"/>
    <w:rsid w:val="00BC32A9"/>
    <w:rsid w:val="00BC4865"/>
    <w:rsid w:val="00BD09D3"/>
    <w:rsid w:val="00C0272C"/>
    <w:rsid w:val="00C039EE"/>
    <w:rsid w:val="00C129F7"/>
    <w:rsid w:val="00C12A7D"/>
    <w:rsid w:val="00C141B4"/>
    <w:rsid w:val="00C16836"/>
    <w:rsid w:val="00C2207C"/>
    <w:rsid w:val="00C23BDD"/>
    <w:rsid w:val="00C30467"/>
    <w:rsid w:val="00C3069A"/>
    <w:rsid w:val="00C374D0"/>
    <w:rsid w:val="00C41229"/>
    <w:rsid w:val="00C437C4"/>
    <w:rsid w:val="00C463A8"/>
    <w:rsid w:val="00C47F01"/>
    <w:rsid w:val="00C56DD9"/>
    <w:rsid w:val="00C60A8B"/>
    <w:rsid w:val="00C6112D"/>
    <w:rsid w:val="00C62E90"/>
    <w:rsid w:val="00C633EF"/>
    <w:rsid w:val="00C8164B"/>
    <w:rsid w:val="00C850B6"/>
    <w:rsid w:val="00C86872"/>
    <w:rsid w:val="00C95551"/>
    <w:rsid w:val="00C962A6"/>
    <w:rsid w:val="00CA0122"/>
    <w:rsid w:val="00CA21C8"/>
    <w:rsid w:val="00CB1EB7"/>
    <w:rsid w:val="00CC2B35"/>
    <w:rsid w:val="00CC4B1C"/>
    <w:rsid w:val="00CD10E3"/>
    <w:rsid w:val="00CD1BA3"/>
    <w:rsid w:val="00CE305A"/>
    <w:rsid w:val="00CE6639"/>
    <w:rsid w:val="00CF0C57"/>
    <w:rsid w:val="00CF292B"/>
    <w:rsid w:val="00D02C2E"/>
    <w:rsid w:val="00D05802"/>
    <w:rsid w:val="00D221A6"/>
    <w:rsid w:val="00D2518F"/>
    <w:rsid w:val="00D30D5A"/>
    <w:rsid w:val="00D378AF"/>
    <w:rsid w:val="00D44793"/>
    <w:rsid w:val="00D47724"/>
    <w:rsid w:val="00D64041"/>
    <w:rsid w:val="00D64FA9"/>
    <w:rsid w:val="00D72015"/>
    <w:rsid w:val="00D73CD7"/>
    <w:rsid w:val="00D7577B"/>
    <w:rsid w:val="00D81FA8"/>
    <w:rsid w:val="00D82CE4"/>
    <w:rsid w:val="00D84C22"/>
    <w:rsid w:val="00D8564E"/>
    <w:rsid w:val="00D91A4C"/>
    <w:rsid w:val="00D92E02"/>
    <w:rsid w:val="00DA198F"/>
    <w:rsid w:val="00DA59D0"/>
    <w:rsid w:val="00DA753C"/>
    <w:rsid w:val="00DB004B"/>
    <w:rsid w:val="00DC3B95"/>
    <w:rsid w:val="00DC7D8D"/>
    <w:rsid w:val="00DE75E1"/>
    <w:rsid w:val="00DF5E17"/>
    <w:rsid w:val="00E10E4F"/>
    <w:rsid w:val="00E12B4E"/>
    <w:rsid w:val="00E1724F"/>
    <w:rsid w:val="00E25A4C"/>
    <w:rsid w:val="00E26783"/>
    <w:rsid w:val="00E300EA"/>
    <w:rsid w:val="00E32087"/>
    <w:rsid w:val="00E343C5"/>
    <w:rsid w:val="00E54093"/>
    <w:rsid w:val="00E63ADA"/>
    <w:rsid w:val="00E64EF7"/>
    <w:rsid w:val="00E66FFE"/>
    <w:rsid w:val="00E74B62"/>
    <w:rsid w:val="00E75B49"/>
    <w:rsid w:val="00E75F97"/>
    <w:rsid w:val="00E81F14"/>
    <w:rsid w:val="00E8331D"/>
    <w:rsid w:val="00E83962"/>
    <w:rsid w:val="00E84432"/>
    <w:rsid w:val="00E85901"/>
    <w:rsid w:val="00E8620B"/>
    <w:rsid w:val="00E87944"/>
    <w:rsid w:val="00E87F69"/>
    <w:rsid w:val="00EA4AC3"/>
    <w:rsid w:val="00EB0D7D"/>
    <w:rsid w:val="00EB3A5B"/>
    <w:rsid w:val="00EB5390"/>
    <w:rsid w:val="00EB6456"/>
    <w:rsid w:val="00EB7667"/>
    <w:rsid w:val="00EB7C7D"/>
    <w:rsid w:val="00EC6C25"/>
    <w:rsid w:val="00ED2146"/>
    <w:rsid w:val="00ED2EF7"/>
    <w:rsid w:val="00ED4F7D"/>
    <w:rsid w:val="00ED4FB3"/>
    <w:rsid w:val="00ED77EB"/>
    <w:rsid w:val="00EE1BDF"/>
    <w:rsid w:val="00EE2523"/>
    <w:rsid w:val="00EF29A5"/>
    <w:rsid w:val="00F11A3A"/>
    <w:rsid w:val="00F170D3"/>
    <w:rsid w:val="00F209E4"/>
    <w:rsid w:val="00F224AF"/>
    <w:rsid w:val="00F232C2"/>
    <w:rsid w:val="00F36664"/>
    <w:rsid w:val="00F4092A"/>
    <w:rsid w:val="00F41C1E"/>
    <w:rsid w:val="00F45562"/>
    <w:rsid w:val="00F47833"/>
    <w:rsid w:val="00F57431"/>
    <w:rsid w:val="00F57F81"/>
    <w:rsid w:val="00F63B8D"/>
    <w:rsid w:val="00F723AE"/>
    <w:rsid w:val="00F756BA"/>
    <w:rsid w:val="00F856DE"/>
    <w:rsid w:val="00F963BB"/>
    <w:rsid w:val="00FA3195"/>
    <w:rsid w:val="00FA3B66"/>
    <w:rsid w:val="00FA5651"/>
    <w:rsid w:val="00FB28DE"/>
    <w:rsid w:val="00FB2903"/>
    <w:rsid w:val="00FC0B09"/>
    <w:rsid w:val="00FC37A2"/>
    <w:rsid w:val="00FC397E"/>
    <w:rsid w:val="00FC5313"/>
    <w:rsid w:val="00FD0109"/>
    <w:rsid w:val="00FD6589"/>
    <w:rsid w:val="00FE2010"/>
    <w:rsid w:val="00FE2630"/>
    <w:rsid w:val="00FE2C66"/>
    <w:rsid w:val="00FE5A09"/>
    <w:rsid w:val="00FF47BE"/>
    <w:rsid w:val="00FF5D8F"/>
    <w:rsid w:val="00FF6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0"/>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2"/>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0"/>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2"/>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0"/>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4"/>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0"/>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2"/>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0"/>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2"/>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0"/>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4"/>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33360">
      <w:bodyDiv w:val="1"/>
      <w:marLeft w:val="0"/>
      <w:marRight w:val="0"/>
      <w:marTop w:val="0"/>
      <w:marBottom w:val="0"/>
      <w:divBdr>
        <w:top w:val="none" w:sz="0" w:space="0" w:color="auto"/>
        <w:left w:val="none" w:sz="0" w:space="0" w:color="auto"/>
        <w:bottom w:val="none" w:sz="0" w:space="0" w:color="auto"/>
        <w:right w:val="none" w:sz="0" w:space="0" w:color="auto"/>
      </w:divBdr>
    </w:div>
    <w:div w:id="198111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38192315</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BR-L1329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ED-EDP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C34E871F0860A42AF82BD588A03BCE4" ma:contentTypeVersion="0" ma:contentTypeDescription="A content type to manage public (operations) IDB documents" ma:contentTypeScope="" ma:versionID="51dd5c8bd1f9c7b8ad9456eeb11f9e23">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DF8B5CC7-B51F-449A-918D-B34C06467A94}"/>
</file>

<file path=customXml/itemProps2.xml><?xml version="1.0" encoding="utf-8"?>
<ds:datastoreItem xmlns:ds="http://schemas.openxmlformats.org/officeDocument/2006/customXml" ds:itemID="{353755FC-AE59-442A-877D-C0E6C6F180D8}"/>
</file>

<file path=customXml/itemProps3.xml><?xml version="1.0" encoding="utf-8"?>
<ds:datastoreItem xmlns:ds="http://schemas.openxmlformats.org/officeDocument/2006/customXml" ds:itemID="{85A44657-76A2-45CE-BB60-F005D943BD3F}"/>
</file>

<file path=customXml/itemProps4.xml><?xml version="1.0" encoding="utf-8"?>
<ds:datastoreItem xmlns:ds="http://schemas.openxmlformats.org/officeDocument/2006/customXml" ds:itemID="{A1580B2D-CD07-43C6-AF92-F23F95E27E9A}"/>
</file>

<file path=customXml/itemProps5.xml><?xml version="1.0" encoding="utf-8"?>
<ds:datastoreItem xmlns:ds="http://schemas.openxmlformats.org/officeDocument/2006/customXml" ds:itemID="{D649767B-0387-497B-B79A-583AA4BDA1A5}"/>
</file>

<file path=customXml/itemProps6.xml><?xml version="1.0" encoding="utf-8"?>
<ds:datastoreItem xmlns:ds="http://schemas.openxmlformats.org/officeDocument/2006/customXml" ds:itemID="{76DD7B78-0943-42FB-8CDA-3F981530B6EB}"/>
</file>

<file path=docProps/app.xml><?xml version="1.0" encoding="utf-8"?>
<Properties xmlns="http://schemas.openxmlformats.org/officeDocument/2006/extended-properties" xmlns:vt="http://schemas.openxmlformats.org/officeDocument/2006/docPropsVTypes">
  <Template>INVsp.dot</Template>
  <TotalTime>1</TotalTime>
  <Pages>16</Pages>
  <Words>3919</Words>
  <Characters>23377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Monitero y Evalucaion</dc:title>
  <dc:creator>CLAUDIACOX</dc:creator>
  <cp:lastModifiedBy>Test</cp:lastModifiedBy>
  <cp:revision>3</cp:revision>
  <cp:lastPrinted>2011-07-14T17:54:00Z</cp:lastPrinted>
  <dcterms:created xsi:type="dcterms:W3CDTF">2013-10-25T16:46:00Z</dcterms:created>
  <dcterms:modified xsi:type="dcterms:W3CDTF">2013-10-25T16:46:00Z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0x01010046CF21643EE8D14686A648AA6DAD0892004C34E871F0860A42AF82BD588A03BCE4</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