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A0D" w:rsidRPr="00465D7E" w:rsidRDefault="00434A0D">
      <w:pPr>
        <w:rPr>
          <w:rFonts w:ascii="Arial" w:hAnsi="Arial" w:cs="Arial"/>
        </w:rPr>
      </w:pPr>
    </w:p>
    <w:p w:rsidR="00434A0D" w:rsidRPr="00465D7E" w:rsidRDefault="00434A0D" w:rsidP="00A02A28">
      <w:pPr>
        <w:jc w:val="center"/>
        <w:rPr>
          <w:rFonts w:ascii="Arial" w:hAnsi="Arial" w:cs="Arial"/>
        </w:rPr>
      </w:pPr>
      <w:r w:rsidRPr="00465D7E">
        <w:rPr>
          <w:rFonts w:ascii="Arial" w:hAnsi="Arial" w:cs="Arial"/>
          <w:b/>
        </w:rPr>
        <w:t>REQUEST FOR CONSULTING SERVICES</w:t>
      </w:r>
      <w:r>
        <w:rPr>
          <w:rFonts w:ascii="Arial" w:hAnsi="Arial" w:cs="Arial"/>
          <w:b/>
        </w:rPr>
        <w:t xml:space="preserve"> – </w:t>
      </w:r>
      <w:smartTag w:uri="urn:schemas-microsoft-com:office:smarttags" w:element="place">
        <w:smartTag w:uri="urn:schemas-microsoft-com:office:smarttags" w:element="PlaceName">
          <w:r>
            <w:rPr>
              <w:rFonts w:ascii="Arial" w:hAnsi="Arial" w:cs="Arial"/>
              <w:b/>
            </w:rPr>
            <w:t>GOVERNMENT</w:t>
          </w:r>
        </w:smartTag>
        <w:r>
          <w:rPr>
            <w:rFonts w:ascii="Arial" w:hAnsi="Arial" w:cs="Arial"/>
            <w:b/>
          </w:rPr>
          <w:t xml:space="preserve"> </w:t>
        </w:r>
        <w:smartTag w:uri="urn:schemas-microsoft-com:office:smarttags" w:element="PlaceName">
          <w:r>
            <w:rPr>
              <w:rFonts w:ascii="Arial" w:hAnsi="Arial" w:cs="Arial"/>
              <w:b/>
            </w:rPr>
            <w:t>INDUSTRIAL</w:t>
          </w:r>
        </w:smartTag>
        <w:r>
          <w:rPr>
            <w:rFonts w:ascii="Arial" w:hAnsi="Arial" w:cs="Arial"/>
            <w:b/>
          </w:rPr>
          <w:t xml:space="preserve"> </w:t>
        </w:r>
        <w:smartTag w:uri="urn:schemas-microsoft-com:office:smarttags" w:element="PlaceType">
          <w:r>
            <w:rPr>
              <w:rFonts w:ascii="Arial" w:hAnsi="Arial" w:cs="Arial"/>
              <w:b/>
            </w:rPr>
            <w:t>SCHOOL</w:t>
          </w:r>
        </w:smartTag>
      </w:smartTag>
      <w:r>
        <w:rPr>
          <w:rFonts w:ascii="Arial" w:hAnsi="Arial" w:cs="Arial"/>
          <w:b/>
        </w:rPr>
        <w:t xml:space="preserve"> TRAINING CONSULTANCY</w:t>
      </w:r>
    </w:p>
    <w:p w:rsidR="00434A0D" w:rsidRPr="00465D7E" w:rsidRDefault="00434A0D">
      <w:pPr>
        <w:rPr>
          <w:rFonts w:ascii="Arial" w:hAnsi="Arial" w:cs="Arial"/>
        </w:rPr>
      </w:pPr>
    </w:p>
    <w:p w:rsidR="00434A0D" w:rsidRPr="00465D7E" w:rsidRDefault="00434A0D">
      <w:pPr>
        <w:rPr>
          <w:rFonts w:ascii="Arial" w:hAnsi="Arial" w:cs="Arial"/>
        </w:rPr>
      </w:pPr>
      <w:r w:rsidRPr="00465D7E">
        <w:rPr>
          <w:rFonts w:ascii="Arial" w:hAnsi="Arial" w:cs="Arial"/>
        </w:rPr>
        <w:t>Country:</w:t>
      </w:r>
      <w:r w:rsidRPr="00465D7E">
        <w:rPr>
          <w:rFonts w:ascii="Arial" w:hAnsi="Arial" w:cs="Arial"/>
        </w:rPr>
        <w:tab/>
      </w:r>
      <w:r w:rsidRPr="00465D7E">
        <w:rPr>
          <w:rFonts w:ascii="Arial" w:hAnsi="Arial" w:cs="Arial"/>
        </w:rPr>
        <w:tab/>
      </w:r>
      <w:r w:rsidRPr="00465D7E">
        <w:rPr>
          <w:rFonts w:ascii="Arial" w:hAnsi="Arial" w:cs="Arial"/>
        </w:rPr>
        <w:tab/>
      </w:r>
      <w:smartTag w:uri="urn:schemas-microsoft-com:office:smarttags" w:element="place">
        <w:smartTag w:uri="urn:schemas-microsoft-com:office:smarttags" w:element="country-region">
          <w:r w:rsidRPr="00465D7E">
            <w:rPr>
              <w:rFonts w:ascii="Arial" w:hAnsi="Arial" w:cs="Arial"/>
            </w:rPr>
            <w:t>Barbados</w:t>
          </w:r>
        </w:smartTag>
      </w:smartTag>
    </w:p>
    <w:p w:rsidR="00434A0D" w:rsidRPr="00465D7E" w:rsidRDefault="00434A0D">
      <w:pPr>
        <w:rPr>
          <w:rFonts w:ascii="Arial" w:hAnsi="Arial" w:cs="Arial"/>
        </w:rPr>
      </w:pPr>
      <w:r w:rsidRPr="00465D7E">
        <w:rPr>
          <w:rFonts w:ascii="Arial" w:hAnsi="Arial" w:cs="Arial"/>
        </w:rPr>
        <w:t>Project:</w:t>
      </w:r>
      <w:r w:rsidRPr="00465D7E">
        <w:rPr>
          <w:rFonts w:ascii="Arial" w:hAnsi="Arial" w:cs="Arial"/>
        </w:rPr>
        <w:tab/>
      </w:r>
      <w:r w:rsidRPr="00465D7E">
        <w:rPr>
          <w:rFonts w:ascii="Arial" w:hAnsi="Arial" w:cs="Arial"/>
        </w:rPr>
        <w:tab/>
      </w:r>
      <w:r w:rsidRPr="00465D7E">
        <w:rPr>
          <w:rFonts w:ascii="Arial" w:hAnsi="Arial" w:cs="Arial"/>
        </w:rPr>
        <w:tab/>
        <w:t>Administration of Justice Programme</w:t>
      </w:r>
    </w:p>
    <w:p w:rsidR="00434A0D" w:rsidRPr="00465D7E" w:rsidRDefault="00434A0D">
      <w:pPr>
        <w:rPr>
          <w:rFonts w:ascii="Arial" w:hAnsi="Arial" w:cs="Arial"/>
        </w:rPr>
      </w:pPr>
      <w:r w:rsidRPr="00465D7E">
        <w:rPr>
          <w:rFonts w:ascii="Arial" w:hAnsi="Arial" w:cs="Arial"/>
        </w:rPr>
        <w:t>Financing:</w:t>
      </w:r>
      <w:r w:rsidRPr="00465D7E">
        <w:rPr>
          <w:rFonts w:ascii="Arial" w:hAnsi="Arial" w:cs="Arial"/>
        </w:rPr>
        <w:tab/>
      </w:r>
      <w:r w:rsidRPr="00465D7E">
        <w:rPr>
          <w:rFonts w:ascii="Arial" w:hAnsi="Arial" w:cs="Arial"/>
        </w:rPr>
        <w:tab/>
      </w:r>
      <w:r w:rsidRPr="00465D7E">
        <w:rPr>
          <w:rFonts w:ascii="Arial" w:hAnsi="Arial" w:cs="Arial"/>
        </w:rPr>
        <w:tab/>
        <w:t>Inter-American Development Bank</w:t>
      </w:r>
    </w:p>
    <w:p w:rsidR="00434A0D" w:rsidRPr="00465D7E" w:rsidRDefault="00434A0D">
      <w:pPr>
        <w:rPr>
          <w:rFonts w:ascii="Arial" w:hAnsi="Arial" w:cs="Arial"/>
        </w:rPr>
      </w:pPr>
      <w:r w:rsidRPr="00465D7E">
        <w:rPr>
          <w:rFonts w:ascii="Arial" w:hAnsi="Arial" w:cs="Arial"/>
        </w:rPr>
        <w:t>Loan Number:</w:t>
      </w:r>
      <w:r w:rsidRPr="00465D7E">
        <w:rPr>
          <w:rFonts w:ascii="Arial" w:hAnsi="Arial" w:cs="Arial"/>
        </w:rPr>
        <w:tab/>
      </w:r>
      <w:r w:rsidRPr="00465D7E">
        <w:rPr>
          <w:rFonts w:ascii="Arial" w:hAnsi="Arial" w:cs="Arial"/>
        </w:rPr>
        <w:tab/>
        <w:t>Loan No. 1332/OC-BA</w:t>
      </w:r>
    </w:p>
    <w:p w:rsidR="00434A0D" w:rsidRPr="00465D7E" w:rsidRDefault="00434A0D">
      <w:pPr>
        <w:rPr>
          <w:rFonts w:ascii="Arial" w:hAnsi="Arial" w:cs="Arial"/>
        </w:rPr>
      </w:pPr>
      <w:r w:rsidRPr="00465D7E">
        <w:rPr>
          <w:rFonts w:ascii="Arial" w:hAnsi="Arial" w:cs="Arial"/>
        </w:rPr>
        <w:t>Deadline:</w:t>
      </w:r>
      <w:r w:rsidRPr="00465D7E">
        <w:rPr>
          <w:rFonts w:ascii="Arial" w:hAnsi="Arial" w:cs="Arial"/>
        </w:rPr>
        <w:tab/>
      </w:r>
      <w:r w:rsidRPr="00465D7E">
        <w:rPr>
          <w:rFonts w:ascii="Arial" w:hAnsi="Arial" w:cs="Arial"/>
        </w:rPr>
        <w:tab/>
      </w:r>
      <w:r w:rsidRPr="00465D7E">
        <w:rPr>
          <w:rFonts w:ascii="Arial" w:hAnsi="Arial" w:cs="Arial"/>
        </w:rPr>
        <w:tab/>
      </w:r>
      <w:r>
        <w:rPr>
          <w:rFonts w:ascii="Arial" w:hAnsi="Arial" w:cs="Arial"/>
        </w:rPr>
        <w:t>20</w:t>
      </w:r>
      <w:r w:rsidRPr="00465D7E">
        <w:rPr>
          <w:rFonts w:ascii="Arial" w:hAnsi="Arial" w:cs="Arial"/>
          <w:vertAlign w:val="superscript"/>
        </w:rPr>
        <w:t>th</w:t>
      </w:r>
      <w:r w:rsidRPr="00465D7E">
        <w:rPr>
          <w:rFonts w:ascii="Arial" w:hAnsi="Arial" w:cs="Arial"/>
        </w:rPr>
        <w:t xml:space="preserve"> August 2010</w:t>
      </w:r>
    </w:p>
    <w:p w:rsidR="00434A0D" w:rsidRPr="00465D7E" w:rsidRDefault="00434A0D">
      <w:pPr>
        <w:rPr>
          <w:rFonts w:ascii="Arial" w:hAnsi="Arial" w:cs="Arial"/>
        </w:rPr>
      </w:pPr>
    </w:p>
    <w:p w:rsidR="00434A0D" w:rsidRPr="00465D7E" w:rsidRDefault="00434A0D" w:rsidP="00C6436E">
      <w:pPr>
        <w:jc w:val="both"/>
        <w:rPr>
          <w:rFonts w:ascii="Arial" w:hAnsi="Arial" w:cs="Arial"/>
        </w:rPr>
      </w:pPr>
      <w:r w:rsidRPr="00465D7E">
        <w:rPr>
          <w:rFonts w:ascii="Arial" w:hAnsi="Arial" w:cs="Arial"/>
        </w:rPr>
        <w:t xml:space="preserve">The Government of Barbados has received a loan from the Inter-American Development Bank towards the Administration of Justice Programme, and it intends to apply part of the loan funds to procure consulting services for which this Request for Expressions of Interest is issued. </w:t>
      </w:r>
    </w:p>
    <w:p w:rsidR="00434A0D" w:rsidRPr="00465D7E" w:rsidRDefault="00434A0D" w:rsidP="00C6436E">
      <w:pPr>
        <w:jc w:val="both"/>
        <w:rPr>
          <w:rFonts w:ascii="Arial" w:hAnsi="Arial" w:cs="Arial"/>
        </w:rPr>
      </w:pPr>
    </w:p>
    <w:p w:rsidR="00434A0D" w:rsidRPr="00465D7E" w:rsidRDefault="00434A0D" w:rsidP="006C1AEC">
      <w:pPr>
        <w:autoSpaceDE w:val="0"/>
        <w:autoSpaceDN w:val="0"/>
        <w:adjustRightInd w:val="0"/>
        <w:jc w:val="both"/>
        <w:rPr>
          <w:rFonts w:ascii="Arial" w:hAnsi="Arial" w:cs="Arial"/>
          <w:color w:val="000000"/>
        </w:rPr>
      </w:pPr>
      <w:r w:rsidRPr="00465D7E">
        <w:rPr>
          <w:rFonts w:ascii="Arial" w:hAnsi="Arial" w:cs="Arial"/>
        </w:rPr>
        <w:t xml:space="preserve">The objective of these consultancies will be to provide </w:t>
      </w:r>
      <w:r w:rsidRPr="00465D7E">
        <w:rPr>
          <w:rFonts w:ascii="Arial" w:hAnsi="Arial" w:cs="Arial"/>
          <w:color w:val="000000"/>
        </w:rPr>
        <w:t xml:space="preserve">institutional strengthening of the </w:t>
      </w:r>
      <w:smartTag w:uri="urn:schemas-microsoft-com:office:smarttags" w:element="place">
        <w:smartTag w:uri="urn:schemas-microsoft-com:office:smarttags" w:element="PlaceName">
          <w:r w:rsidRPr="00465D7E">
            <w:rPr>
              <w:rFonts w:ascii="Arial" w:hAnsi="Arial" w:cs="Arial"/>
              <w:color w:val="000000"/>
            </w:rPr>
            <w:t>Government</w:t>
          </w:r>
        </w:smartTag>
        <w:r w:rsidRPr="00465D7E">
          <w:rPr>
            <w:rFonts w:ascii="Arial" w:hAnsi="Arial" w:cs="Arial"/>
            <w:color w:val="000000"/>
          </w:rPr>
          <w:t xml:space="preserve"> </w:t>
        </w:r>
        <w:smartTag w:uri="urn:schemas-microsoft-com:office:smarttags" w:element="PlaceName">
          <w:r w:rsidRPr="00465D7E">
            <w:rPr>
              <w:rFonts w:ascii="Arial" w:hAnsi="Arial" w:cs="Arial"/>
              <w:color w:val="000000"/>
            </w:rPr>
            <w:t>Industrial</w:t>
          </w:r>
        </w:smartTag>
        <w:r w:rsidRPr="00465D7E">
          <w:rPr>
            <w:rFonts w:ascii="Arial" w:hAnsi="Arial" w:cs="Arial"/>
            <w:color w:val="000000"/>
          </w:rPr>
          <w:t xml:space="preserve"> </w:t>
        </w:r>
        <w:smartTag w:uri="urn:schemas-microsoft-com:office:smarttags" w:element="PlaceType">
          <w:r w:rsidRPr="00465D7E">
            <w:rPr>
              <w:rFonts w:ascii="Arial" w:hAnsi="Arial" w:cs="Arial"/>
              <w:color w:val="000000"/>
            </w:rPr>
            <w:t>School</w:t>
          </w:r>
        </w:smartTag>
      </w:smartTag>
      <w:r w:rsidRPr="00465D7E">
        <w:rPr>
          <w:rFonts w:ascii="Arial" w:hAnsi="Arial" w:cs="Arial"/>
          <w:color w:val="000000"/>
        </w:rPr>
        <w:t xml:space="preserve"> through specialized training to equip members of staff to adequately meet the increasingly complex needs of the juvenile offenders that come into custody.</w:t>
      </w:r>
    </w:p>
    <w:p w:rsidR="00434A0D" w:rsidRPr="00465D7E" w:rsidRDefault="00434A0D" w:rsidP="00C6436E">
      <w:pPr>
        <w:jc w:val="both"/>
        <w:rPr>
          <w:rFonts w:ascii="Arial" w:hAnsi="Arial" w:cs="Arial"/>
        </w:rPr>
      </w:pPr>
    </w:p>
    <w:p w:rsidR="00434A0D" w:rsidRPr="00465D7E" w:rsidRDefault="00434A0D" w:rsidP="00C6436E">
      <w:pPr>
        <w:jc w:val="both"/>
        <w:rPr>
          <w:rFonts w:ascii="Arial" w:hAnsi="Arial" w:cs="Arial"/>
        </w:rPr>
      </w:pPr>
      <w:r w:rsidRPr="00465D7E">
        <w:rPr>
          <w:rFonts w:ascii="Arial" w:hAnsi="Arial" w:cs="Arial"/>
        </w:rPr>
        <w:t xml:space="preserve">The services are expected to be undertaken over a maximum period of six </w:t>
      </w:r>
      <w:r>
        <w:rPr>
          <w:rFonts w:ascii="Arial" w:hAnsi="Arial" w:cs="Arial"/>
        </w:rPr>
        <w:t xml:space="preserve">(6) </w:t>
      </w:r>
      <w:r w:rsidRPr="00465D7E">
        <w:rPr>
          <w:rFonts w:ascii="Arial" w:hAnsi="Arial" w:cs="Arial"/>
        </w:rPr>
        <w:t>months</w:t>
      </w:r>
      <w:r>
        <w:rPr>
          <w:rFonts w:ascii="Arial" w:hAnsi="Arial" w:cs="Arial"/>
        </w:rPr>
        <w:t>.  Each module</w:t>
      </w:r>
      <w:r w:rsidRPr="00465D7E">
        <w:rPr>
          <w:rFonts w:ascii="Arial" w:hAnsi="Arial" w:cs="Arial"/>
        </w:rPr>
        <w:t xml:space="preserve"> will be undertaken by </w:t>
      </w:r>
      <w:r>
        <w:rPr>
          <w:rFonts w:ascii="Arial" w:hAnsi="Arial" w:cs="Arial"/>
        </w:rPr>
        <w:t xml:space="preserve">an </w:t>
      </w:r>
      <w:r w:rsidRPr="00465D7E">
        <w:rPr>
          <w:rFonts w:ascii="Arial" w:hAnsi="Arial" w:cs="Arial"/>
        </w:rPr>
        <w:t>individual consultan</w:t>
      </w:r>
      <w:r>
        <w:rPr>
          <w:rFonts w:ascii="Arial" w:hAnsi="Arial" w:cs="Arial"/>
        </w:rPr>
        <w:t>t.</w:t>
      </w:r>
    </w:p>
    <w:p w:rsidR="00434A0D" w:rsidRPr="00465D7E" w:rsidRDefault="00434A0D" w:rsidP="00C6436E">
      <w:pPr>
        <w:jc w:val="both"/>
        <w:rPr>
          <w:rFonts w:ascii="Arial" w:hAnsi="Arial" w:cs="Arial"/>
        </w:rPr>
      </w:pPr>
    </w:p>
    <w:p w:rsidR="00434A0D" w:rsidRPr="00465D7E" w:rsidRDefault="00434A0D" w:rsidP="00D05264">
      <w:pPr>
        <w:autoSpaceDE w:val="0"/>
        <w:autoSpaceDN w:val="0"/>
        <w:adjustRightInd w:val="0"/>
        <w:jc w:val="both"/>
        <w:rPr>
          <w:rFonts w:ascii="Arial" w:hAnsi="Arial" w:cs="Arial"/>
        </w:rPr>
      </w:pPr>
      <w:r w:rsidRPr="00465D7E">
        <w:rPr>
          <w:rFonts w:ascii="Arial" w:hAnsi="Arial" w:cs="Arial"/>
        </w:rPr>
        <w:t xml:space="preserve">The Government of Barbados through the Justice Improvement Programme Secretariat now invites eligible individuals from IDB member countries with experience in developing and implementing successful staff training programmes </w:t>
      </w:r>
      <w:r>
        <w:rPr>
          <w:rFonts w:ascii="Arial" w:hAnsi="Arial" w:cs="Arial"/>
        </w:rPr>
        <w:t xml:space="preserve">for juvenile justice agencies </w:t>
      </w:r>
      <w:r w:rsidRPr="00465D7E">
        <w:rPr>
          <w:rFonts w:ascii="Arial" w:hAnsi="Arial" w:cs="Arial"/>
        </w:rPr>
        <w:t>to submit their Curriculum Vitae</w:t>
      </w:r>
      <w:r>
        <w:rPr>
          <w:rFonts w:ascii="Arial" w:hAnsi="Arial" w:cs="Arial"/>
        </w:rPr>
        <w:t>, to qualify for the following consultancies:</w:t>
      </w:r>
    </w:p>
    <w:p w:rsidR="00434A0D" w:rsidRPr="00465D7E" w:rsidRDefault="00434A0D" w:rsidP="00C6436E">
      <w:pPr>
        <w:autoSpaceDE w:val="0"/>
        <w:autoSpaceDN w:val="0"/>
        <w:adjustRightInd w:val="0"/>
        <w:jc w:val="both"/>
        <w:rPr>
          <w:rFonts w:ascii="Arial" w:hAnsi="Arial" w:cs="Arial"/>
        </w:rPr>
      </w:pPr>
    </w:p>
    <w:p w:rsidR="00434A0D" w:rsidRPr="00465D7E" w:rsidRDefault="00434A0D" w:rsidP="000E481C">
      <w:pPr>
        <w:numPr>
          <w:ilvl w:val="0"/>
          <w:numId w:val="9"/>
        </w:numPr>
        <w:autoSpaceDE w:val="0"/>
        <w:autoSpaceDN w:val="0"/>
        <w:adjustRightInd w:val="0"/>
        <w:jc w:val="both"/>
        <w:rPr>
          <w:rFonts w:ascii="Arial" w:hAnsi="Arial" w:cs="Arial"/>
          <w:b/>
        </w:rPr>
      </w:pPr>
      <w:r w:rsidRPr="00465D7E">
        <w:rPr>
          <w:rFonts w:ascii="Arial" w:hAnsi="Arial" w:cs="Arial"/>
          <w:b/>
        </w:rPr>
        <w:t>Admissions Protocol</w:t>
      </w:r>
    </w:p>
    <w:p w:rsidR="00434A0D" w:rsidRPr="00465D7E" w:rsidRDefault="00434A0D" w:rsidP="000E481C">
      <w:pPr>
        <w:numPr>
          <w:ilvl w:val="0"/>
          <w:numId w:val="9"/>
        </w:numPr>
        <w:autoSpaceDE w:val="0"/>
        <w:autoSpaceDN w:val="0"/>
        <w:adjustRightInd w:val="0"/>
        <w:jc w:val="both"/>
        <w:rPr>
          <w:rFonts w:ascii="Arial" w:hAnsi="Arial" w:cs="Arial"/>
          <w:b/>
        </w:rPr>
      </w:pPr>
      <w:r w:rsidRPr="00465D7E">
        <w:rPr>
          <w:rFonts w:ascii="Arial" w:hAnsi="Arial" w:cs="Arial"/>
          <w:b/>
        </w:rPr>
        <w:t>Anger Management Behaviour Management Observation and Recording</w:t>
      </w:r>
    </w:p>
    <w:p w:rsidR="00434A0D" w:rsidRPr="00465D7E" w:rsidRDefault="00434A0D" w:rsidP="000E481C">
      <w:pPr>
        <w:numPr>
          <w:ilvl w:val="0"/>
          <w:numId w:val="9"/>
        </w:numPr>
        <w:autoSpaceDE w:val="0"/>
        <w:autoSpaceDN w:val="0"/>
        <w:adjustRightInd w:val="0"/>
        <w:jc w:val="both"/>
        <w:rPr>
          <w:rFonts w:ascii="Arial" w:hAnsi="Arial" w:cs="Arial"/>
          <w:b/>
        </w:rPr>
      </w:pPr>
      <w:r w:rsidRPr="00465D7E">
        <w:rPr>
          <w:rFonts w:ascii="Arial" w:hAnsi="Arial" w:cs="Arial"/>
          <w:b/>
        </w:rPr>
        <w:t>Conflict Resolution Effective Communication</w:t>
      </w:r>
    </w:p>
    <w:p w:rsidR="00434A0D" w:rsidRPr="00465D7E" w:rsidRDefault="00434A0D" w:rsidP="000E481C">
      <w:pPr>
        <w:numPr>
          <w:ilvl w:val="0"/>
          <w:numId w:val="9"/>
        </w:numPr>
        <w:autoSpaceDE w:val="0"/>
        <w:autoSpaceDN w:val="0"/>
        <w:adjustRightInd w:val="0"/>
        <w:jc w:val="both"/>
        <w:rPr>
          <w:rFonts w:ascii="Arial" w:hAnsi="Arial" w:cs="Arial"/>
          <w:b/>
        </w:rPr>
      </w:pPr>
      <w:r w:rsidRPr="00465D7E">
        <w:rPr>
          <w:rFonts w:ascii="Arial" w:hAnsi="Arial" w:cs="Arial"/>
          <w:b/>
        </w:rPr>
        <w:t>Custodial Safety Security and Critical Issues</w:t>
      </w:r>
    </w:p>
    <w:p w:rsidR="00434A0D" w:rsidRPr="00465D7E" w:rsidRDefault="00434A0D" w:rsidP="000E481C">
      <w:pPr>
        <w:numPr>
          <w:ilvl w:val="0"/>
          <w:numId w:val="9"/>
        </w:numPr>
        <w:autoSpaceDE w:val="0"/>
        <w:autoSpaceDN w:val="0"/>
        <w:adjustRightInd w:val="0"/>
        <w:jc w:val="both"/>
        <w:rPr>
          <w:rFonts w:ascii="Arial" w:hAnsi="Arial" w:cs="Arial"/>
          <w:b/>
        </w:rPr>
      </w:pPr>
      <w:r w:rsidRPr="00465D7E">
        <w:rPr>
          <w:rFonts w:ascii="Arial" w:hAnsi="Arial" w:cs="Arial"/>
          <w:b/>
        </w:rPr>
        <w:t>Managing Mental Health Issues</w:t>
      </w:r>
    </w:p>
    <w:p w:rsidR="00434A0D" w:rsidRPr="00465D7E" w:rsidRDefault="00434A0D" w:rsidP="000E481C">
      <w:pPr>
        <w:numPr>
          <w:ilvl w:val="0"/>
          <w:numId w:val="9"/>
        </w:numPr>
        <w:autoSpaceDE w:val="0"/>
        <w:autoSpaceDN w:val="0"/>
        <w:adjustRightInd w:val="0"/>
        <w:jc w:val="both"/>
        <w:rPr>
          <w:rFonts w:ascii="Arial" w:hAnsi="Arial" w:cs="Arial"/>
          <w:b/>
        </w:rPr>
      </w:pPr>
      <w:r w:rsidRPr="00465D7E">
        <w:rPr>
          <w:rFonts w:ascii="Arial" w:hAnsi="Arial" w:cs="Arial"/>
          <w:b/>
        </w:rPr>
        <w:t>Safety and Security in a Mental Health Context</w:t>
      </w:r>
    </w:p>
    <w:p w:rsidR="00434A0D" w:rsidRPr="00465D7E" w:rsidRDefault="00434A0D" w:rsidP="00D05264">
      <w:pPr>
        <w:autoSpaceDE w:val="0"/>
        <w:autoSpaceDN w:val="0"/>
        <w:adjustRightInd w:val="0"/>
        <w:jc w:val="both"/>
        <w:rPr>
          <w:rFonts w:ascii="Arial" w:hAnsi="Arial" w:cs="Arial"/>
        </w:rPr>
      </w:pPr>
    </w:p>
    <w:p w:rsidR="00434A0D" w:rsidRDefault="00434A0D" w:rsidP="00C6436E">
      <w:pPr>
        <w:autoSpaceDE w:val="0"/>
        <w:autoSpaceDN w:val="0"/>
        <w:adjustRightInd w:val="0"/>
        <w:jc w:val="both"/>
        <w:rPr>
          <w:rFonts w:ascii="Arial" w:hAnsi="Arial" w:cs="Arial"/>
        </w:rPr>
      </w:pPr>
      <w:r w:rsidRPr="00465D7E">
        <w:rPr>
          <w:rFonts w:ascii="Arial" w:hAnsi="Arial" w:cs="Arial"/>
        </w:rPr>
        <w:t>Interested individuals must provide information indicating that they are qualified to perform the work</w:t>
      </w:r>
      <w:r>
        <w:rPr>
          <w:rFonts w:ascii="Arial" w:hAnsi="Arial" w:cs="Arial"/>
        </w:rPr>
        <w:t xml:space="preserve"> in accordance with the following general criteria:</w:t>
      </w:r>
    </w:p>
    <w:p w:rsidR="00434A0D" w:rsidRDefault="00434A0D" w:rsidP="00C6436E">
      <w:pPr>
        <w:autoSpaceDE w:val="0"/>
        <w:autoSpaceDN w:val="0"/>
        <w:adjustRightInd w:val="0"/>
        <w:jc w:val="both"/>
        <w:rPr>
          <w:rFonts w:ascii="Arial" w:hAnsi="Arial" w:cs="Arial"/>
        </w:rPr>
      </w:pPr>
    </w:p>
    <w:p w:rsidR="00434A0D" w:rsidRDefault="00434A0D" w:rsidP="00BA6489">
      <w:pPr>
        <w:numPr>
          <w:ilvl w:val="0"/>
          <w:numId w:val="6"/>
        </w:numPr>
        <w:autoSpaceDE w:val="0"/>
        <w:autoSpaceDN w:val="0"/>
        <w:adjustRightInd w:val="0"/>
        <w:jc w:val="both"/>
        <w:rPr>
          <w:rFonts w:ascii="Arial" w:hAnsi="Arial" w:cs="Arial"/>
        </w:rPr>
      </w:pPr>
      <w:r>
        <w:rPr>
          <w:rFonts w:ascii="Arial" w:hAnsi="Arial" w:cs="Arial"/>
        </w:rPr>
        <w:t>Academic qualifications (25%);</w:t>
      </w:r>
    </w:p>
    <w:p w:rsidR="00434A0D" w:rsidRDefault="00434A0D" w:rsidP="00BA6489">
      <w:pPr>
        <w:numPr>
          <w:ilvl w:val="0"/>
          <w:numId w:val="6"/>
        </w:numPr>
        <w:autoSpaceDE w:val="0"/>
        <w:autoSpaceDN w:val="0"/>
        <w:adjustRightInd w:val="0"/>
        <w:jc w:val="both"/>
        <w:rPr>
          <w:rFonts w:ascii="Arial" w:hAnsi="Arial" w:cs="Arial"/>
        </w:rPr>
      </w:pPr>
      <w:r>
        <w:rPr>
          <w:rFonts w:ascii="Arial" w:hAnsi="Arial" w:cs="Arial"/>
        </w:rPr>
        <w:t xml:space="preserve">Specific </w:t>
      </w:r>
      <w:r w:rsidRPr="00465D7E">
        <w:rPr>
          <w:rFonts w:ascii="Arial" w:hAnsi="Arial" w:cs="Arial"/>
        </w:rPr>
        <w:t xml:space="preserve">experience in projects </w:t>
      </w:r>
      <w:r>
        <w:rPr>
          <w:rFonts w:ascii="Arial" w:hAnsi="Arial" w:cs="Arial"/>
        </w:rPr>
        <w:t xml:space="preserve">of a similar </w:t>
      </w:r>
      <w:r w:rsidRPr="00465D7E">
        <w:rPr>
          <w:rFonts w:ascii="Arial" w:hAnsi="Arial" w:cs="Arial"/>
        </w:rPr>
        <w:t xml:space="preserve">technical specialization </w:t>
      </w:r>
      <w:r>
        <w:rPr>
          <w:rFonts w:ascii="Arial" w:hAnsi="Arial" w:cs="Arial"/>
        </w:rPr>
        <w:t>(35%)</w:t>
      </w:r>
    </w:p>
    <w:p w:rsidR="00434A0D" w:rsidRDefault="00434A0D" w:rsidP="00BA6489">
      <w:pPr>
        <w:numPr>
          <w:ilvl w:val="0"/>
          <w:numId w:val="6"/>
        </w:numPr>
        <w:autoSpaceDE w:val="0"/>
        <w:autoSpaceDN w:val="0"/>
        <w:adjustRightInd w:val="0"/>
        <w:jc w:val="both"/>
        <w:rPr>
          <w:rFonts w:ascii="Arial" w:hAnsi="Arial" w:cs="Arial"/>
        </w:rPr>
      </w:pPr>
      <w:r>
        <w:rPr>
          <w:rFonts w:ascii="Arial" w:hAnsi="Arial" w:cs="Arial"/>
        </w:rPr>
        <w:t>General practical experience (35%)</w:t>
      </w:r>
    </w:p>
    <w:p w:rsidR="00434A0D" w:rsidRDefault="00434A0D" w:rsidP="00C6436E">
      <w:pPr>
        <w:numPr>
          <w:ilvl w:val="0"/>
          <w:numId w:val="6"/>
        </w:numPr>
        <w:autoSpaceDE w:val="0"/>
        <w:autoSpaceDN w:val="0"/>
        <w:adjustRightInd w:val="0"/>
        <w:jc w:val="both"/>
        <w:rPr>
          <w:rFonts w:ascii="Arial" w:hAnsi="Arial" w:cs="Arial"/>
        </w:rPr>
      </w:pPr>
      <w:r>
        <w:rPr>
          <w:rFonts w:ascii="Arial" w:hAnsi="Arial" w:cs="Arial"/>
        </w:rPr>
        <w:t>C</w:t>
      </w:r>
      <w:r w:rsidRPr="00465D7E">
        <w:rPr>
          <w:rFonts w:ascii="Arial" w:hAnsi="Arial" w:cs="Arial"/>
        </w:rPr>
        <w:t>ompetence in English</w:t>
      </w:r>
      <w:r>
        <w:rPr>
          <w:rFonts w:ascii="Arial" w:hAnsi="Arial" w:cs="Arial"/>
        </w:rPr>
        <w:t xml:space="preserve"> (5%)</w:t>
      </w:r>
    </w:p>
    <w:p w:rsidR="00434A0D" w:rsidRPr="00465D7E" w:rsidRDefault="00434A0D" w:rsidP="00BA6489">
      <w:pPr>
        <w:autoSpaceDE w:val="0"/>
        <w:autoSpaceDN w:val="0"/>
        <w:adjustRightInd w:val="0"/>
        <w:ind w:left="720"/>
        <w:jc w:val="both"/>
        <w:rPr>
          <w:rFonts w:ascii="Arial" w:hAnsi="Arial" w:cs="Arial"/>
        </w:rPr>
      </w:pPr>
    </w:p>
    <w:p w:rsidR="00434A0D" w:rsidRDefault="00434A0D" w:rsidP="00C6436E">
      <w:pPr>
        <w:autoSpaceDE w:val="0"/>
        <w:autoSpaceDN w:val="0"/>
        <w:adjustRightInd w:val="0"/>
        <w:jc w:val="both"/>
        <w:rPr>
          <w:rFonts w:ascii="Arial" w:hAnsi="Arial" w:cs="Arial"/>
        </w:rPr>
      </w:pPr>
    </w:p>
    <w:p w:rsidR="00434A0D" w:rsidRDefault="00434A0D" w:rsidP="00BA6489">
      <w:pPr>
        <w:autoSpaceDE w:val="0"/>
        <w:autoSpaceDN w:val="0"/>
        <w:adjustRightInd w:val="0"/>
        <w:jc w:val="both"/>
        <w:rPr>
          <w:rFonts w:ascii="Arial" w:hAnsi="Arial" w:cs="Arial"/>
        </w:rPr>
      </w:pPr>
      <w:r>
        <w:rPr>
          <w:rFonts w:ascii="Arial" w:hAnsi="Arial" w:cs="Arial"/>
        </w:rPr>
        <w:t>The Terms of Reference which set out the specific criteria for each consultancy are available from the address below.</w:t>
      </w:r>
    </w:p>
    <w:p w:rsidR="00434A0D" w:rsidRDefault="00434A0D" w:rsidP="00C6436E">
      <w:pPr>
        <w:autoSpaceDE w:val="0"/>
        <w:autoSpaceDN w:val="0"/>
        <w:adjustRightInd w:val="0"/>
        <w:jc w:val="both"/>
        <w:rPr>
          <w:rFonts w:ascii="Arial" w:hAnsi="Arial" w:cs="Arial"/>
        </w:rPr>
      </w:pPr>
    </w:p>
    <w:p w:rsidR="00434A0D" w:rsidRPr="00465D7E" w:rsidRDefault="00434A0D" w:rsidP="00C6436E">
      <w:pPr>
        <w:autoSpaceDE w:val="0"/>
        <w:autoSpaceDN w:val="0"/>
        <w:adjustRightInd w:val="0"/>
        <w:jc w:val="both"/>
        <w:rPr>
          <w:rFonts w:ascii="Arial" w:hAnsi="Arial" w:cs="Arial"/>
        </w:rPr>
      </w:pPr>
      <w:r w:rsidRPr="00465D7E">
        <w:rPr>
          <w:rFonts w:ascii="Arial" w:hAnsi="Arial" w:cs="Arial"/>
        </w:rPr>
        <w:t xml:space="preserve">Selection of consultants will be in accordance with the procedures set out in the </w:t>
      </w:r>
      <w:r w:rsidRPr="00465D7E">
        <w:rPr>
          <w:rFonts w:ascii="Arial" w:hAnsi="Arial" w:cs="Arial"/>
          <w:b/>
        </w:rPr>
        <w:t>Policies for the Selection</w:t>
      </w:r>
      <w:r w:rsidRPr="00465D7E">
        <w:rPr>
          <w:rFonts w:ascii="Arial" w:hAnsi="Arial" w:cs="Arial"/>
        </w:rPr>
        <w:t xml:space="preserve"> </w:t>
      </w:r>
      <w:r w:rsidRPr="00465D7E">
        <w:rPr>
          <w:rFonts w:ascii="Arial" w:hAnsi="Arial" w:cs="Arial"/>
          <w:b/>
        </w:rPr>
        <w:t>and Contracting of Consultants Financed by the Inter-American Development Bank – GN2350-7</w:t>
      </w:r>
      <w:r>
        <w:rPr>
          <w:rFonts w:ascii="Arial" w:hAnsi="Arial" w:cs="Arial"/>
          <w:b/>
        </w:rPr>
        <w:t>,</w:t>
      </w:r>
      <w:r w:rsidRPr="00465D7E">
        <w:rPr>
          <w:rFonts w:ascii="Arial" w:hAnsi="Arial" w:cs="Arial"/>
          <w:b/>
        </w:rPr>
        <w:t xml:space="preserve"> Section V – Selection of Individual Consultants </w:t>
      </w:r>
      <w:r w:rsidRPr="00465D7E">
        <w:rPr>
          <w:rFonts w:ascii="Arial" w:hAnsi="Arial" w:cs="Arial"/>
        </w:rPr>
        <w:t>and is open to all eligible bidders as defined in the</w:t>
      </w:r>
      <w:r>
        <w:rPr>
          <w:rFonts w:ascii="Arial" w:hAnsi="Arial" w:cs="Arial"/>
        </w:rPr>
        <w:t>se</w:t>
      </w:r>
      <w:r w:rsidRPr="00465D7E">
        <w:rPr>
          <w:rFonts w:ascii="Arial" w:hAnsi="Arial" w:cs="Arial"/>
        </w:rPr>
        <w:t xml:space="preserve"> policies. </w:t>
      </w:r>
      <w:r w:rsidRPr="00465D7E">
        <w:rPr>
          <w:rFonts w:ascii="Arial" w:hAnsi="Arial" w:cs="Arial"/>
          <w:b/>
        </w:rPr>
        <w:t xml:space="preserve"> </w:t>
      </w:r>
    </w:p>
    <w:p w:rsidR="00434A0D" w:rsidRPr="00465D7E" w:rsidRDefault="00434A0D" w:rsidP="00C6436E">
      <w:pPr>
        <w:autoSpaceDE w:val="0"/>
        <w:autoSpaceDN w:val="0"/>
        <w:adjustRightInd w:val="0"/>
        <w:jc w:val="both"/>
        <w:rPr>
          <w:rFonts w:ascii="Arial" w:hAnsi="Arial" w:cs="Arial"/>
        </w:rPr>
      </w:pPr>
    </w:p>
    <w:p w:rsidR="00434A0D" w:rsidRPr="00465D7E" w:rsidRDefault="00434A0D" w:rsidP="00C6436E">
      <w:pPr>
        <w:autoSpaceDE w:val="0"/>
        <w:autoSpaceDN w:val="0"/>
        <w:adjustRightInd w:val="0"/>
        <w:jc w:val="both"/>
        <w:rPr>
          <w:rFonts w:ascii="Arial" w:hAnsi="Arial" w:cs="Arial"/>
        </w:rPr>
      </w:pPr>
      <w:r w:rsidRPr="00465D7E">
        <w:rPr>
          <w:rFonts w:ascii="Arial" w:hAnsi="Arial" w:cs="Arial"/>
        </w:rPr>
        <w:t>The successful applicant</w:t>
      </w:r>
      <w:r>
        <w:rPr>
          <w:rFonts w:ascii="Arial" w:hAnsi="Arial" w:cs="Arial"/>
        </w:rPr>
        <w:t>s</w:t>
      </w:r>
      <w:r w:rsidRPr="00465D7E">
        <w:rPr>
          <w:rFonts w:ascii="Arial" w:hAnsi="Arial" w:cs="Arial"/>
        </w:rPr>
        <w:t xml:space="preserve"> will be required to enter into contract</w:t>
      </w:r>
      <w:r>
        <w:rPr>
          <w:rFonts w:ascii="Arial" w:hAnsi="Arial" w:cs="Arial"/>
        </w:rPr>
        <w:t>s</w:t>
      </w:r>
      <w:r w:rsidRPr="00465D7E">
        <w:rPr>
          <w:rFonts w:ascii="Arial" w:hAnsi="Arial" w:cs="Arial"/>
        </w:rPr>
        <w:t xml:space="preserve"> drawn up by or in a form approved by the Solicitor General or another Legal Officer in the Public Service who has received the Solicitor General’s approval. </w:t>
      </w:r>
    </w:p>
    <w:p w:rsidR="00434A0D" w:rsidRPr="00465D7E" w:rsidRDefault="00434A0D" w:rsidP="00C6436E">
      <w:pPr>
        <w:autoSpaceDE w:val="0"/>
        <w:autoSpaceDN w:val="0"/>
        <w:adjustRightInd w:val="0"/>
        <w:jc w:val="both"/>
        <w:rPr>
          <w:rFonts w:ascii="Arial" w:hAnsi="Arial" w:cs="Arial"/>
        </w:rPr>
      </w:pPr>
    </w:p>
    <w:p w:rsidR="00434A0D" w:rsidRPr="00465D7E" w:rsidRDefault="00434A0D" w:rsidP="00C6436E">
      <w:pPr>
        <w:autoSpaceDE w:val="0"/>
        <w:autoSpaceDN w:val="0"/>
        <w:adjustRightInd w:val="0"/>
        <w:jc w:val="both"/>
        <w:rPr>
          <w:rFonts w:ascii="Arial" w:hAnsi="Arial" w:cs="Arial"/>
        </w:rPr>
      </w:pPr>
      <w:r w:rsidRPr="00465D7E">
        <w:rPr>
          <w:rFonts w:ascii="Arial" w:hAnsi="Arial" w:cs="Arial"/>
        </w:rPr>
        <w:t>Two (2) copies of the letter of application and curriculum vitae clearly marked:</w:t>
      </w:r>
    </w:p>
    <w:p w:rsidR="00434A0D" w:rsidRPr="00465D7E" w:rsidRDefault="00434A0D" w:rsidP="00C6436E">
      <w:pPr>
        <w:autoSpaceDE w:val="0"/>
        <w:autoSpaceDN w:val="0"/>
        <w:adjustRightInd w:val="0"/>
        <w:jc w:val="both"/>
        <w:rPr>
          <w:rFonts w:ascii="Arial" w:hAnsi="Arial" w:cs="Arial"/>
        </w:rPr>
      </w:pPr>
    </w:p>
    <w:p w:rsidR="00434A0D" w:rsidRDefault="00434A0D" w:rsidP="00BA6489">
      <w:pPr>
        <w:numPr>
          <w:ilvl w:val="0"/>
          <w:numId w:val="8"/>
        </w:numPr>
        <w:autoSpaceDE w:val="0"/>
        <w:autoSpaceDN w:val="0"/>
        <w:adjustRightInd w:val="0"/>
        <w:jc w:val="both"/>
        <w:rPr>
          <w:rFonts w:ascii="Arial" w:hAnsi="Arial" w:cs="Arial"/>
          <w:b/>
        </w:rPr>
      </w:pPr>
      <w:r w:rsidRPr="00465D7E">
        <w:rPr>
          <w:rFonts w:ascii="Arial" w:hAnsi="Arial" w:cs="Arial"/>
          <w:b/>
        </w:rPr>
        <w:t xml:space="preserve">Request for </w:t>
      </w:r>
      <w:r>
        <w:rPr>
          <w:rFonts w:ascii="Arial" w:hAnsi="Arial" w:cs="Arial"/>
          <w:b/>
        </w:rPr>
        <w:t>Consulting Services</w:t>
      </w:r>
      <w:r w:rsidRPr="00465D7E">
        <w:rPr>
          <w:rFonts w:ascii="Arial" w:hAnsi="Arial" w:cs="Arial"/>
          <w:b/>
        </w:rPr>
        <w:t xml:space="preserve"> – </w:t>
      </w:r>
      <w:smartTag w:uri="urn:schemas-microsoft-com:office:smarttags" w:element="place">
        <w:smartTag w:uri="urn:schemas-microsoft-com:office:smarttags" w:element="PlaceName">
          <w:r w:rsidRPr="00465D7E">
            <w:rPr>
              <w:rFonts w:ascii="Arial" w:hAnsi="Arial" w:cs="Arial"/>
              <w:b/>
            </w:rPr>
            <w:t>Government</w:t>
          </w:r>
        </w:smartTag>
        <w:r w:rsidRPr="00465D7E">
          <w:rPr>
            <w:rFonts w:ascii="Arial" w:hAnsi="Arial" w:cs="Arial"/>
            <w:b/>
          </w:rPr>
          <w:t xml:space="preserve"> </w:t>
        </w:r>
        <w:smartTag w:uri="urn:schemas-microsoft-com:office:smarttags" w:element="PlaceName">
          <w:r w:rsidRPr="00465D7E">
            <w:rPr>
              <w:rFonts w:ascii="Arial" w:hAnsi="Arial" w:cs="Arial"/>
              <w:b/>
            </w:rPr>
            <w:t>Industrial</w:t>
          </w:r>
        </w:smartTag>
        <w:r w:rsidRPr="00465D7E">
          <w:rPr>
            <w:rFonts w:ascii="Arial" w:hAnsi="Arial" w:cs="Arial"/>
            <w:b/>
          </w:rPr>
          <w:t xml:space="preserve"> </w:t>
        </w:r>
        <w:smartTag w:uri="urn:schemas-microsoft-com:office:smarttags" w:element="PlaceType">
          <w:r w:rsidRPr="00465D7E">
            <w:rPr>
              <w:rFonts w:ascii="Arial" w:hAnsi="Arial" w:cs="Arial"/>
              <w:b/>
            </w:rPr>
            <w:t>School</w:t>
          </w:r>
        </w:smartTag>
      </w:smartTag>
      <w:r w:rsidRPr="00465D7E">
        <w:rPr>
          <w:rFonts w:ascii="Arial" w:hAnsi="Arial" w:cs="Arial"/>
          <w:b/>
        </w:rPr>
        <w:t xml:space="preserve"> Training Consultancy: Admissions Protocol</w:t>
      </w:r>
    </w:p>
    <w:p w:rsidR="00434A0D" w:rsidRDefault="00434A0D" w:rsidP="00E3299A">
      <w:pPr>
        <w:autoSpaceDE w:val="0"/>
        <w:autoSpaceDN w:val="0"/>
        <w:adjustRightInd w:val="0"/>
        <w:jc w:val="both"/>
        <w:rPr>
          <w:rFonts w:ascii="Arial" w:hAnsi="Arial" w:cs="Arial"/>
          <w:b/>
        </w:rPr>
      </w:pPr>
      <w:r>
        <w:rPr>
          <w:rFonts w:ascii="Arial" w:hAnsi="Arial" w:cs="Arial"/>
          <w:b/>
        </w:rPr>
        <w:t>or</w:t>
      </w:r>
    </w:p>
    <w:p w:rsidR="00434A0D" w:rsidRPr="00465D7E" w:rsidRDefault="00434A0D" w:rsidP="0010549D">
      <w:pPr>
        <w:autoSpaceDE w:val="0"/>
        <w:autoSpaceDN w:val="0"/>
        <w:adjustRightInd w:val="0"/>
        <w:jc w:val="both"/>
        <w:rPr>
          <w:rFonts w:ascii="Arial" w:hAnsi="Arial" w:cs="Arial"/>
          <w:b/>
        </w:rPr>
      </w:pPr>
    </w:p>
    <w:p w:rsidR="00434A0D" w:rsidRDefault="00434A0D" w:rsidP="0010549D">
      <w:pPr>
        <w:numPr>
          <w:ilvl w:val="0"/>
          <w:numId w:val="8"/>
        </w:numPr>
        <w:autoSpaceDE w:val="0"/>
        <w:autoSpaceDN w:val="0"/>
        <w:adjustRightInd w:val="0"/>
        <w:jc w:val="both"/>
        <w:rPr>
          <w:rFonts w:ascii="Arial" w:hAnsi="Arial" w:cs="Arial"/>
          <w:b/>
        </w:rPr>
      </w:pPr>
      <w:r w:rsidRPr="00465D7E">
        <w:rPr>
          <w:rFonts w:ascii="Arial" w:hAnsi="Arial" w:cs="Arial"/>
          <w:b/>
        </w:rPr>
        <w:t xml:space="preserve">Request for </w:t>
      </w:r>
      <w:r>
        <w:rPr>
          <w:rFonts w:ascii="Arial" w:hAnsi="Arial" w:cs="Arial"/>
          <w:b/>
        </w:rPr>
        <w:t>Consulting Services</w:t>
      </w:r>
      <w:r w:rsidRPr="00465D7E">
        <w:rPr>
          <w:rFonts w:ascii="Arial" w:hAnsi="Arial" w:cs="Arial"/>
          <w:b/>
        </w:rPr>
        <w:t xml:space="preserve"> – </w:t>
      </w:r>
      <w:smartTag w:uri="urn:schemas-microsoft-com:office:smarttags" w:element="place">
        <w:smartTag w:uri="urn:schemas-microsoft-com:office:smarttags" w:element="PlaceName">
          <w:r w:rsidRPr="00465D7E">
            <w:rPr>
              <w:rFonts w:ascii="Arial" w:hAnsi="Arial" w:cs="Arial"/>
              <w:b/>
            </w:rPr>
            <w:t>Government</w:t>
          </w:r>
        </w:smartTag>
        <w:r w:rsidRPr="00465D7E">
          <w:rPr>
            <w:rFonts w:ascii="Arial" w:hAnsi="Arial" w:cs="Arial"/>
            <w:b/>
          </w:rPr>
          <w:t xml:space="preserve"> </w:t>
        </w:r>
        <w:smartTag w:uri="urn:schemas-microsoft-com:office:smarttags" w:element="PlaceName">
          <w:r w:rsidRPr="00465D7E">
            <w:rPr>
              <w:rFonts w:ascii="Arial" w:hAnsi="Arial" w:cs="Arial"/>
              <w:b/>
            </w:rPr>
            <w:t>Industrial</w:t>
          </w:r>
        </w:smartTag>
        <w:r w:rsidRPr="00465D7E">
          <w:rPr>
            <w:rFonts w:ascii="Arial" w:hAnsi="Arial" w:cs="Arial"/>
            <w:b/>
          </w:rPr>
          <w:t xml:space="preserve"> </w:t>
        </w:r>
        <w:smartTag w:uri="urn:schemas-microsoft-com:office:smarttags" w:element="PlaceType">
          <w:r w:rsidRPr="00465D7E">
            <w:rPr>
              <w:rFonts w:ascii="Arial" w:hAnsi="Arial" w:cs="Arial"/>
              <w:b/>
            </w:rPr>
            <w:t>School</w:t>
          </w:r>
        </w:smartTag>
      </w:smartTag>
      <w:r w:rsidRPr="00465D7E">
        <w:rPr>
          <w:rFonts w:ascii="Arial" w:hAnsi="Arial" w:cs="Arial"/>
          <w:b/>
        </w:rPr>
        <w:t xml:space="preserve"> Training Consultancy: Anger Management Behaviour Management Observation and Recording</w:t>
      </w:r>
    </w:p>
    <w:p w:rsidR="00434A0D" w:rsidRPr="00465D7E" w:rsidRDefault="00434A0D" w:rsidP="00E3299A">
      <w:pPr>
        <w:autoSpaceDE w:val="0"/>
        <w:autoSpaceDN w:val="0"/>
        <w:adjustRightInd w:val="0"/>
        <w:jc w:val="both"/>
        <w:rPr>
          <w:rFonts w:ascii="Arial" w:hAnsi="Arial" w:cs="Arial"/>
          <w:b/>
        </w:rPr>
      </w:pPr>
      <w:r>
        <w:rPr>
          <w:rFonts w:ascii="Arial" w:hAnsi="Arial" w:cs="Arial"/>
          <w:b/>
        </w:rPr>
        <w:t>or</w:t>
      </w:r>
    </w:p>
    <w:p w:rsidR="00434A0D" w:rsidRPr="00465D7E" w:rsidRDefault="00434A0D" w:rsidP="0010549D">
      <w:pPr>
        <w:autoSpaceDE w:val="0"/>
        <w:autoSpaceDN w:val="0"/>
        <w:adjustRightInd w:val="0"/>
        <w:jc w:val="both"/>
        <w:rPr>
          <w:rFonts w:ascii="Arial" w:hAnsi="Arial" w:cs="Arial"/>
          <w:b/>
        </w:rPr>
      </w:pPr>
    </w:p>
    <w:p w:rsidR="00434A0D" w:rsidRDefault="00434A0D" w:rsidP="0010549D">
      <w:pPr>
        <w:numPr>
          <w:ilvl w:val="0"/>
          <w:numId w:val="8"/>
        </w:numPr>
        <w:autoSpaceDE w:val="0"/>
        <w:autoSpaceDN w:val="0"/>
        <w:adjustRightInd w:val="0"/>
        <w:jc w:val="both"/>
        <w:rPr>
          <w:rFonts w:ascii="Arial" w:hAnsi="Arial" w:cs="Arial"/>
          <w:b/>
        </w:rPr>
      </w:pPr>
      <w:r w:rsidRPr="00465D7E">
        <w:rPr>
          <w:rFonts w:ascii="Arial" w:hAnsi="Arial" w:cs="Arial"/>
          <w:b/>
        </w:rPr>
        <w:t xml:space="preserve">Request for </w:t>
      </w:r>
      <w:r>
        <w:rPr>
          <w:rFonts w:ascii="Arial" w:hAnsi="Arial" w:cs="Arial"/>
          <w:b/>
        </w:rPr>
        <w:t>Consulting Services</w:t>
      </w:r>
      <w:r w:rsidRPr="00465D7E">
        <w:rPr>
          <w:rFonts w:ascii="Arial" w:hAnsi="Arial" w:cs="Arial"/>
          <w:b/>
        </w:rPr>
        <w:t xml:space="preserve"> – </w:t>
      </w:r>
      <w:smartTag w:uri="urn:schemas-microsoft-com:office:smarttags" w:element="place">
        <w:smartTag w:uri="urn:schemas-microsoft-com:office:smarttags" w:element="PlaceName">
          <w:r w:rsidRPr="00465D7E">
            <w:rPr>
              <w:rFonts w:ascii="Arial" w:hAnsi="Arial" w:cs="Arial"/>
              <w:b/>
            </w:rPr>
            <w:t>Government</w:t>
          </w:r>
        </w:smartTag>
        <w:r w:rsidRPr="00465D7E">
          <w:rPr>
            <w:rFonts w:ascii="Arial" w:hAnsi="Arial" w:cs="Arial"/>
            <w:b/>
          </w:rPr>
          <w:t xml:space="preserve"> </w:t>
        </w:r>
        <w:smartTag w:uri="urn:schemas-microsoft-com:office:smarttags" w:element="PlaceName">
          <w:r w:rsidRPr="00465D7E">
            <w:rPr>
              <w:rFonts w:ascii="Arial" w:hAnsi="Arial" w:cs="Arial"/>
              <w:b/>
            </w:rPr>
            <w:t>Industrial</w:t>
          </w:r>
        </w:smartTag>
        <w:r w:rsidRPr="00465D7E">
          <w:rPr>
            <w:rFonts w:ascii="Arial" w:hAnsi="Arial" w:cs="Arial"/>
            <w:b/>
          </w:rPr>
          <w:t xml:space="preserve"> </w:t>
        </w:r>
        <w:smartTag w:uri="urn:schemas-microsoft-com:office:smarttags" w:element="PlaceType">
          <w:r w:rsidRPr="00465D7E">
            <w:rPr>
              <w:rFonts w:ascii="Arial" w:hAnsi="Arial" w:cs="Arial"/>
              <w:b/>
            </w:rPr>
            <w:t>School</w:t>
          </w:r>
        </w:smartTag>
      </w:smartTag>
      <w:r w:rsidRPr="00465D7E">
        <w:rPr>
          <w:rFonts w:ascii="Arial" w:hAnsi="Arial" w:cs="Arial"/>
          <w:b/>
        </w:rPr>
        <w:t xml:space="preserve"> Training Consultancy: Conflict Resolution Effective Communication</w:t>
      </w:r>
    </w:p>
    <w:p w:rsidR="00434A0D" w:rsidRPr="00465D7E" w:rsidRDefault="00434A0D" w:rsidP="00E3299A">
      <w:pPr>
        <w:autoSpaceDE w:val="0"/>
        <w:autoSpaceDN w:val="0"/>
        <w:adjustRightInd w:val="0"/>
        <w:jc w:val="both"/>
        <w:rPr>
          <w:rFonts w:ascii="Arial" w:hAnsi="Arial" w:cs="Arial"/>
          <w:b/>
        </w:rPr>
      </w:pPr>
      <w:r>
        <w:rPr>
          <w:rFonts w:ascii="Arial" w:hAnsi="Arial" w:cs="Arial"/>
          <w:b/>
        </w:rPr>
        <w:t>or</w:t>
      </w:r>
    </w:p>
    <w:p w:rsidR="00434A0D" w:rsidRDefault="00434A0D" w:rsidP="00E3299A">
      <w:pPr>
        <w:autoSpaceDE w:val="0"/>
        <w:autoSpaceDN w:val="0"/>
        <w:adjustRightInd w:val="0"/>
        <w:ind w:left="360"/>
        <w:jc w:val="both"/>
        <w:rPr>
          <w:rFonts w:ascii="Arial" w:hAnsi="Arial" w:cs="Arial"/>
          <w:b/>
        </w:rPr>
      </w:pPr>
    </w:p>
    <w:p w:rsidR="00434A0D" w:rsidRDefault="00434A0D" w:rsidP="0010549D">
      <w:pPr>
        <w:numPr>
          <w:ilvl w:val="0"/>
          <w:numId w:val="8"/>
        </w:numPr>
        <w:autoSpaceDE w:val="0"/>
        <w:autoSpaceDN w:val="0"/>
        <w:adjustRightInd w:val="0"/>
        <w:jc w:val="both"/>
        <w:rPr>
          <w:rFonts w:ascii="Arial" w:hAnsi="Arial" w:cs="Arial"/>
          <w:b/>
        </w:rPr>
      </w:pPr>
      <w:r w:rsidRPr="00465D7E">
        <w:rPr>
          <w:rFonts w:ascii="Arial" w:hAnsi="Arial" w:cs="Arial"/>
          <w:b/>
        </w:rPr>
        <w:t xml:space="preserve">Request for </w:t>
      </w:r>
      <w:r>
        <w:rPr>
          <w:rFonts w:ascii="Arial" w:hAnsi="Arial" w:cs="Arial"/>
          <w:b/>
        </w:rPr>
        <w:t>Consulting Services</w:t>
      </w:r>
      <w:r w:rsidRPr="00465D7E">
        <w:rPr>
          <w:rFonts w:ascii="Arial" w:hAnsi="Arial" w:cs="Arial"/>
          <w:b/>
        </w:rPr>
        <w:t xml:space="preserve"> – </w:t>
      </w:r>
      <w:smartTag w:uri="urn:schemas-microsoft-com:office:smarttags" w:element="place">
        <w:smartTag w:uri="urn:schemas-microsoft-com:office:smarttags" w:element="PlaceName">
          <w:r w:rsidRPr="00465D7E">
            <w:rPr>
              <w:rFonts w:ascii="Arial" w:hAnsi="Arial" w:cs="Arial"/>
              <w:b/>
            </w:rPr>
            <w:t>Government</w:t>
          </w:r>
        </w:smartTag>
        <w:r w:rsidRPr="00465D7E">
          <w:rPr>
            <w:rFonts w:ascii="Arial" w:hAnsi="Arial" w:cs="Arial"/>
            <w:b/>
          </w:rPr>
          <w:t xml:space="preserve"> </w:t>
        </w:r>
        <w:smartTag w:uri="urn:schemas-microsoft-com:office:smarttags" w:element="PlaceName">
          <w:r w:rsidRPr="00465D7E">
            <w:rPr>
              <w:rFonts w:ascii="Arial" w:hAnsi="Arial" w:cs="Arial"/>
              <w:b/>
            </w:rPr>
            <w:t>Industrial</w:t>
          </w:r>
        </w:smartTag>
        <w:r w:rsidRPr="00465D7E">
          <w:rPr>
            <w:rFonts w:ascii="Arial" w:hAnsi="Arial" w:cs="Arial"/>
            <w:b/>
          </w:rPr>
          <w:t xml:space="preserve"> </w:t>
        </w:r>
        <w:smartTag w:uri="urn:schemas-microsoft-com:office:smarttags" w:element="PlaceType">
          <w:r w:rsidRPr="00465D7E">
            <w:rPr>
              <w:rFonts w:ascii="Arial" w:hAnsi="Arial" w:cs="Arial"/>
              <w:b/>
            </w:rPr>
            <w:t>School</w:t>
          </w:r>
        </w:smartTag>
      </w:smartTag>
      <w:r w:rsidRPr="00465D7E">
        <w:rPr>
          <w:rFonts w:ascii="Arial" w:hAnsi="Arial" w:cs="Arial"/>
          <w:b/>
        </w:rPr>
        <w:t xml:space="preserve"> Training Consultancy: Custodial Safety Security and Critical issues</w:t>
      </w:r>
    </w:p>
    <w:p w:rsidR="00434A0D" w:rsidRPr="00465D7E" w:rsidRDefault="00434A0D" w:rsidP="00E3299A">
      <w:pPr>
        <w:autoSpaceDE w:val="0"/>
        <w:autoSpaceDN w:val="0"/>
        <w:adjustRightInd w:val="0"/>
        <w:jc w:val="both"/>
        <w:rPr>
          <w:rFonts w:ascii="Arial" w:hAnsi="Arial" w:cs="Arial"/>
          <w:b/>
        </w:rPr>
      </w:pPr>
      <w:r>
        <w:rPr>
          <w:rFonts w:ascii="Arial" w:hAnsi="Arial" w:cs="Arial"/>
          <w:b/>
        </w:rPr>
        <w:t>or</w:t>
      </w:r>
    </w:p>
    <w:p w:rsidR="00434A0D" w:rsidRDefault="00434A0D" w:rsidP="00E3299A">
      <w:pPr>
        <w:autoSpaceDE w:val="0"/>
        <w:autoSpaceDN w:val="0"/>
        <w:adjustRightInd w:val="0"/>
        <w:ind w:left="360"/>
        <w:jc w:val="both"/>
        <w:rPr>
          <w:rFonts w:ascii="Arial" w:hAnsi="Arial" w:cs="Arial"/>
          <w:b/>
        </w:rPr>
      </w:pPr>
    </w:p>
    <w:p w:rsidR="00434A0D" w:rsidRDefault="00434A0D" w:rsidP="0010549D">
      <w:pPr>
        <w:numPr>
          <w:ilvl w:val="0"/>
          <w:numId w:val="8"/>
        </w:numPr>
        <w:autoSpaceDE w:val="0"/>
        <w:autoSpaceDN w:val="0"/>
        <w:adjustRightInd w:val="0"/>
        <w:jc w:val="both"/>
        <w:rPr>
          <w:rFonts w:ascii="Arial" w:hAnsi="Arial" w:cs="Arial"/>
          <w:b/>
        </w:rPr>
      </w:pPr>
      <w:r w:rsidRPr="00465D7E">
        <w:rPr>
          <w:rFonts w:ascii="Arial" w:hAnsi="Arial" w:cs="Arial"/>
          <w:b/>
        </w:rPr>
        <w:t xml:space="preserve">Request for </w:t>
      </w:r>
      <w:r>
        <w:rPr>
          <w:rFonts w:ascii="Arial" w:hAnsi="Arial" w:cs="Arial"/>
          <w:b/>
        </w:rPr>
        <w:t>Consulting Services</w:t>
      </w:r>
      <w:r w:rsidRPr="00465D7E">
        <w:rPr>
          <w:rFonts w:ascii="Arial" w:hAnsi="Arial" w:cs="Arial"/>
          <w:b/>
        </w:rPr>
        <w:t xml:space="preserve"> – </w:t>
      </w:r>
      <w:smartTag w:uri="urn:schemas-microsoft-com:office:smarttags" w:element="place">
        <w:smartTag w:uri="urn:schemas-microsoft-com:office:smarttags" w:element="PlaceName">
          <w:r w:rsidRPr="00465D7E">
            <w:rPr>
              <w:rFonts w:ascii="Arial" w:hAnsi="Arial" w:cs="Arial"/>
              <w:b/>
            </w:rPr>
            <w:t>Government</w:t>
          </w:r>
        </w:smartTag>
        <w:r w:rsidRPr="00465D7E">
          <w:rPr>
            <w:rFonts w:ascii="Arial" w:hAnsi="Arial" w:cs="Arial"/>
            <w:b/>
          </w:rPr>
          <w:t xml:space="preserve"> </w:t>
        </w:r>
        <w:smartTag w:uri="urn:schemas-microsoft-com:office:smarttags" w:element="PlaceName">
          <w:r w:rsidRPr="00465D7E">
            <w:rPr>
              <w:rFonts w:ascii="Arial" w:hAnsi="Arial" w:cs="Arial"/>
              <w:b/>
            </w:rPr>
            <w:t>Industrial</w:t>
          </w:r>
        </w:smartTag>
        <w:r w:rsidRPr="00465D7E">
          <w:rPr>
            <w:rFonts w:ascii="Arial" w:hAnsi="Arial" w:cs="Arial"/>
            <w:b/>
          </w:rPr>
          <w:t xml:space="preserve"> </w:t>
        </w:r>
        <w:smartTag w:uri="urn:schemas-microsoft-com:office:smarttags" w:element="PlaceType">
          <w:r w:rsidRPr="00465D7E">
            <w:rPr>
              <w:rFonts w:ascii="Arial" w:hAnsi="Arial" w:cs="Arial"/>
              <w:b/>
            </w:rPr>
            <w:t>School</w:t>
          </w:r>
        </w:smartTag>
      </w:smartTag>
      <w:r w:rsidRPr="00465D7E">
        <w:rPr>
          <w:rFonts w:ascii="Arial" w:hAnsi="Arial" w:cs="Arial"/>
          <w:b/>
        </w:rPr>
        <w:t xml:space="preserve"> Training Consultancy: Managing Mental Health Issues</w:t>
      </w:r>
    </w:p>
    <w:p w:rsidR="00434A0D" w:rsidRPr="00465D7E" w:rsidRDefault="00434A0D" w:rsidP="00E3299A">
      <w:pPr>
        <w:autoSpaceDE w:val="0"/>
        <w:autoSpaceDN w:val="0"/>
        <w:adjustRightInd w:val="0"/>
        <w:jc w:val="both"/>
        <w:rPr>
          <w:rFonts w:ascii="Arial" w:hAnsi="Arial" w:cs="Arial"/>
          <w:b/>
        </w:rPr>
      </w:pPr>
      <w:r>
        <w:rPr>
          <w:rFonts w:ascii="Arial" w:hAnsi="Arial" w:cs="Arial"/>
          <w:b/>
        </w:rPr>
        <w:t>or</w:t>
      </w:r>
    </w:p>
    <w:p w:rsidR="00434A0D" w:rsidRPr="00465D7E" w:rsidRDefault="00434A0D" w:rsidP="0010549D">
      <w:pPr>
        <w:autoSpaceDE w:val="0"/>
        <w:autoSpaceDN w:val="0"/>
        <w:adjustRightInd w:val="0"/>
        <w:jc w:val="both"/>
        <w:rPr>
          <w:rFonts w:ascii="Arial" w:hAnsi="Arial" w:cs="Arial"/>
          <w:b/>
        </w:rPr>
      </w:pPr>
    </w:p>
    <w:p w:rsidR="00434A0D" w:rsidRPr="00465D7E" w:rsidRDefault="00434A0D" w:rsidP="0010549D">
      <w:pPr>
        <w:numPr>
          <w:ilvl w:val="0"/>
          <w:numId w:val="8"/>
        </w:numPr>
        <w:autoSpaceDE w:val="0"/>
        <w:autoSpaceDN w:val="0"/>
        <w:adjustRightInd w:val="0"/>
        <w:jc w:val="both"/>
        <w:rPr>
          <w:rFonts w:ascii="Arial" w:hAnsi="Arial" w:cs="Arial"/>
          <w:b/>
        </w:rPr>
      </w:pPr>
      <w:r w:rsidRPr="00465D7E">
        <w:rPr>
          <w:rFonts w:ascii="Arial" w:hAnsi="Arial" w:cs="Arial"/>
          <w:b/>
        </w:rPr>
        <w:t xml:space="preserve">Request for </w:t>
      </w:r>
      <w:r>
        <w:rPr>
          <w:rFonts w:ascii="Arial" w:hAnsi="Arial" w:cs="Arial"/>
          <w:b/>
        </w:rPr>
        <w:t>Consulting Services</w:t>
      </w:r>
      <w:r w:rsidRPr="00465D7E">
        <w:rPr>
          <w:rFonts w:ascii="Arial" w:hAnsi="Arial" w:cs="Arial"/>
          <w:b/>
        </w:rPr>
        <w:t xml:space="preserve"> – </w:t>
      </w:r>
      <w:smartTag w:uri="urn:schemas-microsoft-com:office:smarttags" w:element="place">
        <w:smartTag w:uri="urn:schemas-microsoft-com:office:smarttags" w:element="PlaceName">
          <w:r w:rsidRPr="00465D7E">
            <w:rPr>
              <w:rFonts w:ascii="Arial" w:hAnsi="Arial" w:cs="Arial"/>
              <w:b/>
            </w:rPr>
            <w:t>Government</w:t>
          </w:r>
        </w:smartTag>
        <w:r w:rsidRPr="00465D7E">
          <w:rPr>
            <w:rFonts w:ascii="Arial" w:hAnsi="Arial" w:cs="Arial"/>
            <w:b/>
          </w:rPr>
          <w:t xml:space="preserve"> </w:t>
        </w:r>
        <w:smartTag w:uri="urn:schemas-microsoft-com:office:smarttags" w:element="PlaceName">
          <w:r w:rsidRPr="00465D7E">
            <w:rPr>
              <w:rFonts w:ascii="Arial" w:hAnsi="Arial" w:cs="Arial"/>
              <w:b/>
            </w:rPr>
            <w:t>Industrial</w:t>
          </w:r>
        </w:smartTag>
        <w:r w:rsidRPr="00465D7E">
          <w:rPr>
            <w:rFonts w:ascii="Arial" w:hAnsi="Arial" w:cs="Arial"/>
            <w:b/>
          </w:rPr>
          <w:t xml:space="preserve"> </w:t>
        </w:r>
        <w:smartTag w:uri="urn:schemas-microsoft-com:office:smarttags" w:element="PlaceType">
          <w:r w:rsidRPr="00465D7E">
            <w:rPr>
              <w:rFonts w:ascii="Arial" w:hAnsi="Arial" w:cs="Arial"/>
              <w:b/>
            </w:rPr>
            <w:t>School</w:t>
          </w:r>
        </w:smartTag>
      </w:smartTag>
      <w:r w:rsidRPr="00465D7E">
        <w:rPr>
          <w:rFonts w:ascii="Arial" w:hAnsi="Arial" w:cs="Arial"/>
          <w:b/>
        </w:rPr>
        <w:t xml:space="preserve"> Training Consultancy: Safety and Security in a Mental Health Context</w:t>
      </w:r>
    </w:p>
    <w:p w:rsidR="00434A0D" w:rsidRPr="00465D7E" w:rsidRDefault="00434A0D" w:rsidP="00C6436E">
      <w:pPr>
        <w:autoSpaceDE w:val="0"/>
        <w:autoSpaceDN w:val="0"/>
        <w:adjustRightInd w:val="0"/>
        <w:jc w:val="both"/>
        <w:rPr>
          <w:rFonts w:ascii="Arial" w:hAnsi="Arial" w:cs="Arial"/>
          <w:b/>
        </w:rPr>
      </w:pPr>
    </w:p>
    <w:p w:rsidR="00434A0D" w:rsidRPr="00465D7E" w:rsidRDefault="00434A0D" w:rsidP="00C6436E">
      <w:pPr>
        <w:autoSpaceDE w:val="0"/>
        <w:autoSpaceDN w:val="0"/>
        <w:adjustRightInd w:val="0"/>
        <w:jc w:val="both"/>
        <w:rPr>
          <w:rFonts w:ascii="Arial" w:hAnsi="Arial" w:cs="Arial"/>
        </w:rPr>
      </w:pPr>
      <w:r w:rsidRPr="00465D7E">
        <w:rPr>
          <w:rFonts w:ascii="Arial" w:hAnsi="Arial" w:cs="Arial"/>
        </w:rPr>
        <w:t xml:space="preserve">must be prepared in English and delivered in sealed envelopes to the address below no later than </w:t>
      </w:r>
      <w:r w:rsidRPr="00465D7E">
        <w:rPr>
          <w:rFonts w:ascii="Arial" w:hAnsi="Arial" w:cs="Arial"/>
          <w:b/>
        </w:rPr>
        <w:t>4:30</w:t>
      </w:r>
      <w:r>
        <w:rPr>
          <w:rFonts w:ascii="Arial" w:hAnsi="Arial" w:cs="Arial"/>
          <w:b/>
        </w:rPr>
        <w:t xml:space="preserve"> </w:t>
      </w:r>
      <w:r w:rsidRPr="00465D7E">
        <w:rPr>
          <w:rFonts w:ascii="Arial" w:hAnsi="Arial" w:cs="Arial"/>
          <w:b/>
        </w:rPr>
        <w:t>p</w:t>
      </w:r>
      <w:r>
        <w:rPr>
          <w:rFonts w:ascii="Arial" w:hAnsi="Arial" w:cs="Arial"/>
          <w:b/>
        </w:rPr>
        <w:t>.</w:t>
      </w:r>
      <w:r w:rsidRPr="00465D7E">
        <w:rPr>
          <w:rFonts w:ascii="Arial" w:hAnsi="Arial" w:cs="Arial"/>
          <w:b/>
        </w:rPr>
        <w:t>m</w:t>
      </w:r>
      <w:r>
        <w:rPr>
          <w:rFonts w:ascii="Arial" w:hAnsi="Arial" w:cs="Arial"/>
          <w:b/>
        </w:rPr>
        <w:t>.</w:t>
      </w:r>
      <w:r w:rsidRPr="00465D7E">
        <w:rPr>
          <w:rFonts w:ascii="Arial" w:hAnsi="Arial" w:cs="Arial"/>
          <w:b/>
        </w:rPr>
        <w:t xml:space="preserve"> </w:t>
      </w:r>
      <w:smartTag w:uri="urn:schemas-microsoft-com:office:smarttags" w:element="country-region">
        <w:smartTag w:uri="urn:schemas-microsoft-com:office:smarttags" w:element="place">
          <w:r w:rsidRPr="00465D7E">
            <w:rPr>
              <w:rFonts w:ascii="Arial" w:hAnsi="Arial" w:cs="Arial"/>
              <w:b/>
            </w:rPr>
            <w:t>Barbados</w:t>
          </w:r>
        </w:smartTag>
      </w:smartTag>
      <w:r w:rsidRPr="00465D7E">
        <w:rPr>
          <w:rFonts w:ascii="Arial" w:hAnsi="Arial" w:cs="Arial"/>
          <w:b/>
        </w:rPr>
        <w:t xml:space="preserve"> time on </w:t>
      </w:r>
      <w:r>
        <w:rPr>
          <w:rFonts w:ascii="Arial" w:hAnsi="Arial" w:cs="Arial"/>
          <w:b/>
        </w:rPr>
        <w:t>20</w:t>
      </w:r>
      <w:r w:rsidRPr="00465D7E">
        <w:rPr>
          <w:rFonts w:ascii="Arial" w:hAnsi="Arial" w:cs="Arial"/>
          <w:b/>
          <w:vertAlign w:val="superscript"/>
        </w:rPr>
        <w:t>th</w:t>
      </w:r>
      <w:r w:rsidRPr="00465D7E">
        <w:rPr>
          <w:rFonts w:ascii="Arial" w:hAnsi="Arial" w:cs="Arial"/>
          <w:b/>
        </w:rPr>
        <w:t xml:space="preserve"> August 2010</w:t>
      </w:r>
      <w:r w:rsidRPr="00465D7E">
        <w:rPr>
          <w:rFonts w:ascii="Arial" w:hAnsi="Arial" w:cs="Arial"/>
        </w:rPr>
        <w:t xml:space="preserve">. Late submissions will not be accepted and will be returned unopened to the applicant. </w:t>
      </w:r>
    </w:p>
    <w:p w:rsidR="00434A0D" w:rsidRPr="00465D7E" w:rsidRDefault="00434A0D" w:rsidP="00C6436E">
      <w:pPr>
        <w:autoSpaceDE w:val="0"/>
        <w:autoSpaceDN w:val="0"/>
        <w:adjustRightInd w:val="0"/>
        <w:jc w:val="both"/>
        <w:rPr>
          <w:rFonts w:ascii="Arial" w:hAnsi="Arial" w:cs="Arial"/>
        </w:rPr>
      </w:pPr>
    </w:p>
    <w:p w:rsidR="00434A0D" w:rsidRDefault="00434A0D" w:rsidP="00C6436E">
      <w:pPr>
        <w:autoSpaceDE w:val="0"/>
        <w:autoSpaceDN w:val="0"/>
        <w:adjustRightInd w:val="0"/>
        <w:jc w:val="both"/>
        <w:rPr>
          <w:rFonts w:ascii="Arial" w:hAnsi="Arial" w:cs="Arial"/>
        </w:rPr>
      </w:pPr>
      <w:r>
        <w:rPr>
          <w:rFonts w:ascii="Arial" w:hAnsi="Arial" w:cs="Arial"/>
        </w:rPr>
        <w:t>The address for additional information and the submission of applications is:</w:t>
      </w:r>
    </w:p>
    <w:p w:rsidR="00434A0D" w:rsidRPr="00465D7E" w:rsidRDefault="00434A0D" w:rsidP="00C6436E">
      <w:pPr>
        <w:autoSpaceDE w:val="0"/>
        <w:autoSpaceDN w:val="0"/>
        <w:adjustRightInd w:val="0"/>
        <w:jc w:val="both"/>
        <w:rPr>
          <w:rFonts w:ascii="Arial" w:hAnsi="Arial" w:cs="Arial"/>
        </w:rPr>
      </w:pPr>
    </w:p>
    <w:p w:rsidR="00434A0D" w:rsidRPr="00465D7E" w:rsidRDefault="00434A0D" w:rsidP="00DE3BEE">
      <w:pPr>
        <w:autoSpaceDE w:val="0"/>
        <w:autoSpaceDN w:val="0"/>
        <w:adjustRightInd w:val="0"/>
        <w:ind w:firstLine="1080"/>
        <w:jc w:val="both"/>
        <w:rPr>
          <w:rFonts w:ascii="Arial" w:hAnsi="Arial" w:cs="Arial"/>
          <w:b/>
        </w:rPr>
      </w:pPr>
      <w:r>
        <w:rPr>
          <w:rFonts w:ascii="Arial" w:hAnsi="Arial" w:cs="Arial"/>
          <w:b/>
        </w:rPr>
        <w:t xml:space="preserve">The </w:t>
      </w:r>
      <w:r w:rsidRPr="00465D7E">
        <w:rPr>
          <w:rFonts w:ascii="Arial" w:hAnsi="Arial" w:cs="Arial"/>
          <w:b/>
        </w:rPr>
        <w:t>Project Director</w:t>
      </w:r>
    </w:p>
    <w:p w:rsidR="00434A0D" w:rsidRPr="00465D7E" w:rsidRDefault="00434A0D" w:rsidP="00DE3BEE">
      <w:pPr>
        <w:autoSpaceDE w:val="0"/>
        <w:autoSpaceDN w:val="0"/>
        <w:adjustRightInd w:val="0"/>
        <w:ind w:firstLine="1080"/>
        <w:jc w:val="both"/>
        <w:rPr>
          <w:rFonts w:ascii="Arial" w:hAnsi="Arial" w:cs="Arial"/>
          <w:b/>
        </w:rPr>
      </w:pPr>
      <w:r w:rsidRPr="00465D7E">
        <w:rPr>
          <w:rFonts w:ascii="Arial" w:hAnsi="Arial" w:cs="Arial"/>
          <w:b/>
        </w:rPr>
        <w:t>Justice Improvement Programme Secretariat</w:t>
      </w:r>
    </w:p>
    <w:p w:rsidR="00434A0D" w:rsidRPr="00465D7E" w:rsidRDefault="00434A0D" w:rsidP="00DE3BEE">
      <w:pPr>
        <w:autoSpaceDE w:val="0"/>
        <w:autoSpaceDN w:val="0"/>
        <w:adjustRightInd w:val="0"/>
        <w:ind w:firstLine="1080"/>
        <w:jc w:val="both"/>
        <w:rPr>
          <w:rFonts w:ascii="Arial" w:hAnsi="Arial" w:cs="Arial"/>
          <w:b/>
        </w:rPr>
      </w:pPr>
      <w:r w:rsidRPr="00465D7E">
        <w:rPr>
          <w:rFonts w:ascii="Arial" w:hAnsi="Arial" w:cs="Arial"/>
          <w:b/>
        </w:rPr>
        <w:t>2</w:t>
      </w:r>
      <w:r w:rsidRPr="00465D7E">
        <w:rPr>
          <w:rFonts w:ascii="Arial" w:hAnsi="Arial" w:cs="Arial"/>
          <w:b/>
          <w:vertAlign w:val="superscript"/>
        </w:rPr>
        <w:t>nd</w:t>
      </w:r>
      <w:r w:rsidRPr="00465D7E">
        <w:rPr>
          <w:rFonts w:ascii="Arial" w:hAnsi="Arial" w:cs="Arial"/>
          <w:b/>
        </w:rPr>
        <w:t xml:space="preserve"> Fl</w:t>
      </w:r>
      <w:r>
        <w:rPr>
          <w:rFonts w:ascii="Arial" w:hAnsi="Arial" w:cs="Arial"/>
          <w:b/>
        </w:rPr>
        <w:t>oor</w:t>
      </w:r>
      <w:r w:rsidRPr="00465D7E">
        <w:rPr>
          <w:rFonts w:ascii="Arial" w:hAnsi="Arial" w:cs="Arial"/>
          <w:b/>
        </w:rPr>
        <w:t xml:space="preserve"> Goding House, </w:t>
      </w:r>
    </w:p>
    <w:p w:rsidR="00434A0D" w:rsidRPr="00465D7E" w:rsidRDefault="00434A0D" w:rsidP="00DE3BEE">
      <w:pPr>
        <w:autoSpaceDE w:val="0"/>
        <w:autoSpaceDN w:val="0"/>
        <w:adjustRightInd w:val="0"/>
        <w:ind w:firstLine="1080"/>
        <w:jc w:val="both"/>
        <w:rPr>
          <w:rFonts w:ascii="Arial" w:hAnsi="Arial" w:cs="Arial"/>
          <w:b/>
        </w:rPr>
      </w:pPr>
      <w:r w:rsidRPr="00465D7E">
        <w:rPr>
          <w:rFonts w:ascii="Arial" w:hAnsi="Arial" w:cs="Arial"/>
          <w:b/>
        </w:rPr>
        <w:t xml:space="preserve">Spry St. </w:t>
      </w:r>
    </w:p>
    <w:p w:rsidR="00434A0D" w:rsidRDefault="00434A0D" w:rsidP="00DE3BEE">
      <w:pPr>
        <w:autoSpaceDE w:val="0"/>
        <w:autoSpaceDN w:val="0"/>
        <w:adjustRightInd w:val="0"/>
        <w:ind w:firstLine="1080"/>
        <w:jc w:val="both"/>
        <w:rPr>
          <w:rFonts w:ascii="Arial" w:hAnsi="Arial" w:cs="Arial"/>
          <w:b/>
        </w:rPr>
      </w:pPr>
      <w:smartTag w:uri="urn:schemas-microsoft-com:office:smarttags" w:element="place">
        <w:smartTag w:uri="urn:schemas-microsoft-com:office:smarttags" w:element="City">
          <w:r w:rsidRPr="00465D7E">
            <w:rPr>
              <w:rFonts w:ascii="Arial" w:hAnsi="Arial" w:cs="Arial"/>
              <w:b/>
            </w:rPr>
            <w:t>Bridgetown</w:t>
          </w:r>
        </w:smartTag>
      </w:smartTag>
    </w:p>
    <w:p w:rsidR="00434A0D" w:rsidRDefault="00434A0D" w:rsidP="00DE3BEE">
      <w:pPr>
        <w:autoSpaceDE w:val="0"/>
        <w:autoSpaceDN w:val="0"/>
        <w:adjustRightInd w:val="0"/>
        <w:ind w:firstLine="1080"/>
        <w:jc w:val="both"/>
        <w:rPr>
          <w:rFonts w:ascii="Arial" w:hAnsi="Arial" w:cs="Arial"/>
          <w:b/>
        </w:rPr>
      </w:pPr>
      <w:r>
        <w:rPr>
          <w:rFonts w:ascii="Arial" w:hAnsi="Arial" w:cs="Arial"/>
          <w:b/>
        </w:rPr>
        <w:t>Tel: 246-427-7579</w:t>
      </w:r>
    </w:p>
    <w:p w:rsidR="00434A0D" w:rsidRDefault="00434A0D" w:rsidP="00DE3BEE">
      <w:pPr>
        <w:autoSpaceDE w:val="0"/>
        <w:autoSpaceDN w:val="0"/>
        <w:adjustRightInd w:val="0"/>
        <w:ind w:firstLine="1080"/>
        <w:jc w:val="both"/>
        <w:rPr>
          <w:rFonts w:ascii="Arial" w:hAnsi="Arial" w:cs="Arial"/>
          <w:b/>
        </w:rPr>
      </w:pPr>
      <w:r>
        <w:rPr>
          <w:rFonts w:ascii="Arial" w:hAnsi="Arial" w:cs="Arial"/>
          <w:b/>
        </w:rPr>
        <w:t>Fax: 246-427-8061</w:t>
      </w:r>
    </w:p>
    <w:p w:rsidR="00434A0D" w:rsidRDefault="00434A0D" w:rsidP="00DE3BEE">
      <w:pPr>
        <w:autoSpaceDE w:val="0"/>
        <w:autoSpaceDN w:val="0"/>
        <w:adjustRightInd w:val="0"/>
        <w:ind w:left="1800" w:hanging="720"/>
        <w:rPr>
          <w:rFonts w:ascii="Arial" w:hAnsi="Arial" w:cs="Arial"/>
          <w:b/>
        </w:rPr>
      </w:pPr>
      <w:r>
        <w:rPr>
          <w:rFonts w:ascii="Arial" w:hAnsi="Arial" w:cs="Arial"/>
          <w:b/>
        </w:rPr>
        <w:t xml:space="preserve">Email: </w:t>
      </w:r>
      <w:hyperlink r:id="rId7" w:history="1">
        <w:r w:rsidRPr="00282292">
          <w:rPr>
            <w:rStyle w:val="Hyperlink"/>
            <w:rFonts w:ascii="Arial" w:hAnsi="Arial" w:cs="Arial"/>
            <w:b/>
          </w:rPr>
          <w:t>justiceimprovement@barbados.gov.bb</w:t>
        </w:r>
      </w:hyperlink>
      <w:r>
        <w:rPr>
          <w:rFonts w:ascii="Arial" w:hAnsi="Arial" w:cs="Arial"/>
          <w:b/>
        </w:rPr>
        <w:t xml:space="preserve"> or   </w:t>
      </w:r>
      <w:hyperlink r:id="rId8" w:history="1">
        <w:r w:rsidRPr="00282292">
          <w:rPr>
            <w:rStyle w:val="Hyperlink"/>
            <w:rFonts w:ascii="Arial" w:hAnsi="Arial" w:cs="Arial"/>
            <w:b/>
          </w:rPr>
          <w:t>jips@caribsurf.com</w:t>
        </w:r>
      </w:hyperlink>
    </w:p>
    <w:p w:rsidR="00434A0D" w:rsidRPr="00465D7E" w:rsidRDefault="00434A0D" w:rsidP="00C6436E">
      <w:pPr>
        <w:autoSpaceDE w:val="0"/>
        <w:autoSpaceDN w:val="0"/>
        <w:adjustRightInd w:val="0"/>
        <w:jc w:val="both"/>
        <w:rPr>
          <w:rFonts w:ascii="Arial" w:hAnsi="Arial" w:cs="Arial"/>
        </w:rPr>
      </w:pPr>
    </w:p>
    <w:p w:rsidR="00434A0D" w:rsidRPr="00465D7E" w:rsidRDefault="00434A0D" w:rsidP="00C6436E">
      <w:pPr>
        <w:autoSpaceDE w:val="0"/>
        <w:autoSpaceDN w:val="0"/>
        <w:adjustRightInd w:val="0"/>
        <w:jc w:val="both"/>
        <w:rPr>
          <w:rFonts w:ascii="Arial" w:hAnsi="Arial" w:cs="Arial"/>
        </w:rPr>
      </w:pPr>
      <w:r w:rsidRPr="00465D7E">
        <w:rPr>
          <w:rFonts w:ascii="Arial" w:hAnsi="Arial" w:cs="Arial"/>
        </w:rPr>
        <w:t xml:space="preserve">The Government of Barbados reserves the right to accept or reject any application received. </w:t>
      </w:r>
    </w:p>
    <w:p w:rsidR="00434A0D" w:rsidRPr="00465D7E" w:rsidRDefault="00434A0D" w:rsidP="00C6436E">
      <w:pPr>
        <w:jc w:val="both"/>
        <w:rPr>
          <w:rFonts w:ascii="Arial" w:hAnsi="Arial" w:cs="Arial"/>
        </w:rPr>
      </w:pPr>
    </w:p>
    <w:p w:rsidR="00434A0D" w:rsidRPr="00465D7E" w:rsidRDefault="00434A0D" w:rsidP="00C6436E">
      <w:pPr>
        <w:rPr>
          <w:rFonts w:ascii="Arial" w:hAnsi="Arial" w:cs="Arial"/>
        </w:rPr>
      </w:pPr>
    </w:p>
    <w:sectPr w:rsidR="00434A0D" w:rsidRPr="00465D7E" w:rsidSect="00434A0D">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A0D" w:rsidRDefault="00434A0D">
      <w:r>
        <w:separator/>
      </w:r>
    </w:p>
  </w:endnote>
  <w:endnote w:type="continuationSeparator" w:id="0">
    <w:p w:rsidR="00434A0D" w:rsidRDefault="00434A0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0D" w:rsidRDefault="00434A0D" w:rsidP="008A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4A0D" w:rsidRDefault="00434A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0D" w:rsidRDefault="00434A0D" w:rsidP="008A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34A0D" w:rsidRDefault="00434A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A0D" w:rsidRDefault="00434A0D">
      <w:r>
        <w:separator/>
      </w:r>
    </w:p>
  </w:footnote>
  <w:footnote w:type="continuationSeparator" w:id="0">
    <w:p w:rsidR="00434A0D" w:rsidRDefault="00434A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2551B"/>
    <w:multiLevelType w:val="hybridMultilevel"/>
    <w:tmpl w:val="522A75A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0723A0"/>
    <w:multiLevelType w:val="hybridMultilevel"/>
    <w:tmpl w:val="984AE70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6751528"/>
    <w:multiLevelType w:val="hybridMultilevel"/>
    <w:tmpl w:val="9CA88270"/>
    <w:lvl w:ilvl="0" w:tplc="8F9CE638">
      <w:start w:val="1"/>
      <w:numFmt w:val="lowerRoman"/>
      <w:lvlText w:val="%1."/>
      <w:lvlJc w:val="left"/>
      <w:pPr>
        <w:tabs>
          <w:tab w:val="num" w:pos="1080"/>
        </w:tabs>
        <w:ind w:left="1080" w:hanging="72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7465BA9"/>
    <w:multiLevelType w:val="hybridMultilevel"/>
    <w:tmpl w:val="7AE0755C"/>
    <w:lvl w:ilvl="0" w:tplc="0409000F">
      <w:start w:val="1"/>
      <w:numFmt w:val="decimal"/>
      <w:lvlText w:val="%1."/>
      <w:lvlJc w:val="left"/>
      <w:pPr>
        <w:tabs>
          <w:tab w:val="num" w:pos="540"/>
        </w:tabs>
        <w:ind w:left="540" w:hanging="360"/>
      </w:pPr>
      <w:rPr>
        <w:rFonts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nsid w:val="467006F3"/>
    <w:multiLevelType w:val="hybridMultilevel"/>
    <w:tmpl w:val="9738AFEA"/>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727723F"/>
    <w:multiLevelType w:val="hybridMultilevel"/>
    <w:tmpl w:val="423ECE7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54627B0B"/>
    <w:multiLevelType w:val="hybridMultilevel"/>
    <w:tmpl w:val="25B4EE70"/>
    <w:lvl w:ilvl="0" w:tplc="E8E674AA">
      <w:start w:val="1"/>
      <w:numFmt w:val="lowerLetter"/>
      <w:lvlText w:val="%1."/>
      <w:lvlJc w:val="left"/>
      <w:pPr>
        <w:tabs>
          <w:tab w:val="num" w:pos="1695"/>
        </w:tabs>
        <w:ind w:left="1695" w:hanging="97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5B8E177C"/>
    <w:multiLevelType w:val="multilevel"/>
    <w:tmpl w:val="B46AC2A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62EA7821"/>
    <w:multiLevelType w:val="hybridMultilevel"/>
    <w:tmpl w:val="B46AC2A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8879A5"/>
    <w:multiLevelType w:val="hybridMultilevel"/>
    <w:tmpl w:val="EC4CAC2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9"/>
  </w:num>
  <w:num w:numId="4">
    <w:abstractNumId w:val="3"/>
  </w:num>
  <w:num w:numId="5">
    <w:abstractNumId w:val="8"/>
  </w:num>
  <w:num w:numId="6">
    <w:abstractNumId w:val="6"/>
  </w:num>
  <w:num w:numId="7">
    <w:abstractNumId w:val="7"/>
  </w:num>
  <w:num w:numId="8">
    <w:abstractNumId w:val="2"/>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1B13"/>
    <w:rsid w:val="00004A51"/>
    <w:rsid w:val="00011BDE"/>
    <w:rsid w:val="00024706"/>
    <w:rsid w:val="0003445A"/>
    <w:rsid w:val="000378B1"/>
    <w:rsid w:val="00045BE5"/>
    <w:rsid w:val="0005433C"/>
    <w:rsid w:val="0005508A"/>
    <w:rsid w:val="000577B4"/>
    <w:rsid w:val="000755ED"/>
    <w:rsid w:val="0007569E"/>
    <w:rsid w:val="00083545"/>
    <w:rsid w:val="00095534"/>
    <w:rsid w:val="000B42C7"/>
    <w:rsid w:val="000B4DA4"/>
    <w:rsid w:val="000C6059"/>
    <w:rsid w:val="000C69D1"/>
    <w:rsid w:val="000D091F"/>
    <w:rsid w:val="000D3ABD"/>
    <w:rsid w:val="000D5012"/>
    <w:rsid w:val="000D68D8"/>
    <w:rsid w:val="000E2E0B"/>
    <w:rsid w:val="000E481C"/>
    <w:rsid w:val="000F5DD2"/>
    <w:rsid w:val="001001A2"/>
    <w:rsid w:val="00102263"/>
    <w:rsid w:val="0010549D"/>
    <w:rsid w:val="00106144"/>
    <w:rsid w:val="00117C19"/>
    <w:rsid w:val="00120DD3"/>
    <w:rsid w:val="00124035"/>
    <w:rsid w:val="00127E32"/>
    <w:rsid w:val="00130942"/>
    <w:rsid w:val="00137E68"/>
    <w:rsid w:val="00137E7D"/>
    <w:rsid w:val="0014701F"/>
    <w:rsid w:val="00162D45"/>
    <w:rsid w:val="00180C24"/>
    <w:rsid w:val="00182E47"/>
    <w:rsid w:val="0018322D"/>
    <w:rsid w:val="00183DE8"/>
    <w:rsid w:val="001914B8"/>
    <w:rsid w:val="001A2992"/>
    <w:rsid w:val="001B1B9E"/>
    <w:rsid w:val="001C6B1D"/>
    <w:rsid w:val="001D247A"/>
    <w:rsid w:val="001E119C"/>
    <w:rsid w:val="001E5EB9"/>
    <w:rsid w:val="001E7F47"/>
    <w:rsid w:val="00200A20"/>
    <w:rsid w:val="002111CD"/>
    <w:rsid w:val="00214515"/>
    <w:rsid w:val="00217F90"/>
    <w:rsid w:val="00235AAD"/>
    <w:rsid w:val="00240314"/>
    <w:rsid w:val="0025753D"/>
    <w:rsid w:val="00265CFE"/>
    <w:rsid w:val="002706E8"/>
    <w:rsid w:val="002713EA"/>
    <w:rsid w:val="0027349C"/>
    <w:rsid w:val="002752BA"/>
    <w:rsid w:val="00282292"/>
    <w:rsid w:val="00296203"/>
    <w:rsid w:val="002A388C"/>
    <w:rsid w:val="002B01AB"/>
    <w:rsid w:val="002B7163"/>
    <w:rsid w:val="002C3084"/>
    <w:rsid w:val="002C3BE0"/>
    <w:rsid w:val="002C4A12"/>
    <w:rsid w:val="002D00DD"/>
    <w:rsid w:val="002D33C0"/>
    <w:rsid w:val="002D5FDD"/>
    <w:rsid w:val="002E4635"/>
    <w:rsid w:val="002F64AA"/>
    <w:rsid w:val="003022AB"/>
    <w:rsid w:val="00311FB4"/>
    <w:rsid w:val="003130AD"/>
    <w:rsid w:val="00323A51"/>
    <w:rsid w:val="0032527D"/>
    <w:rsid w:val="0034155B"/>
    <w:rsid w:val="0034313F"/>
    <w:rsid w:val="00343D35"/>
    <w:rsid w:val="00344546"/>
    <w:rsid w:val="00347003"/>
    <w:rsid w:val="0034777F"/>
    <w:rsid w:val="00350680"/>
    <w:rsid w:val="00350D95"/>
    <w:rsid w:val="00355E80"/>
    <w:rsid w:val="00356481"/>
    <w:rsid w:val="003611C1"/>
    <w:rsid w:val="003622B7"/>
    <w:rsid w:val="00380017"/>
    <w:rsid w:val="0039074C"/>
    <w:rsid w:val="0039249F"/>
    <w:rsid w:val="003979F3"/>
    <w:rsid w:val="003A0823"/>
    <w:rsid w:val="003A511B"/>
    <w:rsid w:val="003A6967"/>
    <w:rsid w:val="003A7E2D"/>
    <w:rsid w:val="003B01F9"/>
    <w:rsid w:val="003B2CB2"/>
    <w:rsid w:val="003C2B58"/>
    <w:rsid w:val="003C63F9"/>
    <w:rsid w:val="003C72E7"/>
    <w:rsid w:val="003D2139"/>
    <w:rsid w:val="003E3B35"/>
    <w:rsid w:val="003E7402"/>
    <w:rsid w:val="003E7ECA"/>
    <w:rsid w:val="003F7585"/>
    <w:rsid w:val="003F7799"/>
    <w:rsid w:val="00400215"/>
    <w:rsid w:val="00415EA1"/>
    <w:rsid w:val="00432DDD"/>
    <w:rsid w:val="00434A0D"/>
    <w:rsid w:val="00434FCA"/>
    <w:rsid w:val="00436D84"/>
    <w:rsid w:val="00441640"/>
    <w:rsid w:val="00443395"/>
    <w:rsid w:val="004500BD"/>
    <w:rsid w:val="004614E2"/>
    <w:rsid w:val="004627C8"/>
    <w:rsid w:val="00464DC1"/>
    <w:rsid w:val="00465D7E"/>
    <w:rsid w:val="00470F6F"/>
    <w:rsid w:val="00471AC5"/>
    <w:rsid w:val="00494A56"/>
    <w:rsid w:val="004970F1"/>
    <w:rsid w:val="004B2ABD"/>
    <w:rsid w:val="004B3578"/>
    <w:rsid w:val="004B4528"/>
    <w:rsid w:val="004B5B40"/>
    <w:rsid w:val="004B63B6"/>
    <w:rsid w:val="004C124E"/>
    <w:rsid w:val="004C3285"/>
    <w:rsid w:val="004C6312"/>
    <w:rsid w:val="004C6476"/>
    <w:rsid w:val="004D15DE"/>
    <w:rsid w:val="004D1EEC"/>
    <w:rsid w:val="004E1A82"/>
    <w:rsid w:val="004E2191"/>
    <w:rsid w:val="004E5E72"/>
    <w:rsid w:val="004E6C99"/>
    <w:rsid w:val="004F4894"/>
    <w:rsid w:val="00505232"/>
    <w:rsid w:val="005079CC"/>
    <w:rsid w:val="00510F02"/>
    <w:rsid w:val="00520755"/>
    <w:rsid w:val="00522CEE"/>
    <w:rsid w:val="00530020"/>
    <w:rsid w:val="00541918"/>
    <w:rsid w:val="00547F7E"/>
    <w:rsid w:val="00555070"/>
    <w:rsid w:val="0055544D"/>
    <w:rsid w:val="00555B27"/>
    <w:rsid w:val="005560F8"/>
    <w:rsid w:val="0056536F"/>
    <w:rsid w:val="00565DDE"/>
    <w:rsid w:val="00572E15"/>
    <w:rsid w:val="0057643A"/>
    <w:rsid w:val="00576F68"/>
    <w:rsid w:val="005864C0"/>
    <w:rsid w:val="0059166E"/>
    <w:rsid w:val="00595012"/>
    <w:rsid w:val="005A1C84"/>
    <w:rsid w:val="005A24CB"/>
    <w:rsid w:val="005A76ED"/>
    <w:rsid w:val="005B44AC"/>
    <w:rsid w:val="005C7426"/>
    <w:rsid w:val="005D0260"/>
    <w:rsid w:val="005E6CAC"/>
    <w:rsid w:val="005E738F"/>
    <w:rsid w:val="005F5448"/>
    <w:rsid w:val="005F57B9"/>
    <w:rsid w:val="00612606"/>
    <w:rsid w:val="0061592F"/>
    <w:rsid w:val="00626F56"/>
    <w:rsid w:val="0063012E"/>
    <w:rsid w:val="0063231C"/>
    <w:rsid w:val="006421E6"/>
    <w:rsid w:val="006422B4"/>
    <w:rsid w:val="006446E0"/>
    <w:rsid w:val="006453AF"/>
    <w:rsid w:val="006517FA"/>
    <w:rsid w:val="006529F1"/>
    <w:rsid w:val="00657B5A"/>
    <w:rsid w:val="00661A5B"/>
    <w:rsid w:val="00661C38"/>
    <w:rsid w:val="006631CE"/>
    <w:rsid w:val="00665503"/>
    <w:rsid w:val="006662FE"/>
    <w:rsid w:val="00670221"/>
    <w:rsid w:val="0067337A"/>
    <w:rsid w:val="00677890"/>
    <w:rsid w:val="00677D41"/>
    <w:rsid w:val="00682E43"/>
    <w:rsid w:val="00694289"/>
    <w:rsid w:val="006B2AE8"/>
    <w:rsid w:val="006B3D8D"/>
    <w:rsid w:val="006C1297"/>
    <w:rsid w:val="006C1AEC"/>
    <w:rsid w:val="006C239F"/>
    <w:rsid w:val="006C51DA"/>
    <w:rsid w:val="006C52BC"/>
    <w:rsid w:val="006D73A7"/>
    <w:rsid w:val="006F4620"/>
    <w:rsid w:val="006F533A"/>
    <w:rsid w:val="00702214"/>
    <w:rsid w:val="00704DD1"/>
    <w:rsid w:val="00706EE3"/>
    <w:rsid w:val="00707B5C"/>
    <w:rsid w:val="0071410B"/>
    <w:rsid w:val="00721F7B"/>
    <w:rsid w:val="00724815"/>
    <w:rsid w:val="00742B6B"/>
    <w:rsid w:val="0074643E"/>
    <w:rsid w:val="007537D5"/>
    <w:rsid w:val="0075762A"/>
    <w:rsid w:val="00757745"/>
    <w:rsid w:val="00767334"/>
    <w:rsid w:val="00770EB1"/>
    <w:rsid w:val="00783D9F"/>
    <w:rsid w:val="007916D4"/>
    <w:rsid w:val="00793EE5"/>
    <w:rsid w:val="00795F7D"/>
    <w:rsid w:val="007A6E0F"/>
    <w:rsid w:val="007B1A08"/>
    <w:rsid w:val="007B43ED"/>
    <w:rsid w:val="007C5520"/>
    <w:rsid w:val="007D14DA"/>
    <w:rsid w:val="007D3470"/>
    <w:rsid w:val="007D57DE"/>
    <w:rsid w:val="007F6402"/>
    <w:rsid w:val="00801335"/>
    <w:rsid w:val="00810264"/>
    <w:rsid w:val="00811592"/>
    <w:rsid w:val="0082241A"/>
    <w:rsid w:val="00822EBD"/>
    <w:rsid w:val="00824ED7"/>
    <w:rsid w:val="008301AE"/>
    <w:rsid w:val="00834286"/>
    <w:rsid w:val="00843B12"/>
    <w:rsid w:val="00843DD0"/>
    <w:rsid w:val="00851B13"/>
    <w:rsid w:val="0085254A"/>
    <w:rsid w:val="00852E15"/>
    <w:rsid w:val="0086272A"/>
    <w:rsid w:val="0086394B"/>
    <w:rsid w:val="0087067F"/>
    <w:rsid w:val="0088662B"/>
    <w:rsid w:val="008871E8"/>
    <w:rsid w:val="0089010C"/>
    <w:rsid w:val="008958F1"/>
    <w:rsid w:val="008A0700"/>
    <w:rsid w:val="008B24B0"/>
    <w:rsid w:val="008B4FDE"/>
    <w:rsid w:val="008B52E4"/>
    <w:rsid w:val="008C7080"/>
    <w:rsid w:val="008E55DE"/>
    <w:rsid w:val="008E592E"/>
    <w:rsid w:val="008F00B6"/>
    <w:rsid w:val="008F1A1A"/>
    <w:rsid w:val="0090282B"/>
    <w:rsid w:val="00903C03"/>
    <w:rsid w:val="00906516"/>
    <w:rsid w:val="00907BFF"/>
    <w:rsid w:val="009133A0"/>
    <w:rsid w:val="00915493"/>
    <w:rsid w:val="00922F24"/>
    <w:rsid w:val="009232F6"/>
    <w:rsid w:val="0092549C"/>
    <w:rsid w:val="00933F00"/>
    <w:rsid w:val="00943EF9"/>
    <w:rsid w:val="00944069"/>
    <w:rsid w:val="00944E96"/>
    <w:rsid w:val="00953505"/>
    <w:rsid w:val="00954A8B"/>
    <w:rsid w:val="009643A3"/>
    <w:rsid w:val="00964B4F"/>
    <w:rsid w:val="009672C2"/>
    <w:rsid w:val="00973805"/>
    <w:rsid w:val="009741C0"/>
    <w:rsid w:val="00975178"/>
    <w:rsid w:val="00977333"/>
    <w:rsid w:val="00996644"/>
    <w:rsid w:val="009A1735"/>
    <w:rsid w:val="009A5ED5"/>
    <w:rsid w:val="009B3234"/>
    <w:rsid w:val="009C49D2"/>
    <w:rsid w:val="009C7148"/>
    <w:rsid w:val="009D0E2D"/>
    <w:rsid w:val="009D4BFD"/>
    <w:rsid w:val="009D7A0B"/>
    <w:rsid w:val="009E1A52"/>
    <w:rsid w:val="009E26B5"/>
    <w:rsid w:val="009E2FA5"/>
    <w:rsid w:val="009E358C"/>
    <w:rsid w:val="009E4528"/>
    <w:rsid w:val="009E62E3"/>
    <w:rsid w:val="009F43B7"/>
    <w:rsid w:val="00A02A28"/>
    <w:rsid w:val="00A07C29"/>
    <w:rsid w:val="00A15A8E"/>
    <w:rsid w:val="00A30015"/>
    <w:rsid w:val="00A305F7"/>
    <w:rsid w:val="00A3393B"/>
    <w:rsid w:val="00A340A0"/>
    <w:rsid w:val="00A34BBC"/>
    <w:rsid w:val="00A36273"/>
    <w:rsid w:val="00A41044"/>
    <w:rsid w:val="00A4220D"/>
    <w:rsid w:val="00A42C8C"/>
    <w:rsid w:val="00A57F61"/>
    <w:rsid w:val="00A61A4E"/>
    <w:rsid w:val="00A67F6B"/>
    <w:rsid w:val="00AA2D3D"/>
    <w:rsid w:val="00AA4685"/>
    <w:rsid w:val="00AA4F9A"/>
    <w:rsid w:val="00AA64DF"/>
    <w:rsid w:val="00AA6BB2"/>
    <w:rsid w:val="00AB5B6E"/>
    <w:rsid w:val="00AC68F8"/>
    <w:rsid w:val="00AC760F"/>
    <w:rsid w:val="00AE2150"/>
    <w:rsid w:val="00AE50B7"/>
    <w:rsid w:val="00AE7AEC"/>
    <w:rsid w:val="00AF79E4"/>
    <w:rsid w:val="00B009F6"/>
    <w:rsid w:val="00B1293C"/>
    <w:rsid w:val="00B24A1E"/>
    <w:rsid w:val="00B26DE3"/>
    <w:rsid w:val="00B31076"/>
    <w:rsid w:val="00B36DD1"/>
    <w:rsid w:val="00B37EC0"/>
    <w:rsid w:val="00B4582C"/>
    <w:rsid w:val="00B51F76"/>
    <w:rsid w:val="00B54988"/>
    <w:rsid w:val="00B54AD5"/>
    <w:rsid w:val="00B60DCD"/>
    <w:rsid w:val="00B74672"/>
    <w:rsid w:val="00B800FC"/>
    <w:rsid w:val="00B81112"/>
    <w:rsid w:val="00B826B1"/>
    <w:rsid w:val="00BA6489"/>
    <w:rsid w:val="00BA6E81"/>
    <w:rsid w:val="00BD0DD4"/>
    <w:rsid w:val="00BD5C23"/>
    <w:rsid w:val="00BE472E"/>
    <w:rsid w:val="00BF042F"/>
    <w:rsid w:val="00BF0FCE"/>
    <w:rsid w:val="00BF295D"/>
    <w:rsid w:val="00BF3354"/>
    <w:rsid w:val="00BF4DF8"/>
    <w:rsid w:val="00C01CAC"/>
    <w:rsid w:val="00C039CB"/>
    <w:rsid w:val="00C0599A"/>
    <w:rsid w:val="00C137BC"/>
    <w:rsid w:val="00C20485"/>
    <w:rsid w:val="00C21E83"/>
    <w:rsid w:val="00C406F5"/>
    <w:rsid w:val="00C45A78"/>
    <w:rsid w:val="00C51481"/>
    <w:rsid w:val="00C519B5"/>
    <w:rsid w:val="00C567F9"/>
    <w:rsid w:val="00C603D2"/>
    <w:rsid w:val="00C6436E"/>
    <w:rsid w:val="00C913CC"/>
    <w:rsid w:val="00C9214D"/>
    <w:rsid w:val="00C92169"/>
    <w:rsid w:val="00C93433"/>
    <w:rsid w:val="00CA560C"/>
    <w:rsid w:val="00CB05D5"/>
    <w:rsid w:val="00CB7EB3"/>
    <w:rsid w:val="00CC5496"/>
    <w:rsid w:val="00CD09C2"/>
    <w:rsid w:val="00CD2A4E"/>
    <w:rsid w:val="00CD40C4"/>
    <w:rsid w:val="00CD4C7C"/>
    <w:rsid w:val="00CD4D42"/>
    <w:rsid w:val="00CE671E"/>
    <w:rsid w:val="00CE77B2"/>
    <w:rsid w:val="00CF0CB6"/>
    <w:rsid w:val="00CF67D6"/>
    <w:rsid w:val="00D05264"/>
    <w:rsid w:val="00D10755"/>
    <w:rsid w:val="00D1686F"/>
    <w:rsid w:val="00D30A47"/>
    <w:rsid w:val="00D34A06"/>
    <w:rsid w:val="00D408BB"/>
    <w:rsid w:val="00D43458"/>
    <w:rsid w:val="00D61353"/>
    <w:rsid w:val="00D62A52"/>
    <w:rsid w:val="00D66855"/>
    <w:rsid w:val="00D85A4F"/>
    <w:rsid w:val="00D90A23"/>
    <w:rsid w:val="00D91A35"/>
    <w:rsid w:val="00D930F1"/>
    <w:rsid w:val="00D94364"/>
    <w:rsid w:val="00D95FD1"/>
    <w:rsid w:val="00D97994"/>
    <w:rsid w:val="00DA066E"/>
    <w:rsid w:val="00DA20B3"/>
    <w:rsid w:val="00DA25E5"/>
    <w:rsid w:val="00DA4FF3"/>
    <w:rsid w:val="00DA7AE7"/>
    <w:rsid w:val="00DB0846"/>
    <w:rsid w:val="00DD21EE"/>
    <w:rsid w:val="00DD28D2"/>
    <w:rsid w:val="00DE3BEE"/>
    <w:rsid w:val="00DE7815"/>
    <w:rsid w:val="00DF550B"/>
    <w:rsid w:val="00E03FA1"/>
    <w:rsid w:val="00E11342"/>
    <w:rsid w:val="00E3299A"/>
    <w:rsid w:val="00E41141"/>
    <w:rsid w:val="00E42C76"/>
    <w:rsid w:val="00E50A64"/>
    <w:rsid w:val="00E6044F"/>
    <w:rsid w:val="00E60AD7"/>
    <w:rsid w:val="00E623E3"/>
    <w:rsid w:val="00E6316E"/>
    <w:rsid w:val="00E64B15"/>
    <w:rsid w:val="00E66E8E"/>
    <w:rsid w:val="00E8164D"/>
    <w:rsid w:val="00E851F0"/>
    <w:rsid w:val="00E94942"/>
    <w:rsid w:val="00E94C72"/>
    <w:rsid w:val="00EA0614"/>
    <w:rsid w:val="00EA6C91"/>
    <w:rsid w:val="00EB3CFC"/>
    <w:rsid w:val="00EC1C42"/>
    <w:rsid w:val="00EC4469"/>
    <w:rsid w:val="00ED363A"/>
    <w:rsid w:val="00EE12B2"/>
    <w:rsid w:val="00EE1B85"/>
    <w:rsid w:val="00EF4F36"/>
    <w:rsid w:val="00EF7FEC"/>
    <w:rsid w:val="00F00287"/>
    <w:rsid w:val="00F00F4C"/>
    <w:rsid w:val="00F044BD"/>
    <w:rsid w:val="00F10BBE"/>
    <w:rsid w:val="00F17433"/>
    <w:rsid w:val="00F177FF"/>
    <w:rsid w:val="00F21D35"/>
    <w:rsid w:val="00F27EE6"/>
    <w:rsid w:val="00F30D73"/>
    <w:rsid w:val="00F472AF"/>
    <w:rsid w:val="00F71EA2"/>
    <w:rsid w:val="00F72E20"/>
    <w:rsid w:val="00F74474"/>
    <w:rsid w:val="00F76A69"/>
    <w:rsid w:val="00F8533D"/>
    <w:rsid w:val="00F92831"/>
    <w:rsid w:val="00FA15AC"/>
    <w:rsid w:val="00FA17B8"/>
    <w:rsid w:val="00FB48B5"/>
    <w:rsid w:val="00FB7186"/>
    <w:rsid w:val="00FD07C3"/>
    <w:rsid w:val="00FD5C7C"/>
    <w:rsid w:val="00FF2C87"/>
    <w:rsid w:val="00FF7C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A4685"/>
    <w:pPr>
      <w:spacing w:before="100" w:beforeAutospacing="1" w:after="100" w:afterAutospacing="1"/>
    </w:pPr>
  </w:style>
  <w:style w:type="table" w:styleId="TableGrid">
    <w:name w:val="Table Grid"/>
    <w:basedOn w:val="TableNormal"/>
    <w:uiPriority w:val="59"/>
    <w:rsid w:val="00AA46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E3BEE"/>
    <w:rPr>
      <w:rFonts w:cs="Times New Roman"/>
      <w:color w:val="0000FF"/>
      <w:u w:val="single"/>
    </w:rPr>
  </w:style>
  <w:style w:type="paragraph" w:styleId="Footer">
    <w:name w:val="footer"/>
    <w:basedOn w:val="Normal"/>
    <w:link w:val="FooterChar"/>
    <w:uiPriority w:val="99"/>
    <w:rsid w:val="00C406F5"/>
    <w:pPr>
      <w:tabs>
        <w:tab w:val="center" w:pos="4320"/>
        <w:tab w:val="right" w:pos="8640"/>
      </w:tabs>
    </w:pPr>
  </w:style>
  <w:style w:type="character" w:customStyle="1" w:styleId="FooterChar">
    <w:name w:val="Footer Char"/>
    <w:basedOn w:val="DefaultParagraphFont"/>
    <w:link w:val="Footer"/>
    <w:uiPriority w:val="99"/>
    <w:semiHidden/>
    <w:rsid w:val="00FB62F6"/>
    <w:rPr>
      <w:sz w:val="24"/>
      <w:szCs w:val="24"/>
    </w:rPr>
  </w:style>
  <w:style w:type="character" w:styleId="PageNumber">
    <w:name w:val="page number"/>
    <w:basedOn w:val="DefaultParagraphFont"/>
    <w:uiPriority w:val="99"/>
    <w:rsid w:val="00C406F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ips@caribsurf.com" TargetMode="External"/><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hyperlink" Target="mailto:justiceimprovement@barbados.gov.bb" TargetMode="Externa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382A5513E1E79D42A5AA7C1032E5B54F" ma:contentTypeVersion="2086" ma:contentTypeDescription="The base project type from which other project content types inherit their information." ma:contentTypeScope="" ma:versionID="56478e776131d69112bbf351625d54f3">
  <xsd:schema xmlns:xsd="http://www.w3.org/2001/XMLSchema" xmlns:xs="http://www.w3.org/2001/XMLSchema" xmlns:p="http://schemas.microsoft.com/office/2006/metadata/properties" xmlns:ns2="cdc7663a-08f0-4737-9e8c-148ce897a09c" targetNamespace="http://schemas.microsoft.com/office/2006/metadata/properties" ma:root="true" ma:fieldsID="a8bd3dcbf20a6660c07b2f6d61d219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A0055"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dexed="true"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Division_x0020_or_x0020_Unit xmlns="cdc7663a-08f0-4737-9e8c-148ce897a09c">VPC/PDP</Division_x0020_or_x0020_Unit>
    <Other_x0020_Author xmlns="cdc7663a-08f0-4737-9e8c-148ce897a09c" xsi:nil="true"/>
    <IDBDocs_x0020_Number xmlns="cdc7663a-08f0-4737-9e8c-148ce897a09c">35303920</IDBDocs_x0020_Number>
    <Document_x0020_Author xmlns="cdc7663a-08f0-4737-9e8c-148ce897a09c">SHIVAKUMARC</Document_x0020_Author>
    <TaxCatchAll xmlns="cdc7663a-08f0-4737-9e8c-148ce897a09c">
      <Value>9</Value>
      <Value>8</Value>
      <Value>28</Value>
    </TaxCatchAll>
    <Fiscal_x0020_Year_x0020_IDB xmlns="cdc7663a-08f0-4737-9e8c-148ce897a09c">2010</Fiscal_x0020_Year_x0020_IDB>
    <Project_x0020_Number xmlns="cdc7663a-08f0-4737-9e8c-148ce897a09c">BA0055</Project_x0020_Number>
    <Migration_x0020_Info xmlns="cdc7663a-08f0-4737-9e8c-148ce897a09c">MS WORDSPNSpecific Procurement Notices0</Migration_x0020_Info>
    <Approval_x0020_Number xmlns="cdc7663a-08f0-4737-9e8c-148ce897a09c">1332/OC-BA</Approval_x0020_Number>
    <Business_x0020_Area xmlns="cdc7663a-08f0-4737-9e8c-148ce897a09c" xsi:nil="true"/>
    <Identifier xmlns="cdc7663a-08f0-4737-9e8c-148ce897a09c"> BIDDING</Identifier>
    <Document_x0020_Language_x0020_IDB xmlns="cdc7663a-08f0-4737-9e8c-148ce897a09c">English</Document_x0020_Language_x0020_IDB>
    <Phase xmlns="cdc7663a-08f0-4737-9e8c-148ce897a09c" xsi:nil="true"/>
    <SISCOR_x0020_Number xmlns="cdc7663a-08f0-4737-9e8c-148ce897a09c" xsi:nil="true"/>
    <Package_x0020_Code xmlns="cdc7663a-08f0-4737-9e8c-148ce897a09c" xsi:nil="true"/>
    <Key_x0020_Document xmlns="cdc7663a-08f0-4737-9e8c-148ce897a09c">false</Key_x0020_Document>
    <Operation_x0020_Type xmlns="cdc7663a-08f0-4737-9e8c-148ce897a09c" xsi:nil="true"/>
    <Record_x0020_Number xmlns="cdc7663a-08f0-4737-9e8c-148ce897a09c">R0002722561</Record_x0020_Numb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Barbados</TermName>
          <TermId xmlns="http://schemas.microsoft.com/office/infopath/2007/PartnerControls">2e62bac6-7007-4d9a-9183-df33585926ed</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EZSHARE-1402559379-2233</_dlc_DocId>
    <From_x003a_ xmlns="cdc7663a-08f0-4737-9e8c-148ce897a09c" xsi:nil="true"/>
    <To_x003a_ xmlns="cdc7663a-08f0-4737-9e8c-148ce897a09c" xsi:nil="true"/>
    <_dlc_DocIdUrl xmlns="cdc7663a-08f0-4737-9e8c-148ce897a09c">
      <Url>https://idbg.sharepoint.com/teams/EZ-BA-LON/BA0055/_layouts/15/DocIdRedir.aspx?ID=EZSHARE-1402559379-2233</Url>
      <Description>EZSHARE-1402559379-2233</Description>
    </_dlc_DocIdUrl>
  </documentManagement>
</p:properti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8D893F92-9AE9-41ED-ACF6-AD5B6A03D0D1}"/>
</file>

<file path=customXml/itemProps2.xml><?xml version="1.0" encoding="utf-8"?>
<ds:datastoreItem xmlns:ds="http://schemas.openxmlformats.org/officeDocument/2006/customXml" ds:itemID="{DC47923D-7841-433B-94D5-05332D6BF822}"/>
</file>

<file path=customXml/itemProps3.xml><?xml version="1.0" encoding="utf-8"?>
<ds:datastoreItem xmlns:ds="http://schemas.openxmlformats.org/officeDocument/2006/customXml" ds:itemID="{E0E2A44D-4DC2-4E3F-91D8-E62242BFD3EC}"/>
</file>

<file path=customXml/itemProps4.xml><?xml version="1.0" encoding="utf-8"?>
<ds:datastoreItem xmlns:ds="http://schemas.openxmlformats.org/officeDocument/2006/customXml" ds:itemID="{9DEC10B0-43BE-4A02-978B-6A8711F153B9}"/>
</file>

<file path=customXml/itemProps5.xml><?xml version="1.0" encoding="utf-8"?>
<ds:datastoreItem xmlns:ds="http://schemas.openxmlformats.org/officeDocument/2006/customXml" ds:itemID="{2E56DAB5-479E-4346-8C85-772AFBA5CC69}"/>
</file>

<file path=customXml/itemProps6.xml><?xml version="1.0" encoding="utf-8"?>
<ds:datastoreItem xmlns:ds="http://schemas.openxmlformats.org/officeDocument/2006/customXml" ds:itemID="{B9851419-2678-4D2E-A1A0-7CC3E57A226D}"/>
</file>

<file path=customXml/itemProps7.xml><?xml version="1.0" encoding="utf-8"?>
<ds:datastoreItem xmlns:ds="http://schemas.openxmlformats.org/officeDocument/2006/customXml" ds:itemID="{FBD3A462-755F-4DD4-8D62-03109D307531}"/>
</file>

<file path=customXml/itemProps8.xml><?xml version="1.0" encoding="utf-8"?>
<ds:datastoreItem xmlns:ds="http://schemas.openxmlformats.org/officeDocument/2006/customXml" ds:itemID="{C2A41AAB-C7C3-4C2B-A346-453BDDC11645}"/>
</file>

<file path=docProps/app.xml><?xml version="1.0" encoding="utf-8"?>
<Properties xmlns="http://schemas.openxmlformats.org/officeDocument/2006/extended-properties" xmlns:vt="http://schemas.openxmlformats.org/officeDocument/2006/docPropsVTypes">
  <Template>Normal_Wordconv.dotm</Template>
  <TotalTime>12</TotalTime>
  <Pages>1</Pages>
  <Words>614</Words>
  <Characters>3504</Characters>
  <Application>Microsoft Office Outlook</Application>
  <DocSecurity>0</DocSecurity>
  <Lines>0</Lines>
  <Paragraphs>0</Paragraphs>
  <ScaleCrop>false</ScaleCrop>
  <Company>Justice Improvement Program Secretariat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CONSULTING SERVICES – GOVERNMENT INDUSTRIAL  SCHOOL TRAINING CONSULTANCY</dc:title>
  <dc:subject/>
  <dc:creator>brathwaitet</dc:creator>
  <cp:keywords/>
  <dc:description/>
  <cp:lastModifiedBy>brathwaitet</cp:lastModifiedBy>
  <cp:revision>4</cp:revision>
  <cp:lastPrinted>2010-07-28T17:17:00Z</cp:lastPrinted>
  <dcterms:created xsi:type="dcterms:W3CDTF">2010-07-29T15:54:00Z</dcterms:created>
  <dcterms:modified xsi:type="dcterms:W3CDTF">2010-07-29T16:41:00Z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unction Operations IDB">
    <vt:lpwstr>8;#IDBDocs|cca77002-e150-4b2d-ab1f-1d7a7cdcae16</vt:lpwstr>
  </property>
  <property fmtid="{D5CDD505-2E9C-101B-9397-08002B2CF9AE}" pid="3" name="TaxKeyword">
    <vt:lpwstr/>
  </property>
  <property fmtid="{D5CDD505-2E9C-101B-9397-08002B2CF9AE}" pid="4" name="Sub_x002d_Sector">
    <vt:lpwstr/>
  </property>
  <property fmtid="{D5CDD505-2E9C-101B-9397-08002B2CF9AE}" pid="5" name="ContentTypeId">
    <vt:lpwstr>0x010100ACF722E9F6B0B149B0CD8BE2560A667200382A5513E1E79D42A5AA7C1032E5B54F</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8" name="Country">
    <vt:lpwstr>28;#Barbados|2e62bac6-7007-4d9a-9183-df33585926ed</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y fmtid="{D5CDD505-2E9C-101B-9397-08002B2CF9AE}" pid="15" name="Abstract">
    <vt:lpwstr/>
  </property>
  <property fmtid="{D5CDD505-2E9C-101B-9397-08002B2CF9AE}" pid="16" name="Disclosure Activity">
    <vt:lpwstr>Specific Procurement Notices</vt:lpwstr>
  </property>
  <property fmtid="{D5CDD505-2E9C-101B-9397-08002B2CF9AE}" pid="17" name="Region">
    <vt:lpwstr/>
  </property>
  <property fmtid="{D5CDD505-2E9C-101B-9397-08002B2CF9AE}" pid="18" name="Publication Type">
    <vt:lpwstr/>
  </property>
  <property fmtid="{D5CDD505-2E9C-101B-9397-08002B2CF9AE}" pid="20" name="Webtopic">
    <vt:lpwstr>Public Sector Management and Support</vt:lpwstr>
  </property>
  <property fmtid="{D5CDD505-2E9C-101B-9397-08002B2CF9AE}" pid="21" name="Publishing House">
    <vt:lpwstr/>
  </property>
  <property fmtid="{D5CDD505-2E9C-101B-9397-08002B2CF9AE}" pid="22" name="Disclosed">
    <vt:bool>true</vt:bool>
  </property>
  <property fmtid="{D5CDD505-2E9C-101B-9397-08002B2CF9AE}" pid="23" name="KP Topics">
    <vt:lpwstr/>
  </property>
  <property fmtid="{D5CDD505-2E9C-101B-9397-08002B2CF9AE}" pid="24" name="Editor1">
    <vt:lpwstr/>
  </property>
  <property fmtid="{D5CDD505-2E9C-101B-9397-08002B2CF9AE}" pid="26" name="_dlc_DocIdItemGuid">
    <vt:lpwstr>0521a2a3-7086-44e7-a8fc-6a13aa088d0d</vt:lpwstr>
  </property>
</Properties>
</file>